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1B46C" w14:textId="77777777" w:rsidR="000F21BD" w:rsidRPr="00024600" w:rsidRDefault="000F21BD" w:rsidP="000F21BD">
      <w:pPr>
        <w:spacing w:before="360"/>
        <w:ind w:left="425" w:hanging="425"/>
        <w:jc w:val="center"/>
        <w:rPr>
          <w:rFonts w:cs="Arial"/>
          <w:b/>
          <w:spacing w:val="20"/>
          <w:sz w:val="32"/>
          <w:szCs w:val="32"/>
        </w:rPr>
      </w:pPr>
      <w:r w:rsidRPr="00024600">
        <w:rPr>
          <w:rFonts w:cs="Arial"/>
          <w:b/>
          <w:caps/>
          <w:spacing w:val="20"/>
          <w:sz w:val="32"/>
          <w:szCs w:val="32"/>
        </w:rPr>
        <w:t>Rámcová</w:t>
      </w:r>
      <w:r w:rsidRPr="00024600">
        <w:rPr>
          <w:rFonts w:cs="Arial"/>
          <w:b/>
          <w:spacing w:val="20"/>
          <w:sz w:val="32"/>
          <w:szCs w:val="32"/>
        </w:rPr>
        <w:t xml:space="preserve"> DOHODA O DÍLO</w:t>
      </w:r>
    </w:p>
    <w:p w14:paraId="130337BA" w14:textId="4B9A8381" w:rsidR="000F21BD" w:rsidRPr="00024600" w:rsidRDefault="000F21BD" w:rsidP="000F21BD">
      <w:pPr>
        <w:spacing w:before="0"/>
        <w:ind w:left="425" w:hanging="425"/>
        <w:jc w:val="center"/>
        <w:rPr>
          <w:rFonts w:cs="Arial"/>
          <w:b/>
          <w:spacing w:val="4"/>
          <w:sz w:val="24"/>
          <w:szCs w:val="24"/>
        </w:rPr>
      </w:pPr>
      <w:r w:rsidRPr="00024600">
        <w:rPr>
          <w:rFonts w:cs="Arial"/>
          <w:b/>
          <w:spacing w:val="6"/>
          <w:sz w:val="24"/>
          <w:szCs w:val="24"/>
        </w:rPr>
        <w:t>„</w:t>
      </w:r>
      <w:permStart w:id="1420237000" w:edGrp="everyone"/>
      <w:r w:rsidR="00E0348F">
        <w:rPr>
          <w:rFonts w:cs="Arial"/>
          <w:b/>
          <w:sz w:val="24"/>
          <w:szCs w:val="24"/>
        </w:rPr>
        <w:t>Provádění revizí a kontrol elektrických zařízení nízkého napětí a hromosvodů na skladech ČEPRO, a.s.</w:t>
      </w:r>
      <w:permEnd w:id="1420237000"/>
      <w:r w:rsidRPr="00024600">
        <w:rPr>
          <w:rFonts w:cs="Arial"/>
          <w:b/>
          <w:spacing w:val="4"/>
          <w:sz w:val="24"/>
          <w:szCs w:val="24"/>
        </w:rPr>
        <w:t>“</w:t>
      </w:r>
    </w:p>
    <w:p w14:paraId="73087F42" w14:textId="77777777" w:rsidR="001C798F" w:rsidRPr="00024600" w:rsidRDefault="001C798F" w:rsidP="000F21BD">
      <w:pPr>
        <w:spacing w:before="0"/>
        <w:ind w:left="425" w:hanging="425"/>
        <w:jc w:val="center"/>
        <w:rPr>
          <w:rFonts w:cs="Arial"/>
          <w:b/>
          <w:spacing w:val="4"/>
          <w:sz w:val="24"/>
          <w:szCs w:val="24"/>
        </w:rPr>
      </w:pPr>
    </w:p>
    <w:p w14:paraId="2DD6E20D" w14:textId="77777777" w:rsidR="001C798F" w:rsidRPr="00024600" w:rsidRDefault="001C798F" w:rsidP="000F21BD">
      <w:pPr>
        <w:spacing w:before="0"/>
        <w:ind w:left="425" w:hanging="425"/>
        <w:jc w:val="center"/>
        <w:rPr>
          <w:rFonts w:cs="Arial"/>
          <w:b/>
          <w:spacing w:val="4"/>
          <w:sz w:val="24"/>
          <w:szCs w:val="24"/>
        </w:rPr>
      </w:pPr>
    </w:p>
    <w:p w14:paraId="00DF24AE" w14:textId="77777777" w:rsidR="000F21BD" w:rsidRPr="00024600" w:rsidRDefault="000F21BD" w:rsidP="0005274D">
      <w:pPr>
        <w:pStyle w:val="01-L"/>
        <w:ind w:left="454"/>
        <w:rPr>
          <w:rFonts w:cs="Arial"/>
          <w:bCs w:val="0"/>
        </w:rPr>
      </w:pPr>
      <w:r w:rsidRPr="00024600">
        <w:rPr>
          <w:rFonts w:cs="Arial"/>
          <w:bCs w:val="0"/>
        </w:rPr>
        <w:t>Smluvní strany</w:t>
      </w:r>
    </w:p>
    <w:p w14:paraId="0B8EE15C" w14:textId="77777777" w:rsidR="000F21BD" w:rsidRPr="00024600" w:rsidRDefault="000F21BD" w:rsidP="000F21BD">
      <w:pPr>
        <w:spacing w:before="0"/>
        <w:ind w:left="425" w:hanging="425"/>
        <w:jc w:val="left"/>
        <w:rPr>
          <w:rFonts w:cs="Arial"/>
          <w:spacing w:val="4"/>
        </w:rPr>
      </w:pPr>
    </w:p>
    <w:p w14:paraId="0368381B" w14:textId="77777777" w:rsidR="000F21BD" w:rsidRPr="00024600" w:rsidRDefault="000F21BD" w:rsidP="001C798F">
      <w:pPr>
        <w:tabs>
          <w:tab w:val="left" w:pos="2127"/>
        </w:tabs>
        <w:spacing w:before="0"/>
        <w:rPr>
          <w:rFonts w:cs="Arial"/>
          <w:b/>
          <w:spacing w:val="4"/>
        </w:rPr>
      </w:pPr>
      <w:r w:rsidRPr="00024600">
        <w:rPr>
          <w:rFonts w:cs="Arial"/>
          <w:b/>
          <w:spacing w:val="4"/>
        </w:rPr>
        <w:t>Objednatel:</w:t>
      </w:r>
      <w:r w:rsidRPr="00024600">
        <w:rPr>
          <w:rFonts w:cs="Arial"/>
          <w:b/>
          <w:spacing w:val="4"/>
        </w:rPr>
        <w:tab/>
        <w:t>ČEPRO, a.s.</w:t>
      </w:r>
    </w:p>
    <w:p w14:paraId="503D0CD5" w14:textId="77777777" w:rsidR="000F21BD" w:rsidRPr="00024600" w:rsidRDefault="000F21BD" w:rsidP="001C798F">
      <w:pPr>
        <w:tabs>
          <w:tab w:val="left" w:pos="2127"/>
        </w:tabs>
        <w:spacing w:before="0"/>
        <w:rPr>
          <w:rFonts w:cs="Arial"/>
          <w:spacing w:val="4"/>
        </w:rPr>
      </w:pPr>
    </w:p>
    <w:p w14:paraId="51221F3B" w14:textId="1A63B2AC" w:rsidR="000F21BD" w:rsidRPr="00024600" w:rsidRDefault="000F21BD" w:rsidP="001C798F">
      <w:pPr>
        <w:tabs>
          <w:tab w:val="left" w:pos="2127"/>
        </w:tabs>
        <w:spacing w:before="0"/>
        <w:rPr>
          <w:rFonts w:cs="Arial"/>
          <w:bCs/>
          <w:spacing w:val="4"/>
        </w:rPr>
      </w:pPr>
      <w:r w:rsidRPr="00024600">
        <w:rPr>
          <w:rFonts w:cs="Arial"/>
          <w:bCs/>
          <w:spacing w:val="4"/>
        </w:rPr>
        <w:t>se sídlem:</w:t>
      </w:r>
      <w:r w:rsidRPr="00024600">
        <w:rPr>
          <w:rFonts w:cs="Arial"/>
          <w:bCs/>
          <w:spacing w:val="4"/>
        </w:rPr>
        <w:tab/>
        <w:t>Dělnická 213/12, Holešovice, 170 00 Praha 7</w:t>
      </w:r>
    </w:p>
    <w:p w14:paraId="2515067B" w14:textId="7DCA2CF3" w:rsidR="000F21BD" w:rsidRPr="00024600" w:rsidRDefault="000F21BD" w:rsidP="001C798F">
      <w:pPr>
        <w:tabs>
          <w:tab w:val="left" w:pos="2127"/>
        </w:tabs>
        <w:spacing w:before="0"/>
        <w:rPr>
          <w:rFonts w:cs="Arial"/>
          <w:bCs/>
          <w:spacing w:val="4"/>
        </w:rPr>
      </w:pPr>
      <w:r w:rsidRPr="00024600">
        <w:rPr>
          <w:rFonts w:cs="Arial"/>
          <w:bCs/>
          <w:spacing w:val="4"/>
        </w:rPr>
        <w:t>spisová značka:</w:t>
      </w:r>
      <w:r w:rsidRPr="00024600">
        <w:rPr>
          <w:rFonts w:cs="Arial"/>
          <w:bCs/>
          <w:spacing w:val="4"/>
        </w:rPr>
        <w:tab/>
        <w:t xml:space="preserve">B 2341, </w:t>
      </w:r>
      <w:r w:rsidR="00147364" w:rsidRPr="00024600">
        <w:rPr>
          <w:rFonts w:cs="Arial"/>
          <w:bCs/>
          <w:spacing w:val="4"/>
        </w:rPr>
        <w:t xml:space="preserve">vedená </w:t>
      </w:r>
      <w:r w:rsidRPr="00024600">
        <w:rPr>
          <w:rFonts w:cs="Arial"/>
          <w:bCs/>
          <w:spacing w:val="4"/>
        </w:rPr>
        <w:t>Městsk</w:t>
      </w:r>
      <w:r w:rsidR="00147364" w:rsidRPr="00024600">
        <w:rPr>
          <w:rFonts w:cs="Arial"/>
          <w:bCs/>
          <w:spacing w:val="4"/>
        </w:rPr>
        <w:t>ým</w:t>
      </w:r>
      <w:r w:rsidRPr="00024600">
        <w:rPr>
          <w:rFonts w:cs="Arial"/>
          <w:bCs/>
          <w:spacing w:val="4"/>
        </w:rPr>
        <w:t xml:space="preserve"> soud</w:t>
      </w:r>
      <w:r w:rsidR="00147364" w:rsidRPr="00024600">
        <w:rPr>
          <w:rFonts w:cs="Arial"/>
          <w:bCs/>
          <w:spacing w:val="4"/>
        </w:rPr>
        <w:t>em</w:t>
      </w:r>
      <w:r w:rsidRPr="00024600">
        <w:rPr>
          <w:rFonts w:cs="Arial"/>
          <w:bCs/>
          <w:spacing w:val="4"/>
        </w:rPr>
        <w:t xml:space="preserve"> v Praze</w:t>
      </w:r>
      <w:r w:rsidRPr="00024600">
        <w:rPr>
          <w:rFonts w:cs="Arial"/>
          <w:bCs/>
          <w:spacing w:val="4"/>
        </w:rPr>
        <w:tab/>
      </w:r>
    </w:p>
    <w:p w14:paraId="32A673AD" w14:textId="77777777" w:rsidR="000F21BD" w:rsidRPr="00024600" w:rsidRDefault="000F21BD" w:rsidP="001C798F">
      <w:pPr>
        <w:tabs>
          <w:tab w:val="left" w:pos="2127"/>
        </w:tabs>
        <w:spacing w:before="0"/>
        <w:rPr>
          <w:rFonts w:cs="Arial"/>
          <w:bCs/>
          <w:spacing w:val="4"/>
        </w:rPr>
      </w:pPr>
      <w:r w:rsidRPr="00024600">
        <w:rPr>
          <w:rFonts w:cs="Arial"/>
          <w:bCs/>
          <w:spacing w:val="4"/>
        </w:rPr>
        <w:t>bankovní spojení:</w:t>
      </w:r>
      <w:r w:rsidRPr="00024600">
        <w:rPr>
          <w:rFonts w:cs="Arial"/>
          <w:bCs/>
          <w:spacing w:val="4"/>
        </w:rPr>
        <w:tab/>
        <w:t>Komerční banka a.s.</w:t>
      </w:r>
    </w:p>
    <w:p w14:paraId="36B08944" w14:textId="27950C6A" w:rsidR="000F21BD" w:rsidRPr="00024600" w:rsidRDefault="000F21BD" w:rsidP="001C798F">
      <w:pPr>
        <w:tabs>
          <w:tab w:val="left" w:pos="2127"/>
        </w:tabs>
        <w:spacing w:before="0"/>
        <w:rPr>
          <w:rFonts w:cs="Arial"/>
          <w:bCs/>
          <w:spacing w:val="4"/>
        </w:rPr>
      </w:pPr>
      <w:r w:rsidRPr="00024600">
        <w:rPr>
          <w:rFonts w:cs="Arial"/>
          <w:bCs/>
          <w:spacing w:val="4"/>
        </w:rPr>
        <w:t>č. účtu:</w:t>
      </w:r>
      <w:r w:rsidRPr="00024600">
        <w:rPr>
          <w:rFonts w:cs="Arial"/>
          <w:bCs/>
          <w:spacing w:val="4"/>
        </w:rPr>
        <w:tab/>
        <w:t>11902931/0100</w:t>
      </w:r>
    </w:p>
    <w:p w14:paraId="2D8ED23E" w14:textId="30968A7D" w:rsidR="000F21BD" w:rsidRPr="00024600" w:rsidRDefault="000F21BD" w:rsidP="001C798F">
      <w:pPr>
        <w:tabs>
          <w:tab w:val="left" w:pos="2127"/>
        </w:tabs>
        <w:spacing w:before="0"/>
        <w:rPr>
          <w:rFonts w:cs="Arial"/>
          <w:bCs/>
          <w:spacing w:val="4"/>
        </w:rPr>
      </w:pPr>
      <w:r w:rsidRPr="00024600">
        <w:rPr>
          <w:rFonts w:cs="Arial"/>
          <w:bCs/>
          <w:spacing w:val="4"/>
        </w:rPr>
        <w:t>IČO:</w:t>
      </w:r>
      <w:r w:rsidRPr="00024600">
        <w:rPr>
          <w:rFonts w:cs="Arial"/>
          <w:bCs/>
          <w:spacing w:val="4"/>
        </w:rPr>
        <w:tab/>
        <w:t>60193531</w:t>
      </w:r>
    </w:p>
    <w:p w14:paraId="5B245483" w14:textId="1C193006" w:rsidR="000F21BD" w:rsidRPr="00024600" w:rsidRDefault="000F21BD" w:rsidP="001C798F">
      <w:pPr>
        <w:tabs>
          <w:tab w:val="left" w:pos="2127"/>
        </w:tabs>
        <w:spacing w:before="0"/>
        <w:rPr>
          <w:rFonts w:cs="Arial"/>
          <w:bCs/>
          <w:spacing w:val="4"/>
        </w:rPr>
      </w:pPr>
      <w:r w:rsidRPr="00024600">
        <w:rPr>
          <w:rFonts w:cs="Arial"/>
          <w:bCs/>
          <w:spacing w:val="4"/>
        </w:rPr>
        <w:t>DIČ:</w:t>
      </w:r>
      <w:r w:rsidRPr="00024600">
        <w:rPr>
          <w:rFonts w:cs="Arial"/>
          <w:bCs/>
          <w:spacing w:val="4"/>
        </w:rPr>
        <w:tab/>
        <w:t>CZ60193531</w:t>
      </w:r>
    </w:p>
    <w:p w14:paraId="1BCB0414" w14:textId="77777777" w:rsidR="000F21BD" w:rsidRPr="00024600" w:rsidRDefault="000F21BD" w:rsidP="001C798F">
      <w:pPr>
        <w:tabs>
          <w:tab w:val="left" w:pos="2127"/>
        </w:tabs>
        <w:spacing w:before="0"/>
        <w:jc w:val="left"/>
        <w:rPr>
          <w:rFonts w:cs="Arial"/>
          <w:bCs/>
          <w:spacing w:val="4"/>
        </w:rPr>
      </w:pPr>
      <w:r w:rsidRPr="00024600">
        <w:rPr>
          <w:rFonts w:cs="Arial"/>
          <w:bCs/>
          <w:spacing w:val="4"/>
        </w:rPr>
        <w:t>Zastoupen:</w:t>
      </w:r>
      <w:r w:rsidRPr="00024600">
        <w:rPr>
          <w:rFonts w:cs="Arial"/>
          <w:bCs/>
          <w:spacing w:val="4"/>
        </w:rPr>
        <w:tab/>
      </w:r>
      <w:permStart w:id="15667287" w:edGrp="everyone"/>
      <w:r w:rsidRPr="00024600">
        <w:rPr>
          <w:rFonts w:cs="Arial"/>
          <w:bCs/>
          <w:spacing w:val="4"/>
        </w:rPr>
        <w:t>Mgr. Jan Duspěva, předseda</w:t>
      </w:r>
      <w:permEnd w:id="15667287"/>
      <w:r w:rsidRPr="00024600">
        <w:rPr>
          <w:rFonts w:cs="Arial"/>
          <w:bCs/>
          <w:spacing w:val="4"/>
        </w:rPr>
        <w:t xml:space="preserve"> představenstva</w:t>
      </w:r>
    </w:p>
    <w:p w14:paraId="5668289D" w14:textId="589298E3" w:rsidR="000F21BD" w:rsidRPr="00024600" w:rsidRDefault="00FA59CD" w:rsidP="001C798F">
      <w:pPr>
        <w:tabs>
          <w:tab w:val="left" w:pos="2127"/>
        </w:tabs>
        <w:spacing w:before="0"/>
        <w:jc w:val="left"/>
        <w:rPr>
          <w:rFonts w:cs="Arial"/>
          <w:bCs/>
          <w:spacing w:val="4"/>
        </w:rPr>
      </w:pPr>
      <w:r w:rsidRPr="00024600">
        <w:rPr>
          <w:rFonts w:cs="Arial"/>
          <w:bCs/>
          <w:spacing w:val="4"/>
        </w:rPr>
        <w:tab/>
      </w:r>
      <w:permStart w:id="2051739745" w:edGrp="everyone"/>
      <w:r w:rsidR="000F21BD" w:rsidRPr="00024600">
        <w:rPr>
          <w:rFonts w:cs="Arial"/>
          <w:bCs/>
          <w:spacing w:val="4"/>
        </w:rPr>
        <w:t>Ing. František Todt, člen</w:t>
      </w:r>
      <w:permEnd w:id="2051739745"/>
      <w:r w:rsidR="000F21BD" w:rsidRPr="00024600">
        <w:rPr>
          <w:rFonts w:cs="Arial"/>
          <w:bCs/>
          <w:spacing w:val="4"/>
        </w:rPr>
        <w:t xml:space="preserve"> představenstva</w:t>
      </w:r>
    </w:p>
    <w:p w14:paraId="74EAF576" w14:textId="77777777" w:rsidR="000F21BD" w:rsidRPr="00024600" w:rsidRDefault="000F21BD" w:rsidP="000F21BD">
      <w:pPr>
        <w:spacing w:before="0"/>
        <w:ind w:left="2160" w:hanging="425"/>
        <w:rPr>
          <w:rFonts w:cs="Arial"/>
          <w:spacing w:val="4"/>
        </w:rPr>
      </w:pPr>
    </w:p>
    <w:p w14:paraId="74D79551" w14:textId="77777777" w:rsidR="000F21BD" w:rsidRPr="00024600" w:rsidRDefault="000F21BD" w:rsidP="000F21BD">
      <w:pPr>
        <w:spacing w:before="0"/>
        <w:ind w:firstLine="1"/>
        <w:rPr>
          <w:rFonts w:cs="Arial"/>
          <w:bCs/>
          <w:spacing w:val="4"/>
        </w:rPr>
      </w:pPr>
      <w:r w:rsidRPr="00024600">
        <w:rPr>
          <w:rFonts w:cs="Arial"/>
          <w:bCs/>
          <w:spacing w:val="4"/>
        </w:rPr>
        <w:t xml:space="preserve">Osoby oprávněné jednat za objednatele v rámci uzavřené </w:t>
      </w:r>
      <w:r w:rsidR="00643453" w:rsidRPr="00024600">
        <w:rPr>
          <w:rFonts w:cs="Arial"/>
          <w:bCs/>
          <w:spacing w:val="4"/>
        </w:rPr>
        <w:t xml:space="preserve">rámcové dohody </w:t>
      </w:r>
      <w:r w:rsidRPr="00024600">
        <w:rPr>
          <w:rFonts w:cs="Arial"/>
          <w:bCs/>
          <w:spacing w:val="4"/>
        </w:rPr>
        <w:t>a dílčích smluv ve věcech:</w:t>
      </w:r>
    </w:p>
    <w:p w14:paraId="5420A533" w14:textId="6DAE3CC6" w:rsidR="005D09CC" w:rsidRPr="00024600" w:rsidRDefault="000F21BD" w:rsidP="003C6104">
      <w:pPr>
        <w:spacing w:before="0"/>
        <w:ind w:left="2840" w:hanging="2840"/>
        <w:rPr>
          <w:rFonts w:cs="Arial"/>
          <w:bCs/>
          <w:spacing w:val="4"/>
        </w:rPr>
      </w:pPr>
      <w:permStart w:id="1120150568" w:edGrp="everyone"/>
      <w:r w:rsidRPr="00024600">
        <w:rPr>
          <w:rFonts w:cs="Arial"/>
          <w:bCs/>
          <w:spacing w:val="4"/>
        </w:rPr>
        <w:t>a/ smluvních</w:t>
      </w:r>
      <w:r w:rsidR="005C3420" w:rsidRPr="00024600">
        <w:rPr>
          <w:rFonts w:cs="Arial"/>
          <w:bCs/>
          <w:spacing w:val="4"/>
        </w:rPr>
        <w:t xml:space="preserve"> (vyjma změny a/nebo zániku rámcové dohody)</w:t>
      </w:r>
      <w:r w:rsidR="008E3997" w:rsidRPr="00024600">
        <w:rPr>
          <w:rFonts w:cs="Arial"/>
          <w:bCs/>
          <w:spacing w:val="4"/>
        </w:rPr>
        <w:t>:</w:t>
      </w:r>
      <w:r w:rsidR="00147364" w:rsidRPr="00024600">
        <w:rPr>
          <w:rFonts w:cs="Arial"/>
          <w:bCs/>
          <w:spacing w:val="4"/>
        </w:rPr>
        <w:t xml:space="preserve"> </w:t>
      </w:r>
      <w:r w:rsidR="00540C04" w:rsidRPr="00024600">
        <w:rPr>
          <w:rFonts w:cs="Arial"/>
          <w:bCs/>
          <w:spacing w:val="4"/>
        </w:rPr>
        <w:t>Ing. Novák Ivo,</w:t>
      </w:r>
    </w:p>
    <w:p w14:paraId="2CEE5A46" w14:textId="543D665A" w:rsidR="00C44B13" w:rsidRPr="00024600" w:rsidRDefault="005D09CC" w:rsidP="003C6104">
      <w:pPr>
        <w:spacing w:before="0"/>
        <w:ind w:left="2840" w:hanging="2840"/>
        <w:rPr>
          <w:rFonts w:cs="Arial"/>
          <w:bCs/>
          <w:spacing w:val="4"/>
        </w:rPr>
      </w:pPr>
      <w:r w:rsidRPr="00024600">
        <w:rPr>
          <w:rFonts w:cs="Arial"/>
          <w:bCs/>
          <w:spacing w:val="4"/>
        </w:rPr>
        <w:t>b</w:t>
      </w:r>
      <w:r w:rsidR="00540C04" w:rsidRPr="00024600">
        <w:rPr>
          <w:rFonts w:cs="Arial"/>
          <w:bCs/>
          <w:spacing w:val="4"/>
        </w:rPr>
        <w:t xml:space="preserve">/ </w:t>
      </w:r>
      <w:r w:rsidR="00147364" w:rsidRPr="00024600">
        <w:rPr>
          <w:rFonts w:cs="Arial"/>
          <w:bCs/>
          <w:spacing w:val="4"/>
        </w:rPr>
        <w:t>technických</w:t>
      </w:r>
      <w:r w:rsidR="000F21BD" w:rsidRPr="00024600">
        <w:rPr>
          <w:rFonts w:cs="Arial"/>
          <w:bCs/>
          <w:spacing w:val="4"/>
        </w:rPr>
        <w:t xml:space="preserve"> a realizace díla: </w:t>
      </w:r>
      <w:r w:rsidR="004A0A06" w:rsidRPr="00024600">
        <w:rPr>
          <w:rFonts w:cs="Arial"/>
          <w:bCs/>
        </w:rPr>
        <w:t xml:space="preserve">Ing. Novák Ivo, </w:t>
      </w:r>
      <w:r w:rsidR="00E0348F">
        <w:rPr>
          <w:rFonts w:cs="Arial"/>
          <w:bCs/>
        </w:rPr>
        <w:t>Pavel Berg</w:t>
      </w:r>
      <w:r w:rsidR="004A0A06" w:rsidRPr="00024600">
        <w:rPr>
          <w:rFonts w:cs="Arial"/>
          <w:bCs/>
        </w:rPr>
        <w:t xml:space="preserve"> a </w:t>
      </w:r>
      <w:r w:rsidR="00443C4C" w:rsidRPr="00024600">
        <w:rPr>
          <w:rFonts w:cs="Arial"/>
          <w:bCs/>
        </w:rPr>
        <w:t>dále osoby</w:t>
      </w:r>
      <w:r w:rsidR="00540C04" w:rsidRPr="00024600">
        <w:rPr>
          <w:rFonts w:cs="Arial"/>
          <w:bCs/>
          <w:spacing w:val="4"/>
        </w:rPr>
        <w:t xml:space="preserve"> uvedené v příloze č. 4</w:t>
      </w:r>
      <w:r w:rsidR="00F316DE" w:rsidRPr="00024600">
        <w:rPr>
          <w:rFonts w:cs="Arial"/>
          <w:bCs/>
          <w:spacing w:val="4"/>
        </w:rPr>
        <w:t xml:space="preserve"> </w:t>
      </w:r>
      <w:r w:rsidR="00C22511" w:rsidRPr="00024600">
        <w:rPr>
          <w:rFonts w:cs="Arial"/>
          <w:bCs/>
          <w:spacing w:val="4"/>
        </w:rPr>
        <w:t>rámcové dohody</w:t>
      </w:r>
      <w:r w:rsidR="001A462E">
        <w:rPr>
          <w:rFonts w:cs="Arial"/>
          <w:bCs/>
          <w:spacing w:val="4"/>
        </w:rPr>
        <w:t xml:space="preserve"> a osoby na pracovní pozic</w:t>
      </w:r>
      <w:r w:rsidR="00031DE5">
        <w:rPr>
          <w:rFonts w:cs="Arial"/>
          <w:bCs/>
          <w:spacing w:val="4"/>
        </w:rPr>
        <w:t>i</w:t>
      </w:r>
      <w:r w:rsidR="001A462E">
        <w:rPr>
          <w:rFonts w:cs="Arial"/>
          <w:bCs/>
          <w:spacing w:val="4"/>
        </w:rPr>
        <w:t xml:space="preserve"> „Mistr údržb</w:t>
      </w:r>
      <w:r w:rsidR="00031DE5">
        <w:rPr>
          <w:rFonts w:cs="Arial"/>
          <w:bCs/>
          <w:spacing w:val="4"/>
        </w:rPr>
        <w:t>y</w:t>
      </w:r>
      <w:r w:rsidR="001A462E">
        <w:rPr>
          <w:rFonts w:cs="Arial"/>
          <w:bCs/>
          <w:spacing w:val="4"/>
        </w:rPr>
        <w:t>“</w:t>
      </w:r>
      <w:r w:rsidR="00E25812" w:rsidRPr="00024600">
        <w:rPr>
          <w:rFonts w:cs="Arial"/>
          <w:bCs/>
          <w:spacing w:val="4"/>
        </w:rPr>
        <w:t xml:space="preserve"> </w:t>
      </w:r>
    </w:p>
    <w:p w14:paraId="3F6D29DB" w14:textId="7D663D2A" w:rsidR="000F21BD" w:rsidRPr="00024600" w:rsidRDefault="008E3997" w:rsidP="000F21BD">
      <w:pPr>
        <w:spacing w:before="0"/>
        <w:ind w:left="3600" w:hanging="3600"/>
        <w:rPr>
          <w:rFonts w:cs="Arial"/>
          <w:bCs/>
          <w:spacing w:val="4"/>
        </w:rPr>
      </w:pPr>
      <w:r w:rsidRPr="00024600">
        <w:rPr>
          <w:rFonts w:cs="Arial"/>
          <w:bCs/>
          <w:spacing w:val="4"/>
        </w:rPr>
        <w:t>c/ vystavení a zaslání objednávky:</w:t>
      </w:r>
      <w:r w:rsidR="00872A97" w:rsidRPr="00024600">
        <w:rPr>
          <w:rFonts w:cs="Arial"/>
          <w:bCs/>
          <w:spacing w:val="4"/>
        </w:rPr>
        <w:t xml:space="preserve"> pracovní pozice </w:t>
      </w:r>
      <w:r w:rsidR="00BA147E">
        <w:rPr>
          <w:rFonts w:cs="Arial"/>
          <w:bCs/>
          <w:spacing w:val="4"/>
        </w:rPr>
        <w:t>S</w:t>
      </w:r>
      <w:r w:rsidR="00872A97" w:rsidRPr="00024600">
        <w:rPr>
          <w:rFonts w:cs="Arial"/>
          <w:bCs/>
          <w:spacing w:val="4"/>
        </w:rPr>
        <w:t xml:space="preserve">pecialista centrálního nákupu, </w:t>
      </w:r>
      <w:r w:rsidR="00BA147E">
        <w:rPr>
          <w:rFonts w:cs="Arial"/>
          <w:bCs/>
          <w:spacing w:val="4"/>
        </w:rPr>
        <w:t>R</w:t>
      </w:r>
      <w:r w:rsidR="00872A97" w:rsidRPr="00024600">
        <w:rPr>
          <w:rFonts w:cs="Arial"/>
          <w:bCs/>
          <w:spacing w:val="4"/>
        </w:rPr>
        <w:t>eferent ekonomické podpory</w:t>
      </w:r>
      <w:r w:rsidR="001A462E">
        <w:rPr>
          <w:rFonts w:cs="Arial"/>
          <w:bCs/>
          <w:spacing w:val="4"/>
        </w:rPr>
        <w:t xml:space="preserve">, </w:t>
      </w:r>
      <w:r w:rsidR="00BA147E">
        <w:rPr>
          <w:rFonts w:cs="Arial"/>
          <w:bCs/>
          <w:spacing w:val="4"/>
        </w:rPr>
        <w:t>R</w:t>
      </w:r>
      <w:r w:rsidR="001A462E">
        <w:rPr>
          <w:rFonts w:cs="Arial"/>
          <w:bCs/>
          <w:spacing w:val="4"/>
        </w:rPr>
        <w:t>eferent údržby ČS</w:t>
      </w:r>
    </w:p>
    <w:permEnd w:id="1120150568"/>
    <w:p w14:paraId="3E14FEF5" w14:textId="0DB7ED8B" w:rsidR="000F21BD" w:rsidRPr="00024600" w:rsidRDefault="000F21BD" w:rsidP="000F21BD">
      <w:pPr>
        <w:spacing w:before="0"/>
        <w:ind w:left="425" w:hanging="425"/>
        <w:rPr>
          <w:rFonts w:cs="Arial"/>
          <w:bCs/>
          <w:spacing w:val="4"/>
        </w:rPr>
      </w:pPr>
      <w:r w:rsidRPr="00024600">
        <w:rPr>
          <w:rFonts w:cs="Arial"/>
          <w:bCs/>
          <w:spacing w:val="4"/>
        </w:rPr>
        <w:t>(dále jen „</w:t>
      </w:r>
      <w:r w:rsidRPr="00024600">
        <w:rPr>
          <w:rFonts w:cs="Arial"/>
          <w:bCs/>
          <w:i/>
          <w:spacing w:val="4"/>
        </w:rPr>
        <w:t>Objednatel</w:t>
      </w:r>
      <w:r w:rsidRPr="00024600">
        <w:rPr>
          <w:rFonts w:cs="Arial"/>
          <w:bCs/>
          <w:spacing w:val="4"/>
        </w:rPr>
        <w:t>“)</w:t>
      </w:r>
      <w:r w:rsidR="00A61752" w:rsidRPr="00024600">
        <w:rPr>
          <w:rFonts w:cs="Arial"/>
          <w:bCs/>
          <w:spacing w:val="4"/>
        </w:rPr>
        <w:t xml:space="preserve"> </w:t>
      </w:r>
    </w:p>
    <w:p w14:paraId="650E4D0D" w14:textId="77777777" w:rsidR="00365BC7" w:rsidRPr="00024600" w:rsidRDefault="00365BC7" w:rsidP="00443C4C">
      <w:pPr>
        <w:spacing w:before="0"/>
        <w:ind w:left="425" w:hanging="425"/>
        <w:jc w:val="center"/>
        <w:rPr>
          <w:rFonts w:cs="Arial"/>
          <w:spacing w:val="4"/>
        </w:rPr>
      </w:pPr>
    </w:p>
    <w:p w14:paraId="18C9400C" w14:textId="58248905" w:rsidR="000F21BD" w:rsidRPr="00024600" w:rsidRDefault="00C90E65" w:rsidP="000F21BD">
      <w:pPr>
        <w:spacing w:before="0"/>
        <w:ind w:left="425" w:hanging="425"/>
        <w:rPr>
          <w:rFonts w:cs="Arial"/>
          <w:spacing w:val="4"/>
        </w:rPr>
      </w:pPr>
      <w:r w:rsidRPr="00024600">
        <w:rPr>
          <w:rFonts w:cs="Arial"/>
          <w:spacing w:val="4"/>
        </w:rPr>
        <w:t>a</w:t>
      </w:r>
    </w:p>
    <w:p w14:paraId="1E7492D8" w14:textId="77777777" w:rsidR="00C90E65" w:rsidRPr="00024600" w:rsidRDefault="00C90E65" w:rsidP="000F21BD">
      <w:pPr>
        <w:spacing w:before="0"/>
        <w:ind w:left="425" w:hanging="425"/>
        <w:rPr>
          <w:rFonts w:cs="Arial"/>
          <w:bCs/>
          <w:spacing w:val="4"/>
        </w:rPr>
      </w:pPr>
    </w:p>
    <w:p w14:paraId="7BAACA8C" w14:textId="6177BA59" w:rsidR="000F21BD" w:rsidRPr="00024600" w:rsidRDefault="000F21BD" w:rsidP="00C90E65">
      <w:pPr>
        <w:tabs>
          <w:tab w:val="left" w:pos="2127"/>
        </w:tabs>
        <w:spacing w:before="0"/>
        <w:rPr>
          <w:rFonts w:cs="Arial"/>
          <w:bCs/>
          <w:spacing w:val="4"/>
        </w:rPr>
      </w:pPr>
      <w:r w:rsidRPr="00024600">
        <w:rPr>
          <w:rFonts w:cs="Arial"/>
          <w:b/>
          <w:spacing w:val="4"/>
        </w:rPr>
        <w:t>Zhotovitel</w:t>
      </w:r>
      <w:r w:rsidRPr="00024600">
        <w:rPr>
          <w:rFonts w:cs="Arial"/>
          <w:bCs/>
          <w:spacing w:val="4"/>
        </w:rPr>
        <w:t>:</w:t>
      </w:r>
      <w:r w:rsidR="003A2473" w:rsidRPr="00024600">
        <w:rPr>
          <w:rFonts w:cs="Arial"/>
          <w:bCs/>
          <w:spacing w:val="4"/>
        </w:rPr>
        <w:tab/>
      </w:r>
      <w:permStart w:id="1551651073" w:edGrp="everyone"/>
      <w:r w:rsidR="003A2473" w:rsidRPr="00024600">
        <w:rPr>
          <w:rFonts w:cs="Arial"/>
          <w:b/>
          <w:spacing w:val="4"/>
        </w:rPr>
        <w:fldChar w:fldCharType="begin">
          <w:ffData>
            <w:name w:val="Text3"/>
            <w:enabled/>
            <w:calcOnExit w:val="0"/>
            <w:textInput/>
          </w:ffData>
        </w:fldChar>
      </w:r>
      <w:bookmarkStart w:id="0" w:name="Text3"/>
      <w:r w:rsidR="003A2473" w:rsidRPr="00024600">
        <w:rPr>
          <w:rFonts w:cs="Arial"/>
          <w:b/>
          <w:spacing w:val="4"/>
        </w:rPr>
        <w:instrText xml:space="preserve"> FORMTEXT </w:instrText>
      </w:r>
      <w:r w:rsidR="003A2473" w:rsidRPr="00024600">
        <w:rPr>
          <w:rFonts w:cs="Arial"/>
          <w:b/>
          <w:spacing w:val="4"/>
        </w:rPr>
      </w:r>
      <w:r w:rsidR="003A2473" w:rsidRPr="00024600">
        <w:rPr>
          <w:rFonts w:cs="Arial"/>
          <w:b/>
          <w:spacing w:val="4"/>
        </w:rPr>
        <w:fldChar w:fldCharType="separate"/>
      </w:r>
      <w:r w:rsidR="003A2473" w:rsidRPr="00024600">
        <w:rPr>
          <w:rFonts w:cs="Arial"/>
          <w:b/>
          <w:noProof/>
          <w:spacing w:val="4"/>
        </w:rPr>
        <w:t> </w:t>
      </w:r>
      <w:r w:rsidR="003A2473" w:rsidRPr="00024600">
        <w:rPr>
          <w:rFonts w:cs="Arial"/>
          <w:b/>
          <w:noProof/>
          <w:spacing w:val="4"/>
        </w:rPr>
        <w:t> </w:t>
      </w:r>
      <w:r w:rsidR="003A2473" w:rsidRPr="00024600">
        <w:rPr>
          <w:rFonts w:cs="Arial"/>
          <w:b/>
          <w:noProof/>
          <w:spacing w:val="4"/>
        </w:rPr>
        <w:t> </w:t>
      </w:r>
      <w:r w:rsidR="003A2473" w:rsidRPr="00024600">
        <w:rPr>
          <w:rFonts w:cs="Arial"/>
          <w:b/>
          <w:noProof/>
          <w:spacing w:val="4"/>
        </w:rPr>
        <w:t> </w:t>
      </w:r>
      <w:r w:rsidR="003A2473" w:rsidRPr="00024600">
        <w:rPr>
          <w:rFonts w:cs="Arial"/>
          <w:b/>
          <w:noProof/>
          <w:spacing w:val="4"/>
        </w:rPr>
        <w:t> </w:t>
      </w:r>
      <w:r w:rsidR="003A2473" w:rsidRPr="00024600">
        <w:rPr>
          <w:rFonts w:cs="Arial"/>
          <w:b/>
          <w:spacing w:val="4"/>
        </w:rPr>
        <w:fldChar w:fldCharType="end"/>
      </w:r>
      <w:bookmarkEnd w:id="0"/>
      <w:permEnd w:id="1551651073"/>
    </w:p>
    <w:p w14:paraId="622953EB" w14:textId="5658D9C7" w:rsidR="000F21BD" w:rsidRPr="00024600" w:rsidRDefault="000F21BD" w:rsidP="00C90E65">
      <w:pPr>
        <w:tabs>
          <w:tab w:val="left" w:pos="2127"/>
        </w:tabs>
        <w:spacing w:before="0"/>
        <w:rPr>
          <w:rFonts w:cs="Arial"/>
          <w:bCs/>
          <w:spacing w:val="4"/>
        </w:rPr>
      </w:pPr>
      <w:r w:rsidRPr="00024600">
        <w:rPr>
          <w:rFonts w:cs="Arial"/>
          <w:bCs/>
          <w:spacing w:val="4"/>
        </w:rPr>
        <w:t>se sídlem:</w:t>
      </w:r>
      <w:r w:rsidR="003A2473" w:rsidRPr="00024600">
        <w:rPr>
          <w:rFonts w:cs="Arial"/>
          <w:bCs/>
          <w:spacing w:val="4"/>
        </w:rPr>
        <w:tab/>
      </w:r>
      <w:permStart w:id="81938903" w:edGrp="everyone"/>
      <w:r w:rsidR="003A2473" w:rsidRPr="00024600">
        <w:rPr>
          <w:rFonts w:cs="Arial"/>
          <w:bCs/>
          <w:spacing w:val="4"/>
        </w:rPr>
        <w:fldChar w:fldCharType="begin">
          <w:ffData>
            <w:name w:val=""/>
            <w:enabled/>
            <w:calcOnExit w:val="0"/>
            <w:textInput/>
          </w:ffData>
        </w:fldChar>
      </w:r>
      <w:r w:rsidR="003A2473" w:rsidRPr="00024600">
        <w:rPr>
          <w:rFonts w:cs="Arial"/>
          <w:bCs/>
          <w:spacing w:val="4"/>
        </w:rPr>
        <w:instrText xml:space="preserve"> FORMTEXT </w:instrText>
      </w:r>
      <w:r w:rsidR="003A2473" w:rsidRPr="00024600">
        <w:rPr>
          <w:rFonts w:cs="Arial"/>
          <w:bCs/>
          <w:spacing w:val="4"/>
        </w:rPr>
      </w:r>
      <w:r w:rsidR="003A2473" w:rsidRPr="00024600">
        <w:rPr>
          <w:rFonts w:cs="Arial"/>
          <w:bCs/>
          <w:spacing w:val="4"/>
        </w:rPr>
        <w:fldChar w:fldCharType="separate"/>
      </w:r>
      <w:r w:rsidR="003A2473" w:rsidRPr="00024600">
        <w:rPr>
          <w:rFonts w:cs="Arial"/>
          <w:bCs/>
          <w:noProof/>
          <w:spacing w:val="4"/>
        </w:rPr>
        <w:t> </w:t>
      </w:r>
      <w:r w:rsidR="003A2473" w:rsidRPr="00024600">
        <w:rPr>
          <w:rFonts w:cs="Arial"/>
          <w:bCs/>
          <w:noProof/>
          <w:spacing w:val="4"/>
        </w:rPr>
        <w:t> </w:t>
      </w:r>
      <w:r w:rsidR="003A2473" w:rsidRPr="00024600">
        <w:rPr>
          <w:rFonts w:cs="Arial"/>
          <w:bCs/>
          <w:noProof/>
          <w:spacing w:val="4"/>
        </w:rPr>
        <w:t> </w:t>
      </w:r>
      <w:r w:rsidR="003A2473" w:rsidRPr="00024600">
        <w:rPr>
          <w:rFonts w:cs="Arial"/>
          <w:bCs/>
          <w:noProof/>
          <w:spacing w:val="4"/>
        </w:rPr>
        <w:t> </w:t>
      </w:r>
      <w:r w:rsidR="003A2473" w:rsidRPr="00024600">
        <w:rPr>
          <w:rFonts w:cs="Arial"/>
          <w:bCs/>
          <w:noProof/>
          <w:spacing w:val="4"/>
        </w:rPr>
        <w:t> </w:t>
      </w:r>
      <w:r w:rsidR="003A2473" w:rsidRPr="00024600">
        <w:rPr>
          <w:rFonts w:cs="Arial"/>
          <w:bCs/>
          <w:spacing w:val="4"/>
        </w:rPr>
        <w:fldChar w:fldCharType="end"/>
      </w:r>
      <w:permEnd w:id="81938903"/>
      <w:r w:rsidRPr="00024600">
        <w:rPr>
          <w:rFonts w:cs="Arial"/>
          <w:bCs/>
          <w:spacing w:val="4"/>
        </w:rPr>
        <w:tab/>
      </w:r>
    </w:p>
    <w:p w14:paraId="66855056" w14:textId="05F4FDA9" w:rsidR="000F21BD" w:rsidRPr="00024600" w:rsidRDefault="000F21BD" w:rsidP="00C90E65">
      <w:pPr>
        <w:tabs>
          <w:tab w:val="left" w:pos="2127"/>
        </w:tabs>
        <w:spacing w:before="0"/>
        <w:rPr>
          <w:rFonts w:cs="Arial"/>
          <w:bCs/>
          <w:spacing w:val="4"/>
        </w:rPr>
      </w:pPr>
      <w:r w:rsidRPr="00024600">
        <w:rPr>
          <w:rFonts w:cs="Arial"/>
          <w:bCs/>
          <w:spacing w:val="4"/>
        </w:rPr>
        <w:t>spisová značka:</w:t>
      </w:r>
      <w:r w:rsidR="003A2473" w:rsidRPr="00024600">
        <w:rPr>
          <w:rFonts w:cs="Arial"/>
          <w:bCs/>
          <w:spacing w:val="4"/>
        </w:rPr>
        <w:tab/>
      </w:r>
      <w:permStart w:id="1649693226" w:edGrp="everyone"/>
      <w:r w:rsidR="009B6F5E" w:rsidRPr="00024600">
        <w:rPr>
          <w:rFonts w:cs="Arial"/>
          <w:bCs/>
          <w:spacing w:val="4"/>
        </w:rPr>
        <w:fldChar w:fldCharType="begin">
          <w:ffData>
            <w:name w:val="Text3"/>
            <w:enabled/>
            <w:calcOnExit w:val="0"/>
            <w:textInput/>
          </w:ffData>
        </w:fldChar>
      </w:r>
      <w:r w:rsidR="009B6F5E" w:rsidRPr="00024600">
        <w:rPr>
          <w:rFonts w:cs="Arial"/>
          <w:bCs/>
          <w:spacing w:val="4"/>
        </w:rPr>
        <w:instrText xml:space="preserve"> FORMTEXT </w:instrText>
      </w:r>
      <w:r w:rsidR="009B6F5E" w:rsidRPr="00024600">
        <w:rPr>
          <w:rFonts w:cs="Arial"/>
          <w:bCs/>
          <w:spacing w:val="4"/>
        </w:rPr>
      </w:r>
      <w:r w:rsidR="009B6F5E" w:rsidRPr="00024600">
        <w:rPr>
          <w:rFonts w:cs="Arial"/>
          <w:bCs/>
          <w:spacing w:val="4"/>
        </w:rPr>
        <w:fldChar w:fldCharType="separate"/>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spacing w:val="4"/>
        </w:rPr>
        <w:fldChar w:fldCharType="end"/>
      </w:r>
      <w:permEnd w:id="1649693226"/>
    </w:p>
    <w:p w14:paraId="2367D7A6" w14:textId="5AE6DC7C" w:rsidR="000F21BD" w:rsidRPr="00024600" w:rsidRDefault="000F21BD" w:rsidP="00C90E65">
      <w:pPr>
        <w:tabs>
          <w:tab w:val="left" w:pos="2127"/>
        </w:tabs>
        <w:spacing w:before="0"/>
        <w:rPr>
          <w:rFonts w:cs="Arial"/>
          <w:bCs/>
          <w:spacing w:val="4"/>
        </w:rPr>
      </w:pPr>
      <w:r w:rsidRPr="00024600">
        <w:rPr>
          <w:rFonts w:cs="Arial"/>
          <w:bCs/>
          <w:spacing w:val="4"/>
        </w:rPr>
        <w:t>bankovní spojení:</w:t>
      </w:r>
      <w:r w:rsidR="003A2473" w:rsidRPr="00024600">
        <w:rPr>
          <w:rFonts w:cs="Arial"/>
          <w:bCs/>
          <w:spacing w:val="4"/>
        </w:rPr>
        <w:tab/>
      </w:r>
      <w:permStart w:id="2122345612" w:edGrp="everyone"/>
      <w:r w:rsidR="009B6F5E" w:rsidRPr="00024600">
        <w:rPr>
          <w:rFonts w:cs="Arial"/>
          <w:bCs/>
          <w:spacing w:val="4"/>
        </w:rPr>
        <w:fldChar w:fldCharType="begin">
          <w:ffData>
            <w:name w:val="Text3"/>
            <w:enabled/>
            <w:calcOnExit w:val="0"/>
            <w:textInput/>
          </w:ffData>
        </w:fldChar>
      </w:r>
      <w:r w:rsidR="009B6F5E" w:rsidRPr="00024600">
        <w:rPr>
          <w:rFonts w:cs="Arial"/>
          <w:bCs/>
          <w:spacing w:val="4"/>
        </w:rPr>
        <w:instrText xml:space="preserve"> FORMTEXT </w:instrText>
      </w:r>
      <w:r w:rsidR="009B6F5E" w:rsidRPr="00024600">
        <w:rPr>
          <w:rFonts w:cs="Arial"/>
          <w:bCs/>
          <w:spacing w:val="4"/>
        </w:rPr>
      </w:r>
      <w:r w:rsidR="009B6F5E" w:rsidRPr="00024600">
        <w:rPr>
          <w:rFonts w:cs="Arial"/>
          <w:bCs/>
          <w:spacing w:val="4"/>
        </w:rPr>
        <w:fldChar w:fldCharType="separate"/>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spacing w:val="4"/>
        </w:rPr>
        <w:fldChar w:fldCharType="end"/>
      </w:r>
      <w:permEnd w:id="2122345612"/>
    </w:p>
    <w:p w14:paraId="61C8BE10" w14:textId="2B65BB4A" w:rsidR="000F21BD" w:rsidRPr="00024600" w:rsidRDefault="000F21BD" w:rsidP="00C90E65">
      <w:pPr>
        <w:tabs>
          <w:tab w:val="left" w:pos="2127"/>
        </w:tabs>
        <w:spacing w:before="0"/>
        <w:rPr>
          <w:rFonts w:cs="Arial"/>
          <w:bCs/>
          <w:spacing w:val="4"/>
        </w:rPr>
      </w:pPr>
      <w:r w:rsidRPr="00024600">
        <w:rPr>
          <w:rFonts w:cs="Arial"/>
          <w:bCs/>
          <w:spacing w:val="4"/>
        </w:rPr>
        <w:t>číslo účtu:</w:t>
      </w:r>
      <w:r w:rsidR="003A2473" w:rsidRPr="00024600">
        <w:rPr>
          <w:rFonts w:cs="Arial"/>
          <w:bCs/>
          <w:spacing w:val="4"/>
        </w:rPr>
        <w:tab/>
      </w:r>
      <w:permStart w:id="473634163" w:edGrp="everyone"/>
      <w:r w:rsidR="009B6F5E" w:rsidRPr="00024600">
        <w:rPr>
          <w:rFonts w:cs="Arial"/>
          <w:bCs/>
          <w:spacing w:val="4"/>
        </w:rPr>
        <w:fldChar w:fldCharType="begin">
          <w:ffData>
            <w:name w:val="Text3"/>
            <w:enabled/>
            <w:calcOnExit w:val="0"/>
            <w:textInput/>
          </w:ffData>
        </w:fldChar>
      </w:r>
      <w:r w:rsidR="009B6F5E" w:rsidRPr="00024600">
        <w:rPr>
          <w:rFonts w:cs="Arial"/>
          <w:bCs/>
          <w:spacing w:val="4"/>
        </w:rPr>
        <w:instrText xml:space="preserve"> FORMTEXT </w:instrText>
      </w:r>
      <w:r w:rsidR="009B6F5E" w:rsidRPr="00024600">
        <w:rPr>
          <w:rFonts w:cs="Arial"/>
          <w:bCs/>
          <w:spacing w:val="4"/>
        </w:rPr>
      </w:r>
      <w:r w:rsidR="009B6F5E" w:rsidRPr="00024600">
        <w:rPr>
          <w:rFonts w:cs="Arial"/>
          <w:bCs/>
          <w:spacing w:val="4"/>
        </w:rPr>
        <w:fldChar w:fldCharType="separate"/>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spacing w:val="4"/>
        </w:rPr>
        <w:fldChar w:fldCharType="end"/>
      </w:r>
      <w:permEnd w:id="473634163"/>
    </w:p>
    <w:p w14:paraId="6D3065F1" w14:textId="1A1D3629" w:rsidR="000F21BD" w:rsidRPr="00024600" w:rsidRDefault="000F21BD" w:rsidP="00C90E65">
      <w:pPr>
        <w:tabs>
          <w:tab w:val="left" w:pos="2127"/>
        </w:tabs>
        <w:spacing w:before="0"/>
        <w:rPr>
          <w:rFonts w:cs="Arial"/>
          <w:bCs/>
          <w:spacing w:val="4"/>
        </w:rPr>
      </w:pPr>
      <w:r w:rsidRPr="00024600">
        <w:rPr>
          <w:rFonts w:cs="Arial"/>
          <w:bCs/>
          <w:spacing w:val="4"/>
        </w:rPr>
        <w:t>IČO</w:t>
      </w:r>
      <w:r w:rsidR="003A2473" w:rsidRPr="00024600">
        <w:rPr>
          <w:rFonts w:cs="Arial"/>
          <w:bCs/>
          <w:spacing w:val="4"/>
        </w:rPr>
        <w:t>:</w:t>
      </w:r>
      <w:r w:rsidR="003A2473" w:rsidRPr="00024600">
        <w:rPr>
          <w:rFonts w:cs="Arial"/>
          <w:bCs/>
          <w:spacing w:val="4"/>
        </w:rPr>
        <w:tab/>
      </w:r>
      <w:permStart w:id="1745498364" w:edGrp="everyone"/>
      <w:r w:rsidR="009B6F5E" w:rsidRPr="00024600">
        <w:rPr>
          <w:rFonts w:cs="Arial"/>
          <w:bCs/>
          <w:spacing w:val="4"/>
        </w:rPr>
        <w:fldChar w:fldCharType="begin">
          <w:ffData>
            <w:name w:val="Text3"/>
            <w:enabled/>
            <w:calcOnExit w:val="0"/>
            <w:textInput/>
          </w:ffData>
        </w:fldChar>
      </w:r>
      <w:r w:rsidR="009B6F5E" w:rsidRPr="00024600">
        <w:rPr>
          <w:rFonts w:cs="Arial"/>
          <w:bCs/>
          <w:spacing w:val="4"/>
        </w:rPr>
        <w:instrText xml:space="preserve"> FORMTEXT </w:instrText>
      </w:r>
      <w:r w:rsidR="009B6F5E" w:rsidRPr="00024600">
        <w:rPr>
          <w:rFonts w:cs="Arial"/>
          <w:bCs/>
          <w:spacing w:val="4"/>
        </w:rPr>
      </w:r>
      <w:r w:rsidR="009B6F5E" w:rsidRPr="00024600">
        <w:rPr>
          <w:rFonts w:cs="Arial"/>
          <w:bCs/>
          <w:spacing w:val="4"/>
        </w:rPr>
        <w:fldChar w:fldCharType="separate"/>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spacing w:val="4"/>
        </w:rPr>
        <w:fldChar w:fldCharType="end"/>
      </w:r>
      <w:permEnd w:id="1745498364"/>
    </w:p>
    <w:p w14:paraId="74C3D199" w14:textId="53053D01" w:rsidR="000F21BD" w:rsidRPr="00024600" w:rsidRDefault="000F21BD" w:rsidP="00C90E65">
      <w:pPr>
        <w:tabs>
          <w:tab w:val="left" w:pos="2127"/>
        </w:tabs>
        <w:spacing w:before="0"/>
        <w:rPr>
          <w:rFonts w:cs="Arial"/>
          <w:bCs/>
          <w:spacing w:val="4"/>
        </w:rPr>
      </w:pPr>
      <w:r w:rsidRPr="00024600">
        <w:rPr>
          <w:rFonts w:cs="Arial"/>
          <w:bCs/>
          <w:spacing w:val="4"/>
        </w:rPr>
        <w:t>DIČ:</w:t>
      </w:r>
      <w:r w:rsidR="003A2473" w:rsidRPr="00024600">
        <w:rPr>
          <w:rFonts w:cs="Arial"/>
          <w:bCs/>
          <w:spacing w:val="4"/>
        </w:rPr>
        <w:tab/>
      </w:r>
      <w:permStart w:id="1755847226" w:edGrp="everyone"/>
      <w:r w:rsidR="009B6F5E" w:rsidRPr="00024600">
        <w:rPr>
          <w:rFonts w:cs="Arial"/>
          <w:bCs/>
          <w:spacing w:val="4"/>
        </w:rPr>
        <w:fldChar w:fldCharType="begin">
          <w:ffData>
            <w:name w:val="Text3"/>
            <w:enabled/>
            <w:calcOnExit w:val="0"/>
            <w:textInput/>
          </w:ffData>
        </w:fldChar>
      </w:r>
      <w:r w:rsidR="009B6F5E" w:rsidRPr="00024600">
        <w:rPr>
          <w:rFonts w:cs="Arial"/>
          <w:bCs/>
          <w:spacing w:val="4"/>
        </w:rPr>
        <w:instrText xml:space="preserve"> FORMTEXT </w:instrText>
      </w:r>
      <w:r w:rsidR="009B6F5E" w:rsidRPr="00024600">
        <w:rPr>
          <w:rFonts w:cs="Arial"/>
          <w:bCs/>
          <w:spacing w:val="4"/>
        </w:rPr>
      </w:r>
      <w:r w:rsidR="009B6F5E" w:rsidRPr="00024600">
        <w:rPr>
          <w:rFonts w:cs="Arial"/>
          <w:bCs/>
          <w:spacing w:val="4"/>
        </w:rPr>
        <w:fldChar w:fldCharType="separate"/>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spacing w:val="4"/>
        </w:rPr>
        <w:fldChar w:fldCharType="end"/>
      </w:r>
      <w:permEnd w:id="1755847226"/>
    </w:p>
    <w:p w14:paraId="174CCEF3" w14:textId="13675096" w:rsidR="000F21BD" w:rsidRPr="00024600" w:rsidRDefault="000F21BD" w:rsidP="00C90E65">
      <w:pPr>
        <w:tabs>
          <w:tab w:val="left" w:pos="2127"/>
        </w:tabs>
        <w:spacing w:before="0"/>
        <w:rPr>
          <w:rFonts w:cs="Arial"/>
          <w:bCs/>
          <w:spacing w:val="4"/>
        </w:rPr>
      </w:pPr>
      <w:r w:rsidRPr="00024600">
        <w:rPr>
          <w:rFonts w:cs="Arial"/>
          <w:bCs/>
          <w:spacing w:val="4"/>
        </w:rPr>
        <w:t>Zastoupen:</w:t>
      </w:r>
      <w:r w:rsidR="003A2473" w:rsidRPr="00024600">
        <w:rPr>
          <w:rFonts w:cs="Arial"/>
          <w:bCs/>
          <w:spacing w:val="4"/>
        </w:rPr>
        <w:tab/>
      </w:r>
      <w:permStart w:id="2048355668" w:edGrp="everyone"/>
      <w:r w:rsidR="009B6F5E" w:rsidRPr="00024600">
        <w:rPr>
          <w:rFonts w:cs="Arial"/>
          <w:bCs/>
          <w:spacing w:val="4"/>
        </w:rPr>
        <w:fldChar w:fldCharType="begin">
          <w:ffData>
            <w:name w:val="Text3"/>
            <w:enabled/>
            <w:calcOnExit w:val="0"/>
            <w:textInput/>
          </w:ffData>
        </w:fldChar>
      </w:r>
      <w:r w:rsidR="009B6F5E" w:rsidRPr="00024600">
        <w:rPr>
          <w:rFonts w:cs="Arial"/>
          <w:bCs/>
          <w:spacing w:val="4"/>
        </w:rPr>
        <w:instrText xml:space="preserve"> FORMTEXT </w:instrText>
      </w:r>
      <w:r w:rsidR="009B6F5E" w:rsidRPr="00024600">
        <w:rPr>
          <w:rFonts w:cs="Arial"/>
          <w:bCs/>
          <w:spacing w:val="4"/>
        </w:rPr>
      </w:r>
      <w:r w:rsidR="009B6F5E" w:rsidRPr="00024600">
        <w:rPr>
          <w:rFonts w:cs="Arial"/>
          <w:bCs/>
          <w:spacing w:val="4"/>
        </w:rPr>
        <w:fldChar w:fldCharType="separate"/>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spacing w:val="4"/>
        </w:rPr>
        <w:fldChar w:fldCharType="end"/>
      </w:r>
      <w:permEnd w:id="2048355668"/>
    </w:p>
    <w:p w14:paraId="48E85BDE" w14:textId="5BDC795E" w:rsidR="009B6F5E" w:rsidRPr="00024600" w:rsidRDefault="009B6F5E" w:rsidP="00C90E65">
      <w:pPr>
        <w:tabs>
          <w:tab w:val="left" w:pos="2127"/>
        </w:tabs>
        <w:spacing w:before="0"/>
        <w:rPr>
          <w:rFonts w:cs="Arial"/>
          <w:bCs/>
          <w:spacing w:val="4"/>
        </w:rPr>
      </w:pPr>
      <w:r w:rsidRPr="00024600">
        <w:rPr>
          <w:rFonts w:cs="Arial"/>
          <w:bCs/>
          <w:spacing w:val="4"/>
        </w:rPr>
        <w:tab/>
      </w:r>
      <w:permStart w:id="584803795" w:edGrp="everyone"/>
      <w:r w:rsidRPr="00024600">
        <w:rPr>
          <w:rFonts w:cs="Arial"/>
          <w:bCs/>
          <w:spacing w:val="4"/>
        </w:rPr>
        <w:fldChar w:fldCharType="begin">
          <w:ffData>
            <w:name w:val="Text3"/>
            <w:enabled/>
            <w:calcOnExit w:val="0"/>
            <w:textInput/>
          </w:ffData>
        </w:fldChar>
      </w:r>
      <w:r w:rsidRPr="00024600">
        <w:rPr>
          <w:rFonts w:cs="Arial"/>
          <w:bCs/>
          <w:spacing w:val="4"/>
        </w:rPr>
        <w:instrText xml:space="preserve"> FORMTEXT </w:instrText>
      </w:r>
      <w:r w:rsidRPr="00024600">
        <w:rPr>
          <w:rFonts w:cs="Arial"/>
          <w:bCs/>
          <w:spacing w:val="4"/>
        </w:rPr>
      </w:r>
      <w:r w:rsidRPr="00024600">
        <w:rPr>
          <w:rFonts w:cs="Arial"/>
          <w:bCs/>
          <w:spacing w:val="4"/>
        </w:rPr>
        <w:fldChar w:fldCharType="separate"/>
      </w:r>
      <w:r w:rsidRPr="00024600">
        <w:rPr>
          <w:rFonts w:cs="Arial"/>
          <w:bCs/>
          <w:noProof/>
          <w:spacing w:val="4"/>
        </w:rPr>
        <w:t> </w:t>
      </w:r>
      <w:r w:rsidRPr="00024600">
        <w:rPr>
          <w:rFonts w:cs="Arial"/>
          <w:bCs/>
          <w:noProof/>
          <w:spacing w:val="4"/>
        </w:rPr>
        <w:t> </w:t>
      </w:r>
      <w:r w:rsidRPr="00024600">
        <w:rPr>
          <w:rFonts w:cs="Arial"/>
          <w:bCs/>
          <w:noProof/>
          <w:spacing w:val="4"/>
        </w:rPr>
        <w:t> </w:t>
      </w:r>
      <w:r w:rsidRPr="00024600">
        <w:rPr>
          <w:rFonts w:cs="Arial"/>
          <w:bCs/>
          <w:noProof/>
          <w:spacing w:val="4"/>
        </w:rPr>
        <w:t> </w:t>
      </w:r>
      <w:r w:rsidRPr="00024600">
        <w:rPr>
          <w:rFonts w:cs="Arial"/>
          <w:bCs/>
          <w:noProof/>
          <w:spacing w:val="4"/>
        </w:rPr>
        <w:t> </w:t>
      </w:r>
      <w:r w:rsidRPr="00024600">
        <w:rPr>
          <w:rFonts w:cs="Arial"/>
          <w:bCs/>
          <w:spacing w:val="4"/>
        </w:rPr>
        <w:fldChar w:fldCharType="end"/>
      </w:r>
      <w:permEnd w:id="584803795"/>
    </w:p>
    <w:p w14:paraId="78ABF732" w14:textId="77777777" w:rsidR="000F21BD" w:rsidRPr="00024600" w:rsidRDefault="000F21BD" w:rsidP="000F21BD">
      <w:pPr>
        <w:tabs>
          <w:tab w:val="left" w:pos="2016"/>
        </w:tabs>
        <w:spacing w:before="0"/>
        <w:ind w:left="425" w:hanging="425"/>
        <w:jc w:val="left"/>
        <w:rPr>
          <w:rFonts w:cs="Arial"/>
          <w:bCs/>
          <w:iCs/>
          <w:spacing w:val="4"/>
        </w:rPr>
      </w:pPr>
      <w:r w:rsidRPr="00024600">
        <w:rPr>
          <w:rFonts w:cs="Arial"/>
          <w:b/>
          <w:spacing w:val="4"/>
        </w:rPr>
        <w:tab/>
      </w:r>
      <w:r w:rsidRPr="00024600">
        <w:rPr>
          <w:rFonts w:cs="Arial"/>
          <w:b/>
          <w:spacing w:val="4"/>
        </w:rPr>
        <w:tab/>
      </w:r>
    </w:p>
    <w:p w14:paraId="78373ED5" w14:textId="0428C64E" w:rsidR="000F21BD" w:rsidRPr="00024600" w:rsidRDefault="000F21BD" w:rsidP="000F21BD">
      <w:pPr>
        <w:spacing w:before="0"/>
        <w:ind w:firstLine="1"/>
        <w:rPr>
          <w:rFonts w:cs="Arial"/>
          <w:bCs/>
          <w:spacing w:val="4"/>
        </w:rPr>
      </w:pPr>
      <w:r w:rsidRPr="00024600">
        <w:rPr>
          <w:rFonts w:cs="Arial"/>
          <w:bCs/>
          <w:spacing w:val="4"/>
        </w:rPr>
        <w:t xml:space="preserve">Osoby oprávněné jednat za </w:t>
      </w:r>
      <w:r w:rsidR="00B63E9D" w:rsidRPr="00024600">
        <w:rPr>
          <w:rFonts w:cs="Arial"/>
          <w:bCs/>
          <w:spacing w:val="4"/>
        </w:rPr>
        <w:t>zhotovitele</w:t>
      </w:r>
      <w:r w:rsidRPr="00024600">
        <w:rPr>
          <w:rFonts w:cs="Arial"/>
          <w:bCs/>
          <w:spacing w:val="4"/>
        </w:rPr>
        <w:t xml:space="preserve"> v rámci uzavřené </w:t>
      </w:r>
      <w:r w:rsidR="00643453" w:rsidRPr="00024600">
        <w:rPr>
          <w:rFonts w:cs="Arial"/>
          <w:bCs/>
          <w:spacing w:val="4"/>
        </w:rPr>
        <w:t xml:space="preserve">rámcové dohody </w:t>
      </w:r>
      <w:r w:rsidRPr="00024600">
        <w:rPr>
          <w:rFonts w:cs="Arial"/>
          <w:bCs/>
          <w:spacing w:val="4"/>
        </w:rPr>
        <w:t>a dílčích smluv ve věcech:</w:t>
      </w:r>
    </w:p>
    <w:p w14:paraId="7A727360" w14:textId="62A14EE2" w:rsidR="000F21BD" w:rsidRPr="00024600" w:rsidRDefault="000F21BD" w:rsidP="000F21BD">
      <w:pPr>
        <w:snapToGrid w:val="0"/>
        <w:spacing w:before="0"/>
        <w:ind w:left="425" w:hanging="425"/>
        <w:rPr>
          <w:rFonts w:cs="Arial"/>
          <w:bCs/>
          <w:spacing w:val="6"/>
        </w:rPr>
      </w:pPr>
      <w:r w:rsidRPr="00024600">
        <w:rPr>
          <w:rFonts w:cs="Arial"/>
          <w:bCs/>
          <w:spacing w:val="6"/>
        </w:rPr>
        <w:t>a/ smluvních:</w:t>
      </w:r>
      <w:r w:rsidR="009607A4" w:rsidRPr="00024600">
        <w:rPr>
          <w:rFonts w:cs="Arial"/>
          <w:bCs/>
          <w:spacing w:val="6"/>
        </w:rPr>
        <w:t xml:space="preserve"> </w:t>
      </w:r>
      <w:permStart w:id="1323190792" w:edGrp="everyone"/>
      <w:r w:rsidR="009607A4" w:rsidRPr="00024600">
        <w:rPr>
          <w:rFonts w:cs="Arial"/>
          <w:bCs/>
          <w:spacing w:val="6"/>
        </w:rPr>
        <w:t>XXX</w:t>
      </w:r>
      <w:permEnd w:id="1323190792"/>
      <w:r w:rsidRPr="00024600">
        <w:rPr>
          <w:rFonts w:cs="Arial"/>
          <w:bCs/>
          <w:spacing w:val="6"/>
        </w:rPr>
        <w:tab/>
      </w:r>
      <w:r w:rsidRPr="00024600">
        <w:rPr>
          <w:rFonts w:cs="Arial"/>
          <w:bCs/>
          <w:spacing w:val="6"/>
        </w:rPr>
        <w:tab/>
      </w:r>
      <w:r w:rsidRPr="00024600">
        <w:rPr>
          <w:rFonts w:cs="Arial"/>
          <w:bCs/>
          <w:spacing w:val="6"/>
        </w:rPr>
        <w:tab/>
      </w:r>
      <w:r w:rsidRPr="00024600">
        <w:rPr>
          <w:rFonts w:cs="Arial"/>
          <w:bCs/>
          <w:spacing w:val="6"/>
        </w:rPr>
        <w:tab/>
      </w:r>
    </w:p>
    <w:p w14:paraId="13C12FC6" w14:textId="35267245" w:rsidR="000F21BD" w:rsidRPr="00024600" w:rsidRDefault="000F21BD" w:rsidP="000F21BD">
      <w:pPr>
        <w:snapToGrid w:val="0"/>
        <w:spacing w:before="0"/>
        <w:ind w:left="425" w:hanging="425"/>
        <w:rPr>
          <w:rFonts w:cs="Arial"/>
          <w:bCs/>
          <w:spacing w:val="6"/>
        </w:rPr>
      </w:pPr>
      <w:r w:rsidRPr="00024600">
        <w:rPr>
          <w:rFonts w:cs="Arial"/>
          <w:bCs/>
          <w:spacing w:val="6"/>
        </w:rPr>
        <w:t xml:space="preserve">b/ technických a realizace díla: </w:t>
      </w:r>
      <w:permStart w:id="1293890845" w:edGrp="everyone"/>
      <w:r w:rsidR="009607A4" w:rsidRPr="00024600">
        <w:rPr>
          <w:rFonts w:cs="Arial"/>
          <w:bCs/>
          <w:spacing w:val="6"/>
        </w:rPr>
        <w:t>XXX</w:t>
      </w:r>
      <w:permEnd w:id="1293890845"/>
      <w:r w:rsidRPr="00024600">
        <w:rPr>
          <w:rFonts w:cs="Arial"/>
          <w:bCs/>
          <w:spacing w:val="6"/>
        </w:rPr>
        <w:t xml:space="preserve">              </w:t>
      </w:r>
      <w:r w:rsidRPr="00024600">
        <w:rPr>
          <w:rFonts w:cs="Arial"/>
          <w:bCs/>
          <w:spacing w:val="6"/>
        </w:rPr>
        <w:tab/>
      </w:r>
      <w:r w:rsidRPr="00024600">
        <w:rPr>
          <w:rFonts w:cs="Arial"/>
          <w:bCs/>
          <w:spacing w:val="6"/>
        </w:rPr>
        <w:tab/>
      </w:r>
    </w:p>
    <w:p w14:paraId="7552892E" w14:textId="77777777" w:rsidR="000F21BD" w:rsidRPr="00024600" w:rsidRDefault="000F21BD" w:rsidP="000F21BD">
      <w:pPr>
        <w:tabs>
          <w:tab w:val="left" w:pos="2016"/>
        </w:tabs>
        <w:spacing w:before="0"/>
        <w:ind w:left="425" w:hanging="425"/>
        <w:rPr>
          <w:rFonts w:cs="Arial"/>
          <w:bCs/>
          <w:iCs/>
          <w:spacing w:val="4"/>
        </w:rPr>
      </w:pPr>
      <w:r w:rsidRPr="00024600">
        <w:rPr>
          <w:rFonts w:cs="Arial"/>
          <w:bCs/>
          <w:iCs/>
          <w:spacing w:val="4"/>
        </w:rPr>
        <w:tab/>
      </w:r>
      <w:r w:rsidRPr="00024600">
        <w:rPr>
          <w:rFonts w:cs="Arial"/>
          <w:bCs/>
          <w:iCs/>
          <w:spacing w:val="4"/>
        </w:rPr>
        <w:tab/>
      </w:r>
      <w:r w:rsidRPr="00024600">
        <w:rPr>
          <w:rFonts w:cs="Arial"/>
          <w:bCs/>
          <w:iCs/>
          <w:spacing w:val="4"/>
        </w:rPr>
        <w:tab/>
      </w:r>
      <w:r w:rsidRPr="00024600">
        <w:rPr>
          <w:rFonts w:cs="Arial"/>
          <w:bCs/>
          <w:iCs/>
          <w:spacing w:val="4"/>
        </w:rPr>
        <w:tab/>
      </w:r>
    </w:p>
    <w:p w14:paraId="7A65AA23" w14:textId="77777777" w:rsidR="000F21BD" w:rsidRPr="00024600" w:rsidRDefault="000F21BD" w:rsidP="000F21BD">
      <w:pPr>
        <w:spacing w:before="0"/>
        <w:ind w:left="425" w:hanging="425"/>
        <w:rPr>
          <w:rFonts w:cs="Arial"/>
          <w:bCs/>
          <w:spacing w:val="4"/>
        </w:rPr>
      </w:pPr>
      <w:r w:rsidRPr="00024600">
        <w:rPr>
          <w:rFonts w:cs="Arial"/>
          <w:bCs/>
          <w:spacing w:val="4"/>
        </w:rPr>
        <w:t>(dále jen „</w:t>
      </w:r>
      <w:r w:rsidRPr="00024600">
        <w:rPr>
          <w:rFonts w:cs="Arial"/>
          <w:bCs/>
          <w:i/>
          <w:spacing w:val="4"/>
        </w:rPr>
        <w:t>Zhotovitel</w:t>
      </w:r>
      <w:r w:rsidRPr="00024600">
        <w:rPr>
          <w:rFonts w:cs="Arial"/>
          <w:bCs/>
          <w:spacing w:val="4"/>
        </w:rPr>
        <w:t>“)</w:t>
      </w:r>
    </w:p>
    <w:p w14:paraId="5DDA27C2" w14:textId="77777777" w:rsidR="00F435B6" w:rsidRPr="00024600" w:rsidRDefault="00F435B6" w:rsidP="009607A4">
      <w:pPr>
        <w:spacing w:before="0"/>
        <w:rPr>
          <w:rFonts w:cs="Arial"/>
          <w:spacing w:val="4"/>
        </w:rPr>
      </w:pPr>
    </w:p>
    <w:p w14:paraId="113B016F" w14:textId="18275E09" w:rsidR="000F21BD" w:rsidRPr="00024600" w:rsidRDefault="000F21BD" w:rsidP="000F21BD">
      <w:pPr>
        <w:snapToGrid w:val="0"/>
        <w:spacing w:before="0"/>
        <w:rPr>
          <w:rFonts w:cs="Arial"/>
          <w:spacing w:val="6"/>
        </w:rPr>
      </w:pPr>
      <w:r w:rsidRPr="00024600">
        <w:rPr>
          <w:rFonts w:cs="Arial"/>
          <w:spacing w:val="6"/>
        </w:rPr>
        <w:t xml:space="preserve">Objednatel a Zhotovitel (společně též „Smluvní strany“) níže uvedeného dne, měsíce a roku uzavírají na základě </w:t>
      </w:r>
      <w:r w:rsidR="009607A4" w:rsidRPr="00024600">
        <w:rPr>
          <w:rFonts w:cs="Arial"/>
          <w:spacing w:val="6"/>
        </w:rPr>
        <w:t xml:space="preserve">zadávacího </w:t>
      </w:r>
      <w:r w:rsidRPr="00024600">
        <w:rPr>
          <w:rFonts w:cs="Arial"/>
          <w:spacing w:val="6"/>
        </w:rPr>
        <w:t xml:space="preserve">řízení č. </w:t>
      </w:r>
      <w:permStart w:id="2058118080" w:edGrp="everyone"/>
      <w:r w:rsidR="000E03FE">
        <w:rPr>
          <w:rFonts w:cs="Arial"/>
          <w:spacing w:val="6"/>
        </w:rPr>
        <w:t>271</w:t>
      </w:r>
      <w:r w:rsidRPr="00024600">
        <w:rPr>
          <w:rFonts w:cs="Arial"/>
          <w:spacing w:val="6"/>
        </w:rPr>
        <w:t>/</w:t>
      </w:r>
      <w:r w:rsidR="00064513" w:rsidRPr="00024600">
        <w:rPr>
          <w:rFonts w:cs="Arial"/>
          <w:spacing w:val="6"/>
        </w:rPr>
        <w:t>2</w:t>
      </w:r>
      <w:r w:rsidR="00031DE5">
        <w:rPr>
          <w:rFonts w:cs="Arial"/>
          <w:spacing w:val="6"/>
        </w:rPr>
        <w:t>3</w:t>
      </w:r>
      <w:r w:rsidRPr="00024600">
        <w:rPr>
          <w:rFonts w:cs="Arial"/>
          <w:spacing w:val="6"/>
        </w:rPr>
        <w:t>/OCN</w:t>
      </w:r>
      <w:permEnd w:id="2058118080"/>
      <w:r w:rsidRPr="00024600">
        <w:rPr>
          <w:rFonts w:cs="Arial"/>
          <w:spacing w:val="6"/>
        </w:rPr>
        <w:t xml:space="preserve"> </w:t>
      </w:r>
      <w:r w:rsidR="00DF2E9F" w:rsidRPr="00024600">
        <w:rPr>
          <w:rFonts w:cs="Arial"/>
          <w:spacing w:val="6"/>
        </w:rPr>
        <w:t>t</w:t>
      </w:r>
      <w:r w:rsidRPr="00024600">
        <w:rPr>
          <w:rFonts w:cs="Arial"/>
          <w:spacing w:val="6"/>
        </w:rPr>
        <w:t xml:space="preserve">uto rámcovou </w:t>
      </w:r>
      <w:r w:rsidR="00CE3BB3" w:rsidRPr="00024600">
        <w:rPr>
          <w:rFonts w:cs="Arial"/>
          <w:spacing w:val="6"/>
        </w:rPr>
        <w:t>dohodu o dílo s názvem „</w:t>
      </w:r>
      <w:permStart w:id="1756771013" w:edGrp="everyone"/>
      <w:r w:rsidR="00031DE5" w:rsidRPr="00031DE5">
        <w:rPr>
          <w:rFonts w:cs="Arial"/>
        </w:rPr>
        <w:t>Provádění revizí a kontrol elektrických zařízení nízkého napětí a hromosvodů na skladech ČEPRO, a.s</w:t>
      </w:r>
      <w:r w:rsidR="00031DE5">
        <w:rPr>
          <w:rFonts w:cs="Arial"/>
        </w:rPr>
        <w:t>.</w:t>
      </w:r>
      <w:permEnd w:id="1756771013"/>
      <w:r w:rsidRPr="00024600">
        <w:rPr>
          <w:rFonts w:cs="Arial"/>
          <w:spacing w:val="6"/>
        </w:rPr>
        <w:t xml:space="preserve">“ (dále jen též jen „Smlouva“) v souladu s platnou </w:t>
      </w:r>
      <w:r w:rsidR="005C3420" w:rsidRPr="00024600">
        <w:rPr>
          <w:rFonts w:cs="Arial"/>
          <w:spacing w:val="6"/>
        </w:rPr>
        <w:t xml:space="preserve">a účinnou </w:t>
      </w:r>
      <w:r w:rsidRPr="00024600">
        <w:rPr>
          <w:rFonts w:cs="Arial"/>
          <w:spacing w:val="6"/>
        </w:rPr>
        <w:t xml:space="preserve">legislativou v následujícím znění. </w:t>
      </w:r>
    </w:p>
    <w:p w14:paraId="1FB2BD24" w14:textId="77777777" w:rsidR="000F21BD" w:rsidRPr="00024600" w:rsidRDefault="000F21BD" w:rsidP="00A378E5">
      <w:pPr>
        <w:pStyle w:val="01-L"/>
        <w:ind w:left="454"/>
        <w:rPr>
          <w:rFonts w:cs="Arial"/>
          <w:bCs w:val="0"/>
        </w:rPr>
      </w:pPr>
      <w:r w:rsidRPr="00024600">
        <w:rPr>
          <w:rFonts w:cs="Arial"/>
          <w:bCs w:val="0"/>
        </w:rPr>
        <w:t>Základní údaje</w:t>
      </w:r>
    </w:p>
    <w:p w14:paraId="270EE24D" w14:textId="203C9091" w:rsidR="000F21BD" w:rsidRPr="00024600" w:rsidRDefault="000F21BD" w:rsidP="000F21BD">
      <w:pPr>
        <w:pStyle w:val="01-ODST-2"/>
        <w:rPr>
          <w:rFonts w:cs="Arial"/>
        </w:rPr>
      </w:pPr>
      <w:r w:rsidRPr="00024600">
        <w:rPr>
          <w:rFonts w:cs="Arial"/>
        </w:rPr>
        <w:t>Smluvní strany se dohodly na uzavření Smlouvy v souladu s platnou legislativou, zejména dle příslušných ustanovení zákona č. 89/2012 Sb., občanský zákoník, v platném znění a zákona č.</w:t>
      </w:r>
      <w:r w:rsidR="00A378E5" w:rsidRPr="00024600">
        <w:rPr>
          <w:rFonts w:cs="Arial"/>
        </w:rPr>
        <w:t> </w:t>
      </w:r>
      <w:r w:rsidRPr="00024600">
        <w:rPr>
          <w:rFonts w:cs="Arial"/>
        </w:rPr>
        <w:t>134/2016 Sb., o zadávání veřejných zakázek, ve znění účinném ke dni zahájení zadávacího řízení.</w:t>
      </w:r>
    </w:p>
    <w:p w14:paraId="010C5DBF" w14:textId="1E57D845" w:rsidR="000F21BD" w:rsidRPr="00024600" w:rsidRDefault="000F21BD" w:rsidP="000F21BD">
      <w:pPr>
        <w:pStyle w:val="01-ODST-2"/>
        <w:rPr>
          <w:rFonts w:cs="Arial"/>
        </w:rPr>
      </w:pPr>
      <w:r w:rsidRPr="00024600">
        <w:rPr>
          <w:rFonts w:cs="Arial"/>
        </w:rPr>
        <w:t xml:space="preserve">Tato Smlouva je výsledkem zadávacího řízení č. </w:t>
      </w:r>
      <w:permStart w:id="797854215" w:edGrp="everyone"/>
      <w:r w:rsidR="00C77D7B">
        <w:rPr>
          <w:rFonts w:cs="Arial"/>
        </w:rPr>
        <w:t>271</w:t>
      </w:r>
      <w:r w:rsidR="00064513" w:rsidRPr="00024600">
        <w:rPr>
          <w:rFonts w:cs="Arial"/>
        </w:rPr>
        <w:t>/2</w:t>
      </w:r>
      <w:r w:rsidR="00031DE5">
        <w:rPr>
          <w:rFonts w:cs="Arial"/>
        </w:rPr>
        <w:t>3</w:t>
      </w:r>
      <w:r w:rsidRPr="00024600">
        <w:rPr>
          <w:rFonts w:cs="Arial"/>
        </w:rPr>
        <w:t>/OCN „</w:t>
      </w:r>
      <w:r w:rsidR="00B40160">
        <w:rPr>
          <w:rFonts w:cs="Arial"/>
        </w:rPr>
        <w:t xml:space="preserve">Rámcová </w:t>
      </w:r>
      <w:proofErr w:type="gramStart"/>
      <w:r w:rsidR="00B40160">
        <w:rPr>
          <w:rFonts w:cs="Arial"/>
        </w:rPr>
        <w:t xml:space="preserve">dohoda - </w:t>
      </w:r>
      <w:r w:rsidR="00031DE5" w:rsidRPr="00031DE5">
        <w:rPr>
          <w:rFonts w:cs="Arial"/>
        </w:rPr>
        <w:t>Provádění</w:t>
      </w:r>
      <w:proofErr w:type="gramEnd"/>
      <w:r w:rsidR="00031DE5" w:rsidRPr="00031DE5">
        <w:rPr>
          <w:rFonts w:cs="Arial"/>
        </w:rPr>
        <w:t xml:space="preserve"> revizí a kontrol elektrických zařízení nízkého napětí a hromosvodů na skladech ČEPRO, a.s</w:t>
      </w:r>
      <w:r w:rsidR="00031DE5">
        <w:rPr>
          <w:rFonts w:cs="Arial"/>
        </w:rPr>
        <w:t>.</w:t>
      </w:r>
      <w:permEnd w:id="797854215"/>
      <w:r w:rsidRPr="00024600">
        <w:rPr>
          <w:rFonts w:cs="Arial"/>
        </w:rPr>
        <w:t xml:space="preserve">“ zadávané </w:t>
      </w:r>
      <w:r w:rsidRPr="00024600">
        <w:rPr>
          <w:rFonts w:cs="Arial"/>
        </w:rPr>
        <w:lastRenderedPageBreak/>
        <w:t>podle zákona č. 134/2016 Sb., o</w:t>
      </w:r>
      <w:r w:rsidR="002E6AA1" w:rsidRPr="00024600">
        <w:rPr>
          <w:rFonts w:cs="Arial"/>
        </w:rPr>
        <w:t> </w:t>
      </w:r>
      <w:r w:rsidRPr="00024600">
        <w:rPr>
          <w:rFonts w:cs="Arial"/>
        </w:rPr>
        <w:t>zadávání veřejných zakázek, ve znění účinném ke dni zahájení zadávacího řízení.</w:t>
      </w:r>
    </w:p>
    <w:p w14:paraId="52751D96" w14:textId="50D1ACC3" w:rsidR="000F21BD" w:rsidRPr="00024600" w:rsidRDefault="000F21BD" w:rsidP="000F21BD">
      <w:pPr>
        <w:pStyle w:val="01-ODST-2"/>
        <w:rPr>
          <w:rFonts w:cs="Arial"/>
        </w:rPr>
      </w:pPr>
      <w:r w:rsidRPr="00024600">
        <w:rPr>
          <w:rFonts w:cs="Arial"/>
        </w:rPr>
        <w:t>Předmětem této Smlouvy je úprava podmínek při provádění dílčích zakázek spočívající</w:t>
      </w:r>
      <w:r w:rsidR="00A12103">
        <w:rPr>
          <w:rFonts w:cs="Arial"/>
        </w:rPr>
        <w:t>ch</w:t>
      </w:r>
      <w:r w:rsidRPr="00024600">
        <w:rPr>
          <w:rFonts w:cs="Arial"/>
        </w:rPr>
        <w:t xml:space="preserve"> v provádění díla specifikovaného zejména v čl. </w:t>
      </w:r>
      <w:permStart w:id="960764904" w:edGrp="everyone"/>
      <w:r w:rsidRPr="00024600">
        <w:rPr>
          <w:rFonts w:cs="Arial"/>
        </w:rPr>
        <w:t>3</w:t>
      </w:r>
      <w:permEnd w:id="960764904"/>
      <w:r w:rsidRPr="00024600">
        <w:rPr>
          <w:rFonts w:cs="Arial"/>
        </w:rPr>
        <w:t xml:space="preserve"> této Smlouvy, zadávaného Objednatelem v souladu a na základě této Smlouvy po dobu její účinnosti, a úprava vzájemných vztahů, práv a</w:t>
      </w:r>
      <w:r w:rsidR="002E6AA1" w:rsidRPr="00024600">
        <w:rPr>
          <w:rFonts w:cs="Arial"/>
        </w:rPr>
        <w:t> </w:t>
      </w:r>
      <w:r w:rsidRPr="00024600">
        <w:rPr>
          <w:rFonts w:cs="Arial"/>
        </w:rPr>
        <w:t>povinností Smluvních stran.</w:t>
      </w:r>
    </w:p>
    <w:p w14:paraId="54AC8594" w14:textId="6DBC0E14" w:rsidR="007C71A4" w:rsidRPr="00024600" w:rsidRDefault="000F21BD" w:rsidP="007C71A4">
      <w:pPr>
        <w:pStyle w:val="01-ODST-2"/>
        <w:rPr>
          <w:rFonts w:cs="Arial"/>
        </w:rPr>
      </w:pPr>
      <w:r w:rsidRPr="00024600">
        <w:rPr>
          <w:rFonts w:cs="Arial"/>
        </w:rPr>
        <w:t>Účelem této Smlouvy je potřeba Objednatele</w:t>
      </w:r>
      <w:r w:rsidR="008A6FE9" w:rsidRPr="00024600">
        <w:rPr>
          <w:rFonts w:cs="Arial"/>
        </w:rPr>
        <w:t xml:space="preserve"> zajistit</w:t>
      </w:r>
      <w:r w:rsidRPr="00024600">
        <w:rPr>
          <w:rFonts w:cs="Arial"/>
        </w:rPr>
        <w:t xml:space="preserve"> </w:t>
      </w:r>
      <w:permStart w:id="471602007" w:edGrp="everyone"/>
      <w:r w:rsidR="00031DE5" w:rsidRPr="00031DE5">
        <w:rPr>
          <w:rFonts w:cs="Arial"/>
        </w:rPr>
        <w:t>provádění</w:t>
      </w:r>
      <w:r w:rsidR="008A6FE9" w:rsidRPr="00031DE5">
        <w:rPr>
          <w:rFonts w:cs="Arial"/>
        </w:rPr>
        <w:t xml:space="preserve"> </w:t>
      </w:r>
      <w:r w:rsidR="00031DE5" w:rsidRPr="00031DE5">
        <w:rPr>
          <w:rFonts w:cs="Arial"/>
        </w:rPr>
        <w:t>revizí, prohlídek a funkčních zkoušek na elektrick</w:t>
      </w:r>
      <w:r w:rsidR="00610F30">
        <w:rPr>
          <w:rFonts w:cs="Arial"/>
        </w:rPr>
        <w:t>ých</w:t>
      </w:r>
      <w:r w:rsidR="00031DE5" w:rsidRPr="00031DE5">
        <w:rPr>
          <w:rFonts w:cs="Arial"/>
        </w:rPr>
        <w:t xml:space="preserve"> zařízení (dále též jen „EZ“) a souvisejících částí v souladu s návodem výrobce, dle příslušných nařízení vlády (např.190/2022 Sb.) a ČSN</w:t>
      </w:r>
      <w:r w:rsidR="00A25F0A">
        <w:rPr>
          <w:rFonts w:cs="Arial"/>
        </w:rPr>
        <w:t>,</w:t>
      </w:r>
      <w:r w:rsidR="008A6FE9" w:rsidRPr="00031DE5">
        <w:rPr>
          <w:rFonts w:cs="Arial"/>
        </w:rPr>
        <w:t xml:space="preserve"> </w:t>
      </w:r>
      <w:permStart w:id="605574660" w:edGrp="everyone"/>
      <w:r w:rsidR="007C71A4">
        <w:rPr>
          <w:rFonts w:cs="Arial"/>
        </w:rPr>
        <w:t>v</w:t>
      </w:r>
      <w:r w:rsidR="007C71A4" w:rsidRPr="00024600">
        <w:rPr>
          <w:rFonts w:cs="Arial"/>
        </w:rPr>
        <w:t xml:space="preserve"> objektech </w:t>
      </w:r>
      <w:r w:rsidR="007C71A4">
        <w:rPr>
          <w:rFonts w:cs="Arial"/>
        </w:rPr>
        <w:t>s</w:t>
      </w:r>
      <w:r w:rsidR="007C71A4" w:rsidRPr="00024600">
        <w:rPr>
          <w:rFonts w:cs="Arial"/>
        </w:rPr>
        <w:t>kladů</w:t>
      </w:r>
      <w:r w:rsidR="007C71A4">
        <w:rPr>
          <w:rFonts w:cs="Arial"/>
        </w:rPr>
        <w:t xml:space="preserve"> pohonných hmot</w:t>
      </w:r>
      <w:r w:rsidR="007C71A4" w:rsidRPr="00024600">
        <w:rPr>
          <w:rFonts w:cs="Arial"/>
        </w:rPr>
        <w:t xml:space="preserve"> ČEPRO, a.s. Třemošná</w:t>
      </w:r>
      <w:r w:rsidR="007C71A4">
        <w:rPr>
          <w:rFonts w:cs="Arial"/>
        </w:rPr>
        <w:t>, Hájek, Bělčice, Hněvice</w:t>
      </w:r>
      <w:r w:rsidR="007C71A4" w:rsidRPr="00024600">
        <w:rPr>
          <w:rFonts w:cs="Arial"/>
        </w:rPr>
        <w:t xml:space="preserve">, </w:t>
      </w:r>
      <w:proofErr w:type="spellStart"/>
      <w:r w:rsidR="007C71A4">
        <w:rPr>
          <w:rFonts w:cs="Arial"/>
        </w:rPr>
        <w:t>Mstětice</w:t>
      </w:r>
      <w:proofErr w:type="spellEnd"/>
      <w:r w:rsidR="007C71A4">
        <w:rPr>
          <w:rFonts w:cs="Arial"/>
        </w:rPr>
        <w:t xml:space="preserve">, </w:t>
      </w:r>
      <w:r w:rsidR="007C71A4" w:rsidRPr="00024600">
        <w:rPr>
          <w:rFonts w:cs="Arial"/>
        </w:rPr>
        <w:t xml:space="preserve">Litvínov, </w:t>
      </w:r>
      <w:r w:rsidR="007C71A4">
        <w:rPr>
          <w:rFonts w:cs="Arial"/>
        </w:rPr>
        <w:t>Centrála Praha, Šlapanov, Potěhy, Cerekvice, Nové Město, Střelice, Velká Bíteš, Klobouky, Loukov, Sedlnice. Soupis elektrických zařízení je uveden v příloze č. 1 této Smlouvy</w:t>
      </w:r>
      <w:r w:rsidR="007C71A4" w:rsidRPr="00024600">
        <w:rPr>
          <w:rFonts w:cs="Arial"/>
        </w:rPr>
        <w:t>.</w:t>
      </w:r>
    </w:p>
    <w:permEnd w:id="471602007"/>
    <w:permEnd w:id="605574660"/>
    <w:p w14:paraId="10F56FDF" w14:textId="77777777" w:rsidR="000F21BD" w:rsidRPr="00024600" w:rsidRDefault="000F21BD" w:rsidP="000F21BD">
      <w:pPr>
        <w:pStyle w:val="01-ODST-2"/>
        <w:rPr>
          <w:rFonts w:cs="Arial"/>
        </w:rPr>
      </w:pPr>
      <w:r w:rsidRPr="00024600">
        <w:rPr>
          <w:rFonts w:cs="Arial"/>
        </w:rPr>
        <w:t>Zhotovitel prohlašuje, že je oprávněn uzavřít tuto Smlouvu, jakož i dílčí smlouvy a plnit závazky, dluhy z nich plynoucí.</w:t>
      </w:r>
    </w:p>
    <w:p w14:paraId="32D17BC1" w14:textId="382470E8" w:rsidR="000F21BD" w:rsidRPr="00024600" w:rsidRDefault="000F21BD" w:rsidP="000F21BD">
      <w:pPr>
        <w:pStyle w:val="01-ODST-2"/>
        <w:rPr>
          <w:rFonts w:cs="Arial"/>
        </w:rPr>
      </w:pPr>
      <w:r w:rsidRPr="00024600">
        <w:rPr>
          <w:rFonts w:cs="Arial"/>
        </w:rPr>
        <w:t xml:space="preserve">Zhotovitel prohlašuje, že má veškerá oprávnění a technické a personální vybavení potřebné k řádnému plnění této Smlouvy, resp. k plnění dílčích smluv uzavřených na základě a v souladu s touto Smlouvou. </w:t>
      </w:r>
    </w:p>
    <w:p w14:paraId="1409CCC4" w14:textId="3DE978A8" w:rsidR="00844FC7" w:rsidRPr="00024600" w:rsidRDefault="00E34FBE" w:rsidP="004F6518">
      <w:pPr>
        <w:pStyle w:val="Odstavec2"/>
        <w:numPr>
          <w:ilvl w:val="1"/>
          <w:numId w:val="2"/>
        </w:numPr>
        <w:tabs>
          <w:tab w:val="clear" w:pos="1080"/>
          <w:tab w:val="num" w:pos="4058"/>
        </w:tabs>
        <w:spacing w:after="120"/>
        <w:rPr>
          <w:rFonts w:cs="Arial"/>
        </w:rPr>
      </w:pPr>
      <w:r w:rsidRPr="00024600">
        <w:rPr>
          <w:rFonts w:cs="Arial"/>
        </w:rPr>
        <w:t>Objednatel</w:t>
      </w:r>
      <w:r w:rsidR="00BA060A" w:rsidRPr="00024600">
        <w:rPr>
          <w:rFonts w:cs="Arial"/>
        </w:rPr>
        <w:t xml:space="preserve"> dále stanovuje jako projev zásady odpovědného zadávání (zásady environmentálně odpovědného zadávání a zásady sociálně odpovědného zadávání) </w:t>
      </w:r>
      <w:permStart w:id="288562291" w:edGrp="everyone"/>
      <w:r w:rsidR="00BA060A" w:rsidRPr="00024600">
        <w:rPr>
          <w:rFonts w:cs="Arial"/>
        </w:rPr>
        <w:t>následující podmínky</w:t>
      </w:r>
      <w:permEnd w:id="288562291"/>
      <w:r w:rsidR="00BA060A" w:rsidRPr="00024600">
        <w:rPr>
          <w:rFonts w:cs="Arial"/>
        </w:rPr>
        <w:t xml:space="preserve"> plnění předmětu dílčích zakázek:</w:t>
      </w:r>
    </w:p>
    <w:p w14:paraId="347ED598" w14:textId="66A3B859" w:rsidR="00844FC7" w:rsidRPr="00024600" w:rsidRDefault="00E34FBE" w:rsidP="00AF5762">
      <w:pPr>
        <w:pStyle w:val="Odstavec2"/>
        <w:numPr>
          <w:ilvl w:val="0"/>
          <w:numId w:val="11"/>
        </w:numPr>
        <w:spacing w:after="120"/>
        <w:rPr>
          <w:rFonts w:cs="Arial"/>
        </w:rPr>
      </w:pPr>
      <w:r w:rsidRPr="00024600">
        <w:rPr>
          <w:rFonts w:cs="Arial"/>
        </w:rPr>
        <w:t>Objednatel</w:t>
      </w:r>
      <w:r w:rsidR="00844FC7" w:rsidRPr="00024600">
        <w:rPr>
          <w:rFonts w:cs="Arial"/>
        </w:rPr>
        <w:t xml:space="preserve"> </w:t>
      </w:r>
      <w:r w:rsidRPr="00024600">
        <w:rPr>
          <w:rFonts w:cs="Arial"/>
        </w:rPr>
        <w:t xml:space="preserve">po Zhotoviteli vyžaduje, </w:t>
      </w:r>
      <w:r w:rsidR="00844FC7" w:rsidRPr="00024600">
        <w:rPr>
          <w:rFonts w:cs="Arial"/>
        </w:rPr>
        <w:t xml:space="preserve">aby při plnění předmětu </w:t>
      </w:r>
      <w:r w:rsidR="004F2C37">
        <w:rPr>
          <w:rFonts w:cs="Arial"/>
        </w:rPr>
        <w:t xml:space="preserve">dílčí </w:t>
      </w:r>
      <w:r w:rsidR="00844FC7" w:rsidRPr="00024600">
        <w:rPr>
          <w:rFonts w:cs="Arial"/>
        </w:rPr>
        <w:t>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w:t>
      </w:r>
      <w:r w:rsidR="002E6AA1" w:rsidRPr="00024600">
        <w:rPr>
          <w:rFonts w:cs="Arial"/>
        </w:rPr>
        <w:t> </w:t>
      </w:r>
      <w:r w:rsidR="00844FC7" w:rsidRPr="00024600">
        <w:rPr>
          <w:rFonts w:cs="Arial"/>
        </w:rPr>
        <w:t xml:space="preserve">ochrany zdraví při práci, a to pro všechny osoby, které se budou na plnění předmětu </w:t>
      </w:r>
      <w:r w:rsidR="004F2C37">
        <w:rPr>
          <w:rFonts w:cs="Arial"/>
        </w:rPr>
        <w:t xml:space="preserve">dílčí </w:t>
      </w:r>
      <w:r w:rsidR="00844FC7" w:rsidRPr="00024600">
        <w:rPr>
          <w:rFonts w:cs="Arial"/>
        </w:rPr>
        <w:t>veřejné zakázky podílet.</w:t>
      </w:r>
    </w:p>
    <w:p w14:paraId="7C4DDD94" w14:textId="4E083395" w:rsidR="00844FC7" w:rsidRPr="00024600" w:rsidRDefault="00BE3659" w:rsidP="00AF5762">
      <w:pPr>
        <w:pStyle w:val="Odstavec2"/>
        <w:numPr>
          <w:ilvl w:val="0"/>
          <w:numId w:val="11"/>
        </w:numPr>
        <w:spacing w:after="120"/>
        <w:rPr>
          <w:rFonts w:cs="Arial"/>
        </w:rPr>
      </w:pPr>
      <w:r w:rsidRPr="00024600">
        <w:rPr>
          <w:rFonts w:cs="Arial"/>
        </w:rPr>
        <w:t>všechny platby poddodavatelům, pokud se budou podílet na realizaci veřejné zakázky, budou hrazeny řádně a včas.</w:t>
      </w:r>
    </w:p>
    <w:p w14:paraId="5BBAC13E" w14:textId="3AA3ED0F" w:rsidR="006331B6" w:rsidRPr="003710DD" w:rsidRDefault="006331B6" w:rsidP="003710DD">
      <w:pPr>
        <w:ind w:left="567"/>
        <w:rPr>
          <w:rFonts w:cs="Arial"/>
        </w:rPr>
      </w:pPr>
      <w:permStart w:id="658402045" w:edGrp="everyone"/>
    </w:p>
    <w:permEnd w:id="658402045"/>
    <w:p w14:paraId="2985685E" w14:textId="77777777" w:rsidR="000F21BD" w:rsidRPr="00024600" w:rsidRDefault="000F21BD" w:rsidP="00843F79">
      <w:pPr>
        <w:pStyle w:val="01-L"/>
        <w:ind w:left="454"/>
        <w:rPr>
          <w:rFonts w:cs="Arial"/>
          <w:bCs w:val="0"/>
        </w:rPr>
      </w:pPr>
      <w:r w:rsidRPr="00024600">
        <w:rPr>
          <w:rFonts w:cs="Arial"/>
          <w:bCs w:val="0"/>
        </w:rPr>
        <w:t>Předmět Smlouvy, dílčí smlouvy</w:t>
      </w:r>
    </w:p>
    <w:p w14:paraId="7E019C09" w14:textId="1305A134" w:rsidR="000F21BD" w:rsidRPr="00024600" w:rsidRDefault="000F21BD" w:rsidP="000F21BD">
      <w:pPr>
        <w:pStyle w:val="01-ODST-2"/>
        <w:rPr>
          <w:rFonts w:cs="Arial"/>
        </w:rPr>
      </w:pPr>
      <w:r w:rsidRPr="00024600">
        <w:rPr>
          <w:rFonts w:cs="Arial"/>
        </w:rPr>
        <w:t>Předmětem této Smlouvy je úprava podmínek spočívající</w:t>
      </w:r>
      <w:r w:rsidR="00170BC6">
        <w:rPr>
          <w:rFonts w:cs="Arial"/>
        </w:rPr>
        <w:t>ch</w:t>
      </w:r>
      <w:r w:rsidRPr="00024600">
        <w:rPr>
          <w:rFonts w:cs="Arial"/>
        </w:rPr>
        <w:t xml:space="preserve"> v provedení činností souhrnně nazvaných „</w:t>
      </w:r>
      <w:permStart w:id="256671425" w:edGrp="everyone"/>
      <w:r w:rsidR="00F670E5" w:rsidRPr="001940B3">
        <w:rPr>
          <w:rFonts w:cs="Arial"/>
        </w:rPr>
        <w:t>Provádění revizí a kontrol elektrických zařízení nízkého napětí a hromosvodů na skladech ČEPRO, a.s.</w:t>
      </w:r>
      <w:permEnd w:id="256671425"/>
      <w:r w:rsidRPr="00024600">
        <w:rPr>
          <w:rFonts w:cs="Arial"/>
        </w:rPr>
        <w:t>“, přičemž se Zhotovitel touto Smlouvou zavazuje za podmínek stanovených touto Smlouvou a</w:t>
      </w:r>
      <w:r w:rsidR="00843F79" w:rsidRPr="00024600">
        <w:rPr>
          <w:rFonts w:cs="Arial"/>
        </w:rPr>
        <w:t> </w:t>
      </w:r>
      <w:r w:rsidRPr="00024600">
        <w:rPr>
          <w:rFonts w:cs="Arial"/>
        </w:rPr>
        <w:t>jejími nedílnými součástmi</w:t>
      </w:r>
      <w:r w:rsidR="00C91991">
        <w:rPr>
          <w:rFonts w:cs="Arial"/>
        </w:rPr>
        <w:t>,</w:t>
      </w:r>
      <w:r w:rsidRPr="00024600">
        <w:rPr>
          <w:rFonts w:cs="Arial"/>
        </w:rPr>
        <w:t xml:space="preserve"> v souladu s dokumenty, na které odkazuje, </w:t>
      </w:r>
      <w:r w:rsidR="00C91991">
        <w:rPr>
          <w:rFonts w:cs="Arial"/>
        </w:rPr>
        <w:t xml:space="preserve">a v souladu s dílčí smlouvou </w:t>
      </w:r>
      <w:r w:rsidRPr="00024600">
        <w:rPr>
          <w:rFonts w:cs="Arial"/>
        </w:rPr>
        <w:t>na svůj náklad a</w:t>
      </w:r>
      <w:r w:rsidR="00843F79" w:rsidRPr="00024600">
        <w:rPr>
          <w:rFonts w:cs="Arial"/>
        </w:rPr>
        <w:t> </w:t>
      </w:r>
      <w:r w:rsidRPr="00024600">
        <w:rPr>
          <w:rFonts w:cs="Arial"/>
        </w:rPr>
        <w:t>nebezpečí řádně a včas poskytovat službu</w:t>
      </w:r>
      <w:r w:rsidR="00F75085">
        <w:rPr>
          <w:rFonts w:cs="Arial"/>
        </w:rPr>
        <w:t xml:space="preserve"> a výkony</w:t>
      </w:r>
      <w:r w:rsidR="00185DF6">
        <w:rPr>
          <w:rFonts w:cs="Arial"/>
        </w:rPr>
        <w:t>,</w:t>
      </w:r>
      <w:r w:rsidRPr="00024600">
        <w:rPr>
          <w:rFonts w:cs="Arial"/>
        </w:rPr>
        <w:t xml:space="preserve"> </w:t>
      </w:r>
      <w:r w:rsidR="00185DF6">
        <w:rPr>
          <w:rFonts w:cs="Arial"/>
        </w:rPr>
        <w:t>tj. řádně a včas provést, dokončit a Objednateli předat Dílo</w:t>
      </w:r>
      <w:r w:rsidR="00185DF6" w:rsidRPr="00024600">
        <w:rPr>
          <w:rFonts w:cs="Arial"/>
        </w:rPr>
        <w:t xml:space="preserve"> </w:t>
      </w:r>
      <w:r w:rsidRPr="00024600">
        <w:rPr>
          <w:rFonts w:cs="Arial"/>
        </w:rPr>
        <w:t>spočívající</w:t>
      </w:r>
      <w:r w:rsidR="00B22D33" w:rsidRPr="00024600">
        <w:rPr>
          <w:rFonts w:cs="Arial"/>
        </w:rPr>
        <w:t xml:space="preserve"> v</w:t>
      </w:r>
      <w:r w:rsidRPr="00024600">
        <w:rPr>
          <w:rFonts w:cs="Arial"/>
        </w:rPr>
        <w:t xml:space="preserve"> </w:t>
      </w:r>
      <w:permStart w:id="251162057" w:edGrp="everyone"/>
      <w:r w:rsidR="00A20EBB" w:rsidRPr="001940B3">
        <w:rPr>
          <w:rFonts w:cs="Arial"/>
        </w:rPr>
        <w:t>provedení</w:t>
      </w:r>
      <w:r w:rsidR="001940B3" w:rsidRPr="001940B3">
        <w:rPr>
          <w:rFonts w:cs="Arial"/>
        </w:rPr>
        <w:t xml:space="preserve"> revizí elektrické instalace </w:t>
      </w:r>
      <w:r w:rsidR="00082BAF">
        <w:rPr>
          <w:rFonts w:cs="Arial"/>
        </w:rPr>
        <w:t>nízkého napětí (dále t</w:t>
      </w:r>
      <w:r w:rsidR="00C513F2">
        <w:rPr>
          <w:rFonts w:cs="Arial"/>
        </w:rPr>
        <w:t xml:space="preserve">éž jen </w:t>
      </w:r>
      <w:r w:rsidR="002013A1">
        <w:rPr>
          <w:rFonts w:cs="Arial"/>
        </w:rPr>
        <w:t>„</w:t>
      </w:r>
      <w:r w:rsidR="001940B3" w:rsidRPr="001940B3">
        <w:rPr>
          <w:rFonts w:cs="Arial"/>
        </w:rPr>
        <w:t>NN</w:t>
      </w:r>
      <w:r w:rsidR="002013A1">
        <w:rPr>
          <w:rFonts w:cs="Arial"/>
        </w:rPr>
        <w:t>“</w:t>
      </w:r>
      <w:r w:rsidR="00C513F2">
        <w:rPr>
          <w:rFonts w:cs="Arial"/>
        </w:rPr>
        <w:t>)</w:t>
      </w:r>
      <w:r w:rsidR="001940B3" w:rsidRPr="001940B3">
        <w:rPr>
          <w:rFonts w:cs="Arial"/>
        </w:rPr>
        <w:t xml:space="preserve"> v prostředí bez/s nebezpeční výbuchu, revizí hromosvodů v prostředí bez/s nebezpečí výbuchu, revizí elektrických spotřebičů a ručního nářadí</w:t>
      </w:r>
      <w:r w:rsidR="001940B3">
        <w:rPr>
          <w:rFonts w:cs="Arial"/>
        </w:rPr>
        <w:t xml:space="preserve"> v rozsahu:</w:t>
      </w:r>
      <w:permEnd w:id="251162057"/>
    </w:p>
    <w:p w14:paraId="2B98924E" w14:textId="280C64A1" w:rsidR="00A20EBB" w:rsidRDefault="008D3379" w:rsidP="00A20EBB">
      <w:pPr>
        <w:pStyle w:val="01-ODST-3"/>
        <w:tabs>
          <w:tab w:val="clear" w:pos="1505"/>
          <w:tab w:val="num" w:pos="2127"/>
        </w:tabs>
        <w:ind w:left="1134" w:hanging="708"/>
        <w:rPr>
          <w:rFonts w:cs="Arial"/>
        </w:rPr>
      </w:pPr>
      <w:permStart w:id="925656035" w:edGrp="everyone"/>
      <w:r>
        <w:rPr>
          <w:rFonts w:cs="Arial"/>
        </w:rPr>
        <w:t>realiz</w:t>
      </w:r>
      <w:r w:rsidRPr="008D3379">
        <w:rPr>
          <w:rFonts w:cs="Arial"/>
        </w:rPr>
        <w:t>ac</w:t>
      </w:r>
      <w:r w:rsidR="00A20EBB">
        <w:rPr>
          <w:rFonts w:cs="Arial"/>
        </w:rPr>
        <w:t>e</w:t>
      </w:r>
      <w:r w:rsidRPr="008D3379">
        <w:rPr>
          <w:rFonts w:cs="Arial"/>
        </w:rPr>
        <w:t xml:space="preserve"> požadovaných revizí, prohlídek a funkčních zkoušek na elektrickém zařízení (dále též jen „EZ“) a souvisejících částí v souladu s návodem výrobce, dle příslušných nařízení vlády (např.190/2022 Sb.) a ČSN a dle časového harmonogramu schváleného zadavatelem</w:t>
      </w:r>
    </w:p>
    <w:p w14:paraId="35FB5E02" w14:textId="26BD0F00" w:rsidR="00A20EBB" w:rsidRDefault="00A20EBB" w:rsidP="00A20EBB">
      <w:pPr>
        <w:pStyle w:val="01-ODST-3"/>
        <w:ind w:left="1134" w:hanging="708"/>
        <w:rPr>
          <w:rFonts w:cs="Arial"/>
        </w:rPr>
      </w:pPr>
      <w:r w:rsidRPr="00A20EBB">
        <w:rPr>
          <w:rFonts w:cs="Arial"/>
        </w:rPr>
        <w:t>prohlídk</w:t>
      </w:r>
      <w:r>
        <w:rPr>
          <w:rFonts w:cs="Arial"/>
        </w:rPr>
        <w:t>y</w:t>
      </w:r>
      <w:r w:rsidRPr="00A20EBB">
        <w:rPr>
          <w:rFonts w:cs="Arial"/>
        </w:rPr>
        <w:t xml:space="preserve"> dostupné dokumentace, včetně protokolu o vnějších vlivech a porovnání se skutečným stavem</w:t>
      </w:r>
    </w:p>
    <w:p w14:paraId="380C185C" w14:textId="6683A4DD" w:rsidR="008D3379" w:rsidRPr="00A20EBB" w:rsidRDefault="008D3379" w:rsidP="00A20EBB">
      <w:pPr>
        <w:pStyle w:val="01-ODST-3"/>
        <w:ind w:left="1134" w:hanging="708"/>
        <w:rPr>
          <w:rFonts w:cs="Arial"/>
        </w:rPr>
      </w:pPr>
      <w:r w:rsidRPr="00A20EBB">
        <w:rPr>
          <w:rFonts w:cs="Arial"/>
        </w:rPr>
        <w:t>v součinnosti se zadavatelem uvedení EZ zpět do provozuschopného stavu po provedené revizi</w:t>
      </w:r>
    </w:p>
    <w:p w14:paraId="430F4E86" w14:textId="630B69C0" w:rsidR="008D3379" w:rsidRPr="008D3379" w:rsidRDefault="008D3379" w:rsidP="00A20EBB">
      <w:pPr>
        <w:pStyle w:val="01-ODST-3"/>
        <w:ind w:left="1134" w:hanging="708"/>
        <w:rPr>
          <w:rFonts w:cs="Arial"/>
        </w:rPr>
      </w:pPr>
      <w:r w:rsidRPr="008D3379">
        <w:rPr>
          <w:rFonts w:cs="Arial"/>
        </w:rPr>
        <w:t>vyhotovení příslušné revizní zprávy v souladu s platnou legislativou a s požadavky zadavatele, archivace originálů revizních zpráv u dodavatele (k předložení na vyžádání zadavatele) po dobu účinnosti smlouvy a nejméně 24 měsíců po ukončení smlouvy</w:t>
      </w:r>
    </w:p>
    <w:p w14:paraId="76F62956" w14:textId="47E4DF6A" w:rsidR="00BB0BFE" w:rsidRPr="001940B3" w:rsidRDefault="008D3379" w:rsidP="001940B3">
      <w:pPr>
        <w:pStyle w:val="01-ODST-3"/>
        <w:ind w:left="1134" w:hanging="708"/>
        <w:rPr>
          <w:rFonts w:cs="Arial"/>
        </w:rPr>
      </w:pPr>
      <w:r w:rsidRPr="00BB0BFE">
        <w:rPr>
          <w:rFonts w:cs="Arial"/>
        </w:rPr>
        <w:t>evidence spotřebičů, ručních nářadí a jejich protokolů o revizi v elektronickém systému zadavatele přes webové rozhraní</w:t>
      </w:r>
      <w:r w:rsidR="000336A5">
        <w:rPr>
          <w:rFonts w:cs="Arial"/>
        </w:rPr>
        <w:t xml:space="preserve"> </w:t>
      </w:r>
      <w:r w:rsidR="000336A5">
        <w:t>(přidávání a výmaz spotřebičů do protokolů o revizi, opatřených elektronickým podpisem)</w:t>
      </w:r>
      <w:r w:rsidR="005E35E4">
        <w:t>, dle postupu uvedeného v příloze č. 8 této smlouvy</w:t>
      </w:r>
    </w:p>
    <w:p w14:paraId="5C1FC60D" w14:textId="087B8575" w:rsidR="00BA2C1C" w:rsidRDefault="008D3379" w:rsidP="001940B3">
      <w:pPr>
        <w:pStyle w:val="01-ODST-3"/>
        <w:numPr>
          <w:ilvl w:val="0"/>
          <w:numId w:val="0"/>
        </w:numPr>
        <w:ind w:left="426"/>
        <w:rPr>
          <w:rFonts w:cs="Arial"/>
        </w:rPr>
      </w:pPr>
      <w:r w:rsidRPr="008D3379">
        <w:rPr>
          <w:rFonts w:cs="Arial"/>
        </w:rPr>
        <w:t xml:space="preserve">Smluvní strany souhlasí, že </w:t>
      </w:r>
      <w:r w:rsidR="009D13F7">
        <w:rPr>
          <w:rFonts w:cs="Arial"/>
        </w:rPr>
        <w:t>O</w:t>
      </w:r>
      <w:r w:rsidRPr="008D3379">
        <w:rPr>
          <w:rFonts w:cs="Arial"/>
        </w:rPr>
        <w:t xml:space="preserve">bjednatel může v průběhu účinnosti této smlouvy písemně sdělit </w:t>
      </w:r>
      <w:r w:rsidR="009D13F7">
        <w:rPr>
          <w:rFonts w:cs="Arial"/>
        </w:rPr>
        <w:t>Z</w:t>
      </w:r>
      <w:r w:rsidRPr="008D3379">
        <w:rPr>
          <w:rFonts w:cs="Arial"/>
        </w:rPr>
        <w:t xml:space="preserve">hotoviteli, že určitá EZ vyřazuje či naopak doplňuje (např. pokud bude určité EZ na skladě vyřazeno </w:t>
      </w:r>
      <w:r w:rsidRPr="008D3379">
        <w:rPr>
          <w:rFonts w:cs="Arial"/>
        </w:rPr>
        <w:lastRenderedPageBreak/>
        <w:t xml:space="preserve">z provozu, či naopak v případě, že </w:t>
      </w:r>
      <w:r w:rsidR="009D13F7">
        <w:rPr>
          <w:rFonts w:cs="Arial"/>
        </w:rPr>
        <w:t>O</w:t>
      </w:r>
      <w:r w:rsidRPr="008D3379">
        <w:rPr>
          <w:rFonts w:cs="Arial"/>
        </w:rPr>
        <w:t xml:space="preserve">bjednatel bude požadovat provedení činnosti </w:t>
      </w:r>
      <w:r w:rsidR="009D13F7">
        <w:rPr>
          <w:rFonts w:cs="Arial"/>
        </w:rPr>
        <w:t>Z</w:t>
      </w:r>
      <w:r w:rsidRPr="008D3379">
        <w:rPr>
          <w:rFonts w:cs="Arial"/>
        </w:rPr>
        <w:t xml:space="preserve">hotovitelem na novém EZ, které není v seznamu uvedeném v příloze č. </w:t>
      </w:r>
      <w:r w:rsidR="001940B3">
        <w:rPr>
          <w:rFonts w:cs="Arial"/>
        </w:rPr>
        <w:t>1</w:t>
      </w:r>
      <w:r w:rsidRPr="008D3379">
        <w:rPr>
          <w:rFonts w:cs="Arial"/>
        </w:rPr>
        <w:t xml:space="preserve"> </w:t>
      </w:r>
      <w:r w:rsidR="001940B3">
        <w:rPr>
          <w:rFonts w:cs="Arial"/>
        </w:rPr>
        <w:t>s</w:t>
      </w:r>
      <w:r w:rsidRPr="008D3379">
        <w:rPr>
          <w:rFonts w:cs="Arial"/>
        </w:rPr>
        <w:t xml:space="preserve">mlouvy). Zhotovitel je povinen takové změny v seznamu EZ respektovat. V případě jednotkové ceny nového EZ </w:t>
      </w:r>
      <w:r w:rsidR="009D13F7">
        <w:rPr>
          <w:rFonts w:cs="Arial"/>
        </w:rPr>
        <w:t>Z</w:t>
      </w:r>
      <w:r w:rsidRPr="008D3379">
        <w:rPr>
          <w:rFonts w:cs="Arial"/>
        </w:rPr>
        <w:t xml:space="preserve">hotovitel její výši oznámí </w:t>
      </w:r>
      <w:r w:rsidR="00F87F65">
        <w:rPr>
          <w:rFonts w:cs="Arial"/>
        </w:rPr>
        <w:t>O</w:t>
      </w:r>
      <w:r w:rsidRPr="008D3379">
        <w:rPr>
          <w:rFonts w:cs="Arial"/>
        </w:rPr>
        <w:t xml:space="preserve">bjednateli písemně s tím, že cena bude stanovena ve stejné výši jako u obdobného EZ. Není-li takového EZ, pak novou jednotkou cenu musí písemně odsouhlasit </w:t>
      </w:r>
      <w:r w:rsidR="006B3B01">
        <w:rPr>
          <w:rFonts w:cs="Arial"/>
        </w:rPr>
        <w:t>O</w:t>
      </w:r>
      <w:r w:rsidRPr="008D3379">
        <w:rPr>
          <w:rFonts w:cs="Arial"/>
        </w:rPr>
        <w:t>bjednatel.</w:t>
      </w:r>
    </w:p>
    <w:p w14:paraId="737841D5" w14:textId="3BD7AD4A" w:rsidR="008D3379" w:rsidRDefault="008D3379" w:rsidP="001940B3">
      <w:pPr>
        <w:pStyle w:val="01-ODST-3"/>
        <w:numPr>
          <w:ilvl w:val="0"/>
          <w:numId w:val="0"/>
        </w:numPr>
        <w:ind w:left="426"/>
        <w:rPr>
          <w:rFonts w:cs="Arial"/>
        </w:rPr>
      </w:pPr>
      <w:r w:rsidRPr="008D3379">
        <w:rPr>
          <w:rFonts w:cs="Arial"/>
        </w:rPr>
        <w:t xml:space="preserve">  </w:t>
      </w:r>
    </w:p>
    <w:permEnd w:id="925656035"/>
    <w:p w14:paraId="00A122CF" w14:textId="595EB0D8" w:rsidR="000F21BD" w:rsidRPr="00024600" w:rsidRDefault="00DE0A9C" w:rsidP="0042589F">
      <w:pPr>
        <w:pStyle w:val="01-ODST-3"/>
        <w:ind w:left="1134" w:hanging="709"/>
        <w:rPr>
          <w:rFonts w:cs="Arial"/>
        </w:rPr>
      </w:pPr>
      <w:r w:rsidRPr="00024600">
        <w:rPr>
          <w:rFonts w:cs="Arial"/>
        </w:rPr>
        <w:t>E</w:t>
      </w:r>
      <w:r w:rsidR="000F21BD" w:rsidRPr="00024600">
        <w:rPr>
          <w:rFonts w:cs="Arial"/>
        </w:rPr>
        <w:t>kologická likvidace a uložení všech hmot a odpadů včetně nebezpečných odpadů vzniklých při realizaci v souladu s obecně závaznými předpisy včetně doložení příslušných dokladů</w:t>
      </w:r>
      <w:r w:rsidR="00064513" w:rsidRPr="00024600">
        <w:rPr>
          <w:rFonts w:cs="Arial"/>
        </w:rPr>
        <w:t>,</w:t>
      </w:r>
      <w:r w:rsidR="001A5423" w:rsidRPr="00024600">
        <w:rPr>
          <w:rFonts w:cs="Arial"/>
        </w:rPr>
        <w:t xml:space="preserve"> přičemž nebylo-li smluvně ujednáno jinak, původcem všech odpadů je Zhotovitel.</w:t>
      </w:r>
    </w:p>
    <w:p w14:paraId="09F1A506" w14:textId="77777777" w:rsidR="000F21BD" w:rsidRPr="00024600" w:rsidRDefault="000F21BD" w:rsidP="000F21BD">
      <w:pPr>
        <w:tabs>
          <w:tab w:val="left" w:pos="1134"/>
        </w:tabs>
        <w:ind w:left="1134" w:hanging="1134"/>
        <w:rPr>
          <w:rFonts w:cs="Arial"/>
        </w:rPr>
      </w:pPr>
      <w:permStart w:id="2030647008" w:edGrp="everyone"/>
      <w:permEnd w:id="2030647008"/>
      <w:r w:rsidRPr="00024600">
        <w:rPr>
          <w:rFonts w:cs="Arial"/>
        </w:rPr>
        <w:t>(souhrnně dále též jen „</w:t>
      </w:r>
      <w:r w:rsidR="005C3420" w:rsidRPr="00024600">
        <w:rPr>
          <w:rFonts w:cs="Arial"/>
          <w:b/>
        </w:rPr>
        <w:t>Činnosti</w:t>
      </w:r>
      <w:r w:rsidRPr="00024600">
        <w:rPr>
          <w:rFonts w:cs="Arial"/>
        </w:rPr>
        <w:t>“ anebo „</w:t>
      </w:r>
      <w:r w:rsidRPr="00024600">
        <w:rPr>
          <w:rFonts w:cs="Arial"/>
          <w:b/>
        </w:rPr>
        <w:t>Dílo</w:t>
      </w:r>
      <w:r w:rsidRPr="00024600">
        <w:rPr>
          <w:rFonts w:cs="Arial"/>
        </w:rPr>
        <w:t>“)</w:t>
      </w:r>
    </w:p>
    <w:p w14:paraId="3B584B4E" w14:textId="63A50A75" w:rsidR="00115207" w:rsidRPr="00B8122C" w:rsidRDefault="00115207" w:rsidP="00115207">
      <w:pPr>
        <w:pStyle w:val="01-ODST-2"/>
        <w:rPr>
          <w:rFonts w:cs="Arial"/>
        </w:rPr>
      </w:pPr>
      <w:bookmarkStart w:id="1" w:name="_Ref384037431"/>
      <w:permStart w:id="219545923" w:edGrp="everyone"/>
      <w:r>
        <w:rPr>
          <w:iCs/>
        </w:rPr>
        <w:t>V</w:t>
      </w:r>
      <w:r w:rsidRPr="00AA57C6">
        <w:rPr>
          <w:iCs/>
        </w:rPr>
        <w:t xml:space="preserve">eškeré činnosti </w:t>
      </w:r>
      <w:r>
        <w:rPr>
          <w:iCs/>
        </w:rPr>
        <w:t xml:space="preserve">v rámci provádění Díla Zhotovitelem </w:t>
      </w:r>
      <w:r w:rsidRPr="00AA57C6">
        <w:rPr>
          <w:iCs/>
        </w:rPr>
        <w:t xml:space="preserve">budou </w:t>
      </w:r>
      <w:r>
        <w:rPr>
          <w:iCs/>
        </w:rPr>
        <w:t>p</w:t>
      </w:r>
      <w:r w:rsidRPr="00AA57C6">
        <w:rPr>
          <w:iCs/>
        </w:rPr>
        <w:t xml:space="preserve">rovedeny včetně přípravných prací a včetně ekologické likvidace odpadů (původcem odpadu je </w:t>
      </w:r>
      <w:r>
        <w:rPr>
          <w:iCs/>
        </w:rPr>
        <w:t>Zhotovitel)</w:t>
      </w:r>
      <w:r w:rsidRPr="00AA57C6">
        <w:rPr>
          <w:iCs/>
        </w:rPr>
        <w:t xml:space="preserve"> vzniklých při realizaci konkrétní dílčí zakázky v souladu s obecně závaznými předpisy včetně doložení příslušných dokladů a jeho řádného protokolárního předání </w:t>
      </w:r>
      <w:r>
        <w:rPr>
          <w:iCs/>
        </w:rPr>
        <w:t>Objednateli.</w:t>
      </w:r>
      <w:permEnd w:id="219545923"/>
    </w:p>
    <w:p w14:paraId="16548EDB" w14:textId="77777777" w:rsidR="000F21BD" w:rsidRPr="00024600" w:rsidRDefault="000F21BD" w:rsidP="000F21BD">
      <w:pPr>
        <w:pStyle w:val="01-ODST-2"/>
        <w:rPr>
          <w:rFonts w:cs="Arial"/>
        </w:rPr>
      </w:pPr>
      <w:r w:rsidRPr="00024600">
        <w:rPr>
          <w:rFonts w:cs="Arial"/>
        </w:rPr>
        <w:t>Dílo bude Zhotovitelem prováděno na základě této Smlouvy a v souladu s dílčí smlouvou uzavřenou postupem uvedeným v této Smlouvě:</w:t>
      </w:r>
    </w:p>
    <w:p w14:paraId="44F91976" w14:textId="4EF16F1D" w:rsidR="000F21BD" w:rsidRPr="00024600" w:rsidRDefault="000F21BD" w:rsidP="0042589F">
      <w:pPr>
        <w:pStyle w:val="01-ODST-3"/>
        <w:ind w:left="1134" w:hanging="709"/>
        <w:rPr>
          <w:rFonts w:cs="Arial"/>
        </w:rPr>
      </w:pPr>
      <w:r w:rsidRPr="00024600">
        <w:rPr>
          <w:rFonts w:cs="Arial"/>
        </w:rPr>
        <w:t>Dílčí smlouvu na plnění předmětu dílčí zakázky, tj. dílčí smlouvu (dále a výše jen „</w:t>
      </w:r>
      <w:r w:rsidRPr="00024600">
        <w:rPr>
          <w:rFonts w:cs="Arial"/>
          <w:b/>
        </w:rPr>
        <w:t>dílčí smlouva</w:t>
      </w:r>
      <w:r w:rsidRPr="00024600">
        <w:rPr>
          <w:rFonts w:cs="Arial"/>
        </w:rPr>
        <w:t>“) Objednatel uzavře na základě písemné výzvy Objednatele k poskytnutí plnění a písemného potvrzení této výzvy Objednatele Zhotovitelem.</w:t>
      </w:r>
      <w:bookmarkEnd w:id="1"/>
      <w:r w:rsidRPr="00024600">
        <w:rPr>
          <w:rFonts w:cs="Arial"/>
        </w:rPr>
        <w:t xml:space="preserve"> </w:t>
      </w:r>
    </w:p>
    <w:p w14:paraId="23529CA9" w14:textId="3AD4FD39" w:rsidR="000F21BD" w:rsidRPr="00024600" w:rsidRDefault="000F21BD" w:rsidP="0042589F">
      <w:pPr>
        <w:pStyle w:val="01-ODST-3"/>
        <w:ind w:left="1134" w:hanging="709"/>
        <w:rPr>
          <w:rFonts w:cs="Arial"/>
        </w:rPr>
      </w:pPr>
      <w:r w:rsidRPr="00024600">
        <w:rPr>
          <w:rFonts w:cs="Arial"/>
        </w:rPr>
        <w:t xml:space="preserve">Dílčí smlouva musí odpovídat podmínkám a požadavkům Objednatele uvedených v této Smlouvě a v písemné výzvě </w:t>
      </w:r>
      <w:r w:rsidR="00B82ECB" w:rsidRPr="00024600">
        <w:rPr>
          <w:rFonts w:cs="Arial"/>
        </w:rPr>
        <w:t>Objedna</w:t>
      </w:r>
      <w:r w:rsidRPr="00024600">
        <w:rPr>
          <w:rFonts w:cs="Arial"/>
        </w:rPr>
        <w:t>tele k poskytnutí plnění.</w:t>
      </w:r>
    </w:p>
    <w:p w14:paraId="1134A413" w14:textId="42B76374" w:rsidR="006C2F19" w:rsidRPr="00024600" w:rsidRDefault="006C2F19" w:rsidP="0042589F">
      <w:pPr>
        <w:pStyle w:val="01-ODST-3"/>
        <w:ind w:left="1134" w:hanging="709"/>
        <w:rPr>
          <w:rFonts w:cs="Arial"/>
        </w:rPr>
      </w:pPr>
      <w:r w:rsidRPr="00024600">
        <w:rPr>
          <w:rFonts w:cs="Arial"/>
          <w:bCs/>
        </w:rPr>
        <w:t>Nejsou-li požadované práce nebo dodávky materiálu a komponent</w:t>
      </w:r>
      <w:r w:rsidR="002E4B93" w:rsidRPr="00024600">
        <w:rPr>
          <w:rFonts w:cs="Arial"/>
          <w:bCs/>
        </w:rPr>
        <w:t>ů</w:t>
      </w:r>
      <w:r w:rsidRPr="00024600">
        <w:rPr>
          <w:rFonts w:cs="Arial"/>
          <w:bCs/>
        </w:rPr>
        <w:t xml:space="preserve"> uvedeny v </w:t>
      </w:r>
      <w:permStart w:id="1742870691" w:edGrp="everyone"/>
      <w:r w:rsidRPr="00024600">
        <w:rPr>
          <w:rFonts w:cs="Arial"/>
          <w:bCs/>
        </w:rPr>
        <w:t xml:space="preserve">příloze č. </w:t>
      </w:r>
      <w:r w:rsidR="00AF77E2" w:rsidRPr="00024600">
        <w:rPr>
          <w:rFonts w:cs="Arial"/>
          <w:bCs/>
        </w:rPr>
        <w:t>1</w:t>
      </w:r>
      <w:r w:rsidR="00B92DEB" w:rsidRPr="00024600">
        <w:rPr>
          <w:rFonts w:cs="Arial"/>
          <w:bCs/>
        </w:rPr>
        <w:t xml:space="preserve"> </w:t>
      </w:r>
      <w:r w:rsidR="00BA2C1C">
        <w:rPr>
          <w:rFonts w:cs="Arial"/>
          <w:bCs/>
        </w:rPr>
        <w:t>Položkový rozpočet/Výkaz elektrických zařízení</w:t>
      </w:r>
      <w:permEnd w:id="1742870691"/>
      <w:r w:rsidR="0042589F" w:rsidRPr="00024600">
        <w:rPr>
          <w:rFonts w:cs="Arial"/>
          <w:bCs/>
        </w:rPr>
        <w:t xml:space="preserve">, </w:t>
      </w:r>
      <w:r w:rsidRPr="00024600">
        <w:rPr>
          <w:rFonts w:cs="Arial"/>
          <w:bCs/>
        </w:rPr>
        <w:t xml:space="preserve">vypracuje </w:t>
      </w:r>
      <w:r w:rsidR="00B82ECB" w:rsidRPr="00024600">
        <w:rPr>
          <w:rFonts w:cs="Arial"/>
          <w:bCs/>
        </w:rPr>
        <w:t>Z</w:t>
      </w:r>
      <w:r w:rsidRPr="00024600">
        <w:rPr>
          <w:rFonts w:cs="Arial"/>
          <w:bCs/>
        </w:rPr>
        <w:t>hotovitel samostatnou nabídku, kterou Objednatel posoudí</w:t>
      </w:r>
      <w:r w:rsidR="00CA786C" w:rsidRPr="00024600">
        <w:rPr>
          <w:rFonts w:cs="Arial"/>
          <w:bCs/>
        </w:rPr>
        <w:t xml:space="preserve"> s ohledem na ceny v místě a čase přiměřen</w:t>
      </w:r>
      <w:r w:rsidR="00A95B52" w:rsidRPr="00024600">
        <w:rPr>
          <w:rFonts w:cs="Arial"/>
          <w:bCs/>
        </w:rPr>
        <w:t>é</w:t>
      </w:r>
      <w:r w:rsidRPr="00024600">
        <w:rPr>
          <w:rFonts w:cs="Arial"/>
          <w:bCs/>
        </w:rPr>
        <w:t xml:space="preserve"> a na základě vzájemného odsouhlasení mezi Zhotovitelem a Objednatelem vystaví Objednatel objednávku</w:t>
      </w:r>
      <w:r w:rsidR="0090796A" w:rsidRPr="00024600">
        <w:rPr>
          <w:rFonts w:cs="Arial"/>
          <w:bCs/>
        </w:rPr>
        <w:t>.</w:t>
      </w:r>
    </w:p>
    <w:p w14:paraId="3350BC3D" w14:textId="77777777" w:rsidR="000F21BD" w:rsidRPr="00024600" w:rsidRDefault="000F21BD" w:rsidP="000F21BD">
      <w:pPr>
        <w:pStyle w:val="01-ODST-2"/>
        <w:rPr>
          <w:rFonts w:cs="Arial"/>
        </w:rPr>
      </w:pPr>
      <w:r w:rsidRPr="00024600">
        <w:rPr>
          <w:rFonts w:cs="Arial"/>
        </w:rPr>
        <w:t>Písemná výzva Objednatele k poskytnutí plnění (dále a výše též jen „</w:t>
      </w:r>
      <w:r w:rsidRPr="00024600">
        <w:rPr>
          <w:rFonts w:cs="Arial"/>
          <w:b/>
        </w:rPr>
        <w:t>výzva Objednatele</w:t>
      </w:r>
      <w:r w:rsidRPr="00024600">
        <w:rPr>
          <w:rFonts w:cs="Arial"/>
        </w:rPr>
        <w:t>“) bude obsahovat vždy:</w:t>
      </w:r>
    </w:p>
    <w:p w14:paraId="5C02554C" w14:textId="6B5342A9" w:rsidR="000F21BD" w:rsidRPr="00024600" w:rsidRDefault="004134AB" w:rsidP="00E94C8B">
      <w:pPr>
        <w:pStyle w:val="01-ODST-3"/>
        <w:tabs>
          <w:tab w:val="clear" w:pos="1505"/>
        </w:tabs>
        <w:ind w:left="1134" w:hanging="708"/>
        <w:rPr>
          <w:rFonts w:cs="Arial"/>
        </w:rPr>
      </w:pPr>
      <w:r w:rsidRPr="00024600">
        <w:rPr>
          <w:rFonts w:cs="Arial"/>
        </w:rPr>
        <w:t>místo plnění, resp. umístění technologie, ve kterém se technologie nachází</w:t>
      </w:r>
      <w:r w:rsidR="00064513" w:rsidRPr="00024600">
        <w:rPr>
          <w:rFonts w:cs="Arial"/>
        </w:rPr>
        <w:t>,</w:t>
      </w:r>
    </w:p>
    <w:p w14:paraId="608F1B4D" w14:textId="72BBEC6D" w:rsidR="000F21BD" w:rsidRPr="00024600" w:rsidRDefault="004134AB" w:rsidP="00E94C8B">
      <w:pPr>
        <w:pStyle w:val="01-ODST-3"/>
        <w:tabs>
          <w:tab w:val="clear" w:pos="1505"/>
        </w:tabs>
        <w:ind w:left="1134" w:hanging="708"/>
        <w:rPr>
          <w:rFonts w:cs="Arial"/>
        </w:rPr>
      </w:pPr>
      <w:permStart w:id="794974391" w:edGrp="everyone"/>
      <w:r w:rsidRPr="00024600">
        <w:rPr>
          <w:rFonts w:cs="Arial"/>
        </w:rPr>
        <w:t>specifikaci jednotlivých požadovaných úkonů,</w:t>
      </w:r>
    </w:p>
    <w:p w14:paraId="03CC7EDA" w14:textId="77777777" w:rsidR="00BA2C1C" w:rsidRDefault="00170BC6" w:rsidP="00170BC6">
      <w:pPr>
        <w:pStyle w:val="01-ODST-3"/>
        <w:tabs>
          <w:tab w:val="clear" w:pos="1505"/>
        </w:tabs>
        <w:ind w:left="1134" w:hanging="708"/>
        <w:rPr>
          <w:rFonts w:cs="Arial"/>
        </w:rPr>
      </w:pPr>
      <w:r w:rsidRPr="00BA2C1C">
        <w:rPr>
          <w:rFonts w:cs="Arial"/>
        </w:rPr>
        <w:t>údaje o termínu realizace</w:t>
      </w:r>
      <w:r w:rsidR="00BA2C1C" w:rsidRPr="00BA2C1C">
        <w:rPr>
          <w:rFonts w:cs="Arial"/>
        </w:rPr>
        <w:t xml:space="preserve"> Díla</w:t>
      </w:r>
      <w:bookmarkStart w:id="2" w:name="_Hlk104970889"/>
    </w:p>
    <w:permEnd w:id="794974391"/>
    <w:p w14:paraId="2EEDFCC3" w14:textId="0A8AA444" w:rsidR="000F21BD" w:rsidRPr="00170BC6" w:rsidRDefault="004134AB" w:rsidP="00170BC6">
      <w:pPr>
        <w:pStyle w:val="01-ODST-3"/>
        <w:tabs>
          <w:tab w:val="clear" w:pos="1505"/>
        </w:tabs>
        <w:ind w:left="1134" w:hanging="708"/>
        <w:rPr>
          <w:rFonts w:cs="Arial"/>
        </w:rPr>
      </w:pPr>
      <w:r w:rsidRPr="00170BC6">
        <w:rPr>
          <w:rFonts w:cs="Arial"/>
        </w:rPr>
        <w:t>d</w:t>
      </w:r>
      <w:r w:rsidR="000F21BD" w:rsidRPr="00170BC6">
        <w:rPr>
          <w:rFonts w:cs="Arial"/>
        </w:rPr>
        <w:t>alší požadavky Objednatele příp. další skutečnosti nezbytné pro provedení Díla Zhotovitelem</w:t>
      </w:r>
      <w:bookmarkEnd w:id="2"/>
      <w:r w:rsidR="000F21BD" w:rsidRPr="00170BC6">
        <w:rPr>
          <w:rFonts w:cs="Arial"/>
        </w:rPr>
        <w:t>.</w:t>
      </w:r>
    </w:p>
    <w:p w14:paraId="7B068367" w14:textId="77777777" w:rsidR="000F21BD" w:rsidRPr="00024600" w:rsidRDefault="000F21BD" w:rsidP="000F21BD">
      <w:pPr>
        <w:pStyle w:val="01-ODST-2"/>
        <w:rPr>
          <w:rFonts w:cs="Arial"/>
        </w:rPr>
      </w:pPr>
      <w:bookmarkStart w:id="3" w:name="_Ref361728775"/>
      <w:r w:rsidRPr="00024600">
        <w:rPr>
          <w:rFonts w:cs="Arial"/>
        </w:rPr>
        <w:t xml:space="preserve">Smluvní strany se dohodly, že dílčí smlouva bude uzavřena jedním z následujících postupů v rozlišení, které </w:t>
      </w:r>
      <w:r w:rsidR="005C3420" w:rsidRPr="00024600">
        <w:rPr>
          <w:rFonts w:cs="Arial"/>
        </w:rPr>
        <w:t xml:space="preserve">Činnosti </w:t>
      </w:r>
      <w:r w:rsidRPr="00024600">
        <w:rPr>
          <w:rFonts w:cs="Arial"/>
        </w:rPr>
        <w:t>se týká.</w:t>
      </w:r>
    </w:p>
    <w:p w14:paraId="43EBF9F5" w14:textId="7680C998" w:rsidR="000F21BD" w:rsidRPr="00024600" w:rsidRDefault="000F21BD" w:rsidP="000F21BD">
      <w:pPr>
        <w:pStyle w:val="01-ODST-2"/>
        <w:rPr>
          <w:rFonts w:cs="Arial"/>
        </w:rPr>
      </w:pPr>
      <w:r w:rsidRPr="00024600">
        <w:rPr>
          <w:rFonts w:cs="Arial"/>
        </w:rPr>
        <w:t>Smluvní strany se dohodly, že písemnou výzvou k poskytnutí plnění Zhotovitele spočívající v</w:t>
      </w:r>
      <w:r w:rsidR="005C3420" w:rsidRPr="00024600">
        <w:rPr>
          <w:rFonts w:cs="Arial"/>
        </w:rPr>
        <w:t> provedení Č</w:t>
      </w:r>
      <w:r w:rsidRPr="00024600">
        <w:rPr>
          <w:rFonts w:cs="Arial"/>
        </w:rPr>
        <w:t>innost</w:t>
      </w:r>
      <w:r w:rsidR="005C3420" w:rsidRPr="00024600">
        <w:rPr>
          <w:rFonts w:cs="Arial"/>
        </w:rPr>
        <w:t>í</w:t>
      </w:r>
      <w:r w:rsidRPr="00024600">
        <w:rPr>
          <w:rFonts w:cs="Arial"/>
        </w:rPr>
        <w:t xml:space="preserve"> se považuje zadání takové dílčí zakázky jednou z následujících možností:</w:t>
      </w:r>
      <w:bookmarkEnd w:id="3"/>
    </w:p>
    <w:p w14:paraId="4EE10970" w14:textId="05E0963C" w:rsidR="000F21BD" w:rsidRPr="00024600" w:rsidRDefault="000F21BD" w:rsidP="00E94C8B">
      <w:pPr>
        <w:pStyle w:val="01-ODST-3"/>
        <w:tabs>
          <w:tab w:val="clear" w:pos="1505"/>
        </w:tabs>
        <w:ind w:left="1134" w:hanging="708"/>
        <w:rPr>
          <w:rFonts w:cs="Arial"/>
        </w:rPr>
      </w:pPr>
      <w:r w:rsidRPr="00024600">
        <w:rPr>
          <w:rFonts w:cs="Arial"/>
        </w:rPr>
        <w:t xml:space="preserve">e-mailem ze systému Objednatele na adresu Zhotovitele: </w:t>
      </w:r>
      <w:permStart w:id="2124568738" w:edGrp="everyone"/>
      <w:r w:rsidRPr="00024600">
        <w:rPr>
          <w:rFonts w:cs="Arial"/>
        </w:rPr>
        <w:t>………………….</w:t>
      </w:r>
      <w:permEnd w:id="2124568738"/>
    </w:p>
    <w:p w14:paraId="272E7639" w14:textId="77777777" w:rsidR="000F21BD" w:rsidRPr="00024600" w:rsidRDefault="000F21BD" w:rsidP="00E94C8B">
      <w:pPr>
        <w:pStyle w:val="01-ODST-3"/>
        <w:tabs>
          <w:tab w:val="clear" w:pos="1505"/>
        </w:tabs>
        <w:ind w:left="1134" w:hanging="708"/>
        <w:rPr>
          <w:rFonts w:cs="Arial"/>
        </w:rPr>
      </w:pPr>
      <w:r w:rsidRPr="00024600">
        <w:rPr>
          <w:rFonts w:cs="Arial"/>
        </w:rPr>
        <w:t>telefonicky na tel. číslo</w:t>
      </w:r>
      <w:r w:rsidR="00A044E3" w:rsidRPr="00024600">
        <w:rPr>
          <w:rFonts w:cs="Arial"/>
        </w:rPr>
        <w:t xml:space="preserve"> </w:t>
      </w:r>
      <w:permStart w:id="387282098" w:edGrp="everyone"/>
      <w:r w:rsidRPr="00024600">
        <w:rPr>
          <w:rFonts w:cs="Arial"/>
        </w:rPr>
        <w:t xml:space="preserve">……………………….. </w:t>
      </w:r>
      <w:permEnd w:id="387282098"/>
      <w:r w:rsidRPr="00024600">
        <w:rPr>
          <w:rFonts w:cs="Arial"/>
        </w:rPr>
        <w:t>s tím, že telefonické hlášení musí být bezodkladně potvrzeno faxem či e-mailem</w:t>
      </w:r>
    </w:p>
    <w:p w14:paraId="3C7A228D" w14:textId="703FA5F8" w:rsidR="000F21BD" w:rsidRPr="00024600" w:rsidRDefault="000F21BD" w:rsidP="00E94C8B">
      <w:pPr>
        <w:pStyle w:val="01-ODST-3"/>
        <w:tabs>
          <w:tab w:val="clear" w:pos="1505"/>
        </w:tabs>
        <w:ind w:left="1134" w:hanging="708"/>
        <w:rPr>
          <w:rFonts w:cs="Arial"/>
        </w:rPr>
      </w:pPr>
      <w:r w:rsidRPr="00024600">
        <w:rPr>
          <w:rFonts w:cs="Arial"/>
        </w:rPr>
        <w:t>či jiným vhodným způsobem výslovně písemně mezi Smluvními stranami dohodnutým</w:t>
      </w:r>
      <w:r w:rsidR="006754FB" w:rsidRPr="00024600">
        <w:rPr>
          <w:rFonts w:cs="Arial"/>
        </w:rPr>
        <w:t>.</w:t>
      </w:r>
    </w:p>
    <w:p w14:paraId="348C5DC1" w14:textId="77777777" w:rsidR="000F21BD" w:rsidRPr="00024600" w:rsidRDefault="000F21BD" w:rsidP="003462DA">
      <w:pPr>
        <w:pStyle w:val="01-ODST-2"/>
        <w:rPr>
          <w:rFonts w:cs="Arial"/>
        </w:rPr>
      </w:pPr>
      <w:r w:rsidRPr="00024600">
        <w:rPr>
          <w:rFonts w:cs="Arial"/>
        </w:rPr>
        <w:t xml:space="preserve">Výzva Objednatele bude vždy písemně e-mailem či faxem z adresy Zhotovitele potvrzena, přičemž potvrzením výzvy Objednatele Zhotovitelem je dílčí smlouva uzavřena.  </w:t>
      </w:r>
    </w:p>
    <w:p w14:paraId="07F5897C" w14:textId="53B1D1A2" w:rsidR="000F21BD" w:rsidRPr="00024600" w:rsidRDefault="000F21BD" w:rsidP="00E94C8B">
      <w:pPr>
        <w:pStyle w:val="01-ODST-3"/>
        <w:tabs>
          <w:tab w:val="clear" w:pos="1505"/>
        </w:tabs>
        <w:ind w:left="1134" w:hanging="708"/>
        <w:rPr>
          <w:rFonts w:cs="Arial"/>
        </w:rPr>
      </w:pPr>
      <w:r w:rsidRPr="00024600">
        <w:rPr>
          <w:rFonts w:cs="Arial"/>
        </w:rPr>
        <w:t>Zhotovitel se zavazuje bez zbytečného odkladu písemně potvrdit objednávku Objednatele, a</w:t>
      </w:r>
      <w:r w:rsidR="00420B91" w:rsidRPr="00024600">
        <w:rPr>
          <w:rFonts w:cs="Arial"/>
        </w:rPr>
        <w:t> </w:t>
      </w:r>
      <w:r w:rsidRPr="00024600">
        <w:rPr>
          <w:rFonts w:cs="Arial"/>
        </w:rPr>
        <w:t>zároveň doruč</w:t>
      </w:r>
      <w:r w:rsidR="00B82ECB" w:rsidRPr="00024600">
        <w:rPr>
          <w:rFonts w:cs="Arial"/>
        </w:rPr>
        <w:t>it</w:t>
      </w:r>
      <w:r w:rsidRPr="00024600">
        <w:rPr>
          <w:rFonts w:cs="Arial"/>
        </w:rPr>
        <w:t xml:space="preserve"> Objednateli </w:t>
      </w:r>
      <w:permStart w:id="158222750" w:edGrp="everyone"/>
      <w:r w:rsidRPr="00024600">
        <w:rPr>
          <w:rFonts w:cs="Arial"/>
        </w:rPr>
        <w:t>oceněný výkaz výměr Díla a časový harmonogram plnění Díla odpovídající objednávce.</w:t>
      </w:r>
    </w:p>
    <w:permEnd w:id="158222750"/>
    <w:p w14:paraId="71A821C0" w14:textId="2BA24499" w:rsidR="000F21BD" w:rsidRPr="00024600" w:rsidRDefault="000F21BD" w:rsidP="00E94C8B">
      <w:pPr>
        <w:pStyle w:val="01-ODST-3"/>
        <w:tabs>
          <w:tab w:val="clear" w:pos="1505"/>
        </w:tabs>
        <w:ind w:left="1134" w:hanging="708"/>
        <w:rPr>
          <w:rFonts w:cs="Arial"/>
        </w:rPr>
      </w:pPr>
      <w:r w:rsidRPr="00024600">
        <w:rPr>
          <w:rFonts w:cs="Arial"/>
        </w:rPr>
        <w:t>Smluvní strany konstatují, že v případě, kdy Zhotovitel potvrdí objednávku Objednatele s</w:t>
      </w:r>
      <w:r w:rsidR="00420B91" w:rsidRPr="00024600">
        <w:rPr>
          <w:rFonts w:cs="Arial"/>
        </w:rPr>
        <w:t> </w:t>
      </w:r>
      <w:r w:rsidRPr="00024600">
        <w:rPr>
          <w:rFonts w:cs="Arial"/>
        </w:rPr>
        <w:t>dodatkem nebo odchylkou proti požadavkům Objednatele, nezakládá takové potvrzení objednávky Zhotovitelem povinnost Objednatele takovou odchylku či dodatek akceptovat a</w:t>
      </w:r>
      <w:r w:rsidR="00420B91" w:rsidRPr="00024600">
        <w:rPr>
          <w:rFonts w:cs="Arial"/>
        </w:rPr>
        <w:t> </w:t>
      </w:r>
      <w:r w:rsidRPr="00024600">
        <w:rPr>
          <w:rFonts w:cs="Arial"/>
        </w:rPr>
        <w:t>dílčí smlouva mezi Smluvními stranami uzavřena není.</w:t>
      </w:r>
    </w:p>
    <w:p w14:paraId="5A23BC6F" w14:textId="68CD6B70" w:rsidR="000F21BD" w:rsidRPr="00024600" w:rsidRDefault="000F21BD" w:rsidP="002E1BDC">
      <w:pPr>
        <w:pStyle w:val="01-ODST-2"/>
        <w:rPr>
          <w:rFonts w:cs="Arial"/>
        </w:rPr>
      </w:pPr>
      <w:r w:rsidRPr="00024600">
        <w:rPr>
          <w:rFonts w:cs="Arial"/>
        </w:rPr>
        <w:lastRenderedPageBreak/>
        <w:t xml:space="preserve">Smluvní strany se dohodly, že výzvy Objednatele k poskytnutí </w:t>
      </w:r>
      <w:r w:rsidR="008B321D" w:rsidRPr="00024600">
        <w:rPr>
          <w:rFonts w:cs="Arial"/>
        </w:rPr>
        <w:t xml:space="preserve">Činností </w:t>
      </w:r>
      <w:r w:rsidR="00B27056">
        <w:rPr>
          <w:rFonts w:cs="Arial"/>
        </w:rPr>
        <w:t xml:space="preserve">dle </w:t>
      </w:r>
      <w:r w:rsidRPr="00024600">
        <w:rPr>
          <w:rFonts w:cs="Arial"/>
        </w:rPr>
        <w:t xml:space="preserve">Smlouvy budou některým ze způsobů uvedených výše Zhotovitelem přijímány </w:t>
      </w:r>
      <w:permStart w:id="1616475593" w:edGrp="everyone"/>
      <w:r w:rsidRPr="00024600">
        <w:rPr>
          <w:rFonts w:cs="Arial"/>
        </w:rPr>
        <w:t>NONSTOP, tj. v režimu 24/7</w:t>
      </w:r>
      <w:permEnd w:id="1616475593"/>
      <w:r w:rsidR="002809EF" w:rsidRPr="00024600">
        <w:rPr>
          <w:rFonts w:cs="Arial"/>
        </w:rPr>
        <w:t xml:space="preserve">, nedohodnou-li se </w:t>
      </w:r>
      <w:r w:rsidR="00370C0B" w:rsidRPr="00024600">
        <w:rPr>
          <w:rFonts w:cs="Arial"/>
        </w:rPr>
        <w:t>S</w:t>
      </w:r>
      <w:r w:rsidR="002809EF" w:rsidRPr="00024600">
        <w:rPr>
          <w:rFonts w:cs="Arial"/>
        </w:rPr>
        <w:t>mluvní strany v jednotlivých případech jinak</w:t>
      </w:r>
      <w:r w:rsidRPr="00024600">
        <w:rPr>
          <w:rFonts w:cs="Arial"/>
        </w:rPr>
        <w:t>.</w:t>
      </w:r>
    </w:p>
    <w:p w14:paraId="2800C791" w14:textId="401B96BB" w:rsidR="000F21BD" w:rsidRPr="00024600" w:rsidRDefault="000F21BD" w:rsidP="002E1BDC">
      <w:pPr>
        <w:pStyle w:val="01-ODST-2"/>
        <w:rPr>
          <w:rFonts w:cs="Arial"/>
        </w:rPr>
      </w:pPr>
      <w:r w:rsidRPr="00024600">
        <w:rPr>
          <w:rFonts w:cs="Arial"/>
        </w:rPr>
        <w:t xml:space="preserve">Činnosti Zhotovitele budou probíhat na základě písemné výzvy Objednatele </w:t>
      </w:r>
      <w:r w:rsidR="002809EF" w:rsidRPr="00024600">
        <w:rPr>
          <w:rFonts w:cs="Arial"/>
        </w:rPr>
        <w:t>k plnění</w:t>
      </w:r>
      <w:r w:rsidRPr="00024600">
        <w:rPr>
          <w:rFonts w:cs="Arial"/>
        </w:rPr>
        <w:t xml:space="preserve"> a její potvrzení ze strany Zhotovitele ve smyslu výše uvedeném. Zhotovitel se zavazuje Dílo </w:t>
      </w:r>
      <w:r w:rsidR="008B321D" w:rsidRPr="00024600">
        <w:rPr>
          <w:rFonts w:cs="Arial"/>
        </w:rPr>
        <w:t>(</w:t>
      </w:r>
      <w:r w:rsidRPr="00024600">
        <w:rPr>
          <w:rFonts w:cs="Arial"/>
        </w:rPr>
        <w:t xml:space="preserve">či </w:t>
      </w:r>
      <w:r w:rsidR="008B321D" w:rsidRPr="00024600">
        <w:rPr>
          <w:rFonts w:cs="Arial"/>
        </w:rPr>
        <w:t xml:space="preserve">jeho </w:t>
      </w:r>
      <w:r w:rsidRPr="00024600">
        <w:rPr>
          <w:rFonts w:cs="Arial"/>
        </w:rPr>
        <w:t xml:space="preserve">část </w:t>
      </w:r>
      <w:r w:rsidR="008B321D" w:rsidRPr="00024600">
        <w:rPr>
          <w:rFonts w:cs="Arial"/>
        </w:rPr>
        <w:t xml:space="preserve">vyplývá-li možnost provést a předat Dílo po částech z výzvy Objednatele) </w:t>
      </w:r>
      <w:r w:rsidRPr="00024600">
        <w:rPr>
          <w:rFonts w:cs="Arial"/>
        </w:rPr>
        <w:t>dokončit a předat v Objednatelem určeném termínu</w:t>
      </w:r>
      <w:r w:rsidR="001A5423" w:rsidRPr="00024600">
        <w:rPr>
          <w:rFonts w:cs="Arial"/>
        </w:rPr>
        <w:t xml:space="preserve"> na </w:t>
      </w:r>
      <w:r w:rsidR="008E3997" w:rsidRPr="00024600">
        <w:rPr>
          <w:rFonts w:cs="Arial"/>
        </w:rPr>
        <w:t>o</w:t>
      </w:r>
      <w:r w:rsidR="001A5423" w:rsidRPr="00024600">
        <w:rPr>
          <w:rFonts w:cs="Arial"/>
        </w:rPr>
        <w:t>bjednávce</w:t>
      </w:r>
      <w:r w:rsidRPr="00024600">
        <w:rPr>
          <w:rFonts w:cs="Arial"/>
        </w:rPr>
        <w:t>, nebude-li písemně dohodou výslovně stanoveno jinak</w:t>
      </w:r>
      <w:r w:rsidR="001A5423" w:rsidRPr="00024600">
        <w:rPr>
          <w:rFonts w:cs="Arial"/>
        </w:rPr>
        <w:t xml:space="preserve"> (např. zápisem v montážním/stavebním deníku nebo zápisem z kontrolního dne – vždy vzájemně odsouhlaseném)</w:t>
      </w:r>
      <w:r w:rsidRPr="00024600">
        <w:rPr>
          <w:rFonts w:cs="Arial"/>
        </w:rPr>
        <w:t xml:space="preserve">. </w:t>
      </w:r>
      <w:permStart w:id="1650408384" w:edGrp="everyone"/>
      <w:r w:rsidRPr="00024600">
        <w:rPr>
          <w:rFonts w:cs="Arial"/>
        </w:rPr>
        <w:t>Práce Zhotovitele na Díle v případě rozsáhlejších služeb Zhotovitele budou probíhat dle předem sjednaného a oběma Smluvními stranami odsouhlaseného Harmonogramu prací. V případě požadavku Objednatele vypracuje Zhotovitel podrobný Harmonogram prací se zapracováním požadavků uvedených Objednatelem v písemné výzvě Objednatele (požadavky na postupové termíny, maximální doba odstávky objektu atd.), který bude následně předložen Objednateli. Objednatel bez zbytečného odkladu písemně schválí předložený podrobný Harmonogram prací a/nebo předá zpět Zhotoviteli k zapracování připomínek. Konečný a závazný Harmonogram prací schvaluje Objednatel vždy dle svých obchodních a provozních priorit.</w:t>
      </w:r>
    </w:p>
    <w:p w14:paraId="40F4C5F7" w14:textId="0E08B507" w:rsidR="000F21BD" w:rsidRPr="00024600" w:rsidRDefault="000F21BD" w:rsidP="002E1BDC">
      <w:pPr>
        <w:pStyle w:val="01-ODST-2"/>
        <w:rPr>
          <w:rFonts w:cs="Arial"/>
        </w:rPr>
      </w:pPr>
      <w:r w:rsidRPr="00024600">
        <w:rPr>
          <w:rFonts w:cs="Arial"/>
        </w:rPr>
        <w:t>K podmínkám dílčích smluv Smluvní strany dále sjednávají, že pokud budou v rámci provádění Díla nutné odstávky provozu některého objektu</w:t>
      </w:r>
      <w:r w:rsidR="001A5423" w:rsidRPr="00024600">
        <w:rPr>
          <w:rFonts w:cs="Arial"/>
        </w:rPr>
        <w:t>, technologického celku</w:t>
      </w:r>
      <w:r w:rsidRPr="00024600">
        <w:rPr>
          <w:rFonts w:cs="Arial"/>
        </w:rPr>
        <w:t xml:space="preserve"> či některého dotčeného a</w:t>
      </w:r>
      <w:r w:rsidR="00420B91" w:rsidRPr="00024600">
        <w:rPr>
          <w:rFonts w:cs="Arial"/>
        </w:rPr>
        <w:t> </w:t>
      </w:r>
      <w:r w:rsidRPr="00024600">
        <w:rPr>
          <w:rFonts w:cs="Arial"/>
        </w:rPr>
        <w:t>související</w:t>
      </w:r>
      <w:r w:rsidR="00370C0B" w:rsidRPr="00024600">
        <w:rPr>
          <w:rFonts w:cs="Arial"/>
        </w:rPr>
        <w:t>ho</w:t>
      </w:r>
      <w:r w:rsidRPr="00024600">
        <w:rPr>
          <w:rFonts w:cs="Arial"/>
        </w:rPr>
        <w:t xml:space="preserve"> zařízení, v místě, kde bude Dílo prováděno, budou tyto odstávky zahrnuty v Harmonogramu periodických činností a/nebo v Harmonogramu prací a Smluvní strany předpokládají, že odstávky proběhnou v předem stanoveném termínu. Sjednané termíny odstávek však musí být vždy před jejich zahájením písemně schváleny Objednatelem (zástupcem Objednatele) a teprve po tomto potvrzení může Dodavatel přistoupit k započetí činností plánovaných v rámci doby odstávky. </w:t>
      </w:r>
    </w:p>
    <w:p w14:paraId="12CD72CD" w14:textId="7ECD65C8" w:rsidR="000F21BD" w:rsidRPr="00024600" w:rsidRDefault="000F21BD" w:rsidP="0019773E">
      <w:pPr>
        <w:pStyle w:val="01-ODST-3"/>
        <w:tabs>
          <w:tab w:val="clear" w:pos="1505"/>
        </w:tabs>
        <w:ind w:left="1134" w:hanging="708"/>
        <w:rPr>
          <w:rFonts w:cs="Arial"/>
        </w:rPr>
      </w:pPr>
      <w:r w:rsidRPr="00024600">
        <w:rPr>
          <w:rFonts w:cs="Arial"/>
        </w:rPr>
        <w:t>Délku jednotlivých naplánovaných odstávek nelze překročit. Nebude-li Zhotovitel schopen zajistit dokončení potřebných prací během naplánované odstávky, je povinen vyklidit a</w:t>
      </w:r>
      <w:r w:rsidR="00420B91" w:rsidRPr="00024600">
        <w:rPr>
          <w:rFonts w:cs="Arial"/>
        </w:rPr>
        <w:t> </w:t>
      </w:r>
      <w:r w:rsidRPr="00024600">
        <w:rPr>
          <w:rFonts w:cs="Arial"/>
        </w:rPr>
        <w:t xml:space="preserve">připravit </w:t>
      </w:r>
      <w:r w:rsidR="008E50AE" w:rsidRPr="00024600">
        <w:rPr>
          <w:rFonts w:cs="Arial"/>
        </w:rPr>
        <w:t>staveniště/</w:t>
      </w:r>
      <w:r w:rsidRPr="00024600">
        <w:rPr>
          <w:rFonts w:cs="Arial"/>
        </w:rPr>
        <w:t>pracoviště a dotčená zařízení tak, aby bylo možno odstávku řádně ukončit. Dokončení potřebných prací proběhne v další odstávce, která bude dohodnutá a</w:t>
      </w:r>
      <w:r w:rsidR="00420B91" w:rsidRPr="00024600">
        <w:rPr>
          <w:rFonts w:cs="Arial"/>
        </w:rPr>
        <w:t> </w:t>
      </w:r>
      <w:r w:rsidRPr="00024600">
        <w:rPr>
          <w:rFonts w:cs="Arial"/>
        </w:rPr>
        <w:t>schválená Objednatelem. Takové nesplnění původního termínu odstávky nelze považovat za přerušení prací z provozních důvodů na straně Objednatele a nezprošťuje tedy Zhotovitele odpovědnosti za splnění Díla v řádné lhůtě, a to ani po dobu mezi původní plánovanou odstávkou a odstávkou nově dohodnutou.</w:t>
      </w:r>
    </w:p>
    <w:permEnd w:id="1650408384"/>
    <w:p w14:paraId="6EB9E408" w14:textId="77777777" w:rsidR="000F21BD" w:rsidRPr="00024600" w:rsidRDefault="000F21BD" w:rsidP="00AF0E8E">
      <w:pPr>
        <w:pStyle w:val="01-L"/>
        <w:ind w:left="454"/>
        <w:rPr>
          <w:rFonts w:cs="Arial"/>
          <w:bCs w:val="0"/>
        </w:rPr>
      </w:pPr>
      <w:r w:rsidRPr="00024600">
        <w:rPr>
          <w:rFonts w:cs="Arial"/>
          <w:bCs w:val="0"/>
        </w:rPr>
        <w:t>Dílo</w:t>
      </w:r>
    </w:p>
    <w:p w14:paraId="6C6E04A2" w14:textId="77777777" w:rsidR="000F21BD" w:rsidRPr="00024600" w:rsidRDefault="000F21BD" w:rsidP="002E1BDC">
      <w:pPr>
        <w:pStyle w:val="01-ODST-2"/>
        <w:rPr>
          <w:rFonts w:cs="Arial"/>
        </w:rPr>
      </w:pPr>
      <w:r w:rsidRPr="00024600">
        <w:rPr>
          <w:rFonts w:cs="Arial"/>
        </w:rPr>
        <w:t>Zhotovitel se zavazuje provádět Dílo v rozsahu a dle podmínek uvedených v této Smlouvě a na jejím základě. Podkladem pro provádění Díla dle této Smlouvy a v souladu s dílčí smlouvou je níže uvedená dokumentace (dále též jen „Závazné podklady“).</w:t>
      </w:r>
    </w:p>
    <w:p w14:paraId="53B4B343" w14:textId="09A991DD" w:rsidR="000F21BD" w:rsidRPr="00024600" w:rsidRDefault="000F21BD" w:rsidP="0019773E">
      <w:pPr>
        <w:pStyle w:val="01-ODST-3"/>
        <w:tabs>
          <w:tab w:val="clear" w:pos="1505"/>
        </w:tabs>
        <w:ind w:left="1134" w:hanging="708"/>
        <w:rPr>
          <w:rFonts w:cs="Arial"/>
        </w:rPr>
      </w:pPr>
      <w:r w:rsidRPr="00024600">
        <w:rPr>
          <w:rFonts w:cs="Arial"/>
        </w:rPr>
        <w:t xml:space="preserve">Zhotoviteli předaná a jím převzatá zadávací dokumentace </w:t>
      </w:r>
      <w:r w:rsidR="006754FB" w:rsidRPr="00024600">
        <w:rPr>
          <w:rFonts w:cs="Arial"/>
        </w:rPr>
        <w:t>k</w:t>
      </w:r>
      <w:r w:rsidRPr="00024600">
        <w:rPr>
          <w:rFonts w:cs="Arial"/>
        </w:rPr>
        <w:t xml:space="preserve"> zakázce č. </w:t>
      </w:r>
      <w:permStart w:id="1698260787" w:edGrp="everyone"/>
      <w:r w:rsidR="00AE33B9">
        <w:rPr>
          <w:rFonts w:cs="Arial"/>
        </w:rPr>
        <w:t>271</w:t>
      </w:r>
      <w:r w:rsidR="00064513" w:rsidRPr="00024600">
        <w:rPr>
          <w:rFonts w:cs="Arial"/>
        </w:rPr>
        <w:t>/2</w:t>
      </w:r>
      <w:r w:rsidR="00B40160">
        <w:rPr>
          <w:rFonts w:cs="Arial"/>
        </w:rPr>
        <w:t>3</w:t>
      </w:r>
      <w:r w:rsidRPr="00024600">
        <w:rPr>
          <w:rFonts w:cs="Arial"/>
        </w:rPr>
        <w:t>/OCN „</w:t>
      </w:r>
      <w:r w:rsidR="00B40160">
        <w:rPr>
          <w:rFonts w:cs="Arial"/>
        </w:rPr>
        <w:t xml:space="preserve">Rámcová </w:t>
      </w:r>
      <w:proofErr w:type="gramStart"/>
      <w:r w:rsidR="00B40160">
        <w:rPr>
          <w:rFonts w:cs="Arial"/>
        </w:rPr>
        <w:t>dohoda - Provádění</w:t>
      </w:r>
      <w:proofErr w:type="gramEnd"/>
      <w:r w:rsidR="00B40160">
        <w:rPr>
          <w:rFonts w:cs="Arial"/>
        </w:rPr>
        <w:t xml:space="preserve"> </w:t>
      </w:r>
      <w:r w:rsidR="00B40160" w:rsidRPr="00B40160">
        <w:rPr>
          <w:rFonts w:cs="Arial"/>
        </w:rPr>
        <w:t>revizí a kontrol elektrických zařízení nízkého napětí a hromosvodů na skladech ČEPRO</w:t>
      </w:r>
      <w:r w:rsidR="00B40160">
        <w:rPr>
          <w:rFonts w:cs="Arial"/>
        </w:rPr>
        <w:t>, a.s.</w:t>
      </w:r>
      <w:r w:rsidRPr="00024600">
        <w:rPr>
          <w:rFonts w:cs="Arial"/>
        </w:rPr>
        <w:t>“</w:t>
      </w:r>
      <w:permEnd w:id="1698260787"/>
      <w:r w:rsidRPr="00024600">
        <w:rPr>
          <w:rFonts w:cs="Arial"/>
        </w:rPr>
        <w:t xml:space="preserve"> včetně jejích příloh (</w:t>
      </w:r>
      <w:r w:rsidR="00DA12A1" w:rsidRPr="00024600">
        <w:rPr>
          <w:rFonts w:cs="Arial"/>
        </w:rPr>
        <w:t>výše a dále</w:t>
      </w:r>
      <w:r w:rsidR="007840C5" w:rsidRPr="00024600">
        <w:rPr>
          <w:rFonts w:cs="Arial"/>
        </w:rPr>
        <w:t xml:space="preserve"> také</w:t>
      </w:r>
      <w:r w:rsidR="00DA12A1" w:rsidRPr="00024600">
        <w:rPr>
          <w:rFonts w:cs="Arial"/>
        </w:rPr>
        <w:t xml:space="preserve"> jen </w:t>
      </w:r>
      <w:r w:rsidRPr="00024600">
        <w:rPr>
          <w:rFonts w:cs="Arial"/>
        </w:rPr>
        <w:t>„Zadávací dokumentace“)</w:t>
      </w:r>
    </w:p>
    <w:p w14:paraId="564DE748" w14:textId="11259D2E" w:rsidR="000F21BD" w:rsidRPr="00024600" w:rsidRDefault="000F21BD" w:rsidP="0019773E">
      <w:pPr>
        <w:pStyle w:val="01-ODST-3"/>
        <w:tabs>
          <w:tab w:val="clear" w:pos="1505"/>
        </w:tabs>
        <w:ind w:left="1134" w:hanging="708"/>
        <w:rPr>
          <w:rFonts w:cs="Arial"/>
        </w:rPr>
      </w:pPr>
      <w:r w:rsidRPr="00024600">
        <w:rPr>
          <w:rFonts w:cs="Arial"/>
        </w:rPr>
        <w:t xml:space="preserve">nabídka Zhotovitele č. </w:t>
      </w:r>
      <w:permStart w:id="2125881750" w:edGrp="everyone"/>
      <w:r w:rsidRPr="00024600">
        <w:rPr>
          <w:rFonts w:cs="Arial"/>
        </w:rPr>
        <w:t xml:space="preserve">……. </w:t>
      </w:r>
      <w:permEnd w:id="2125881750"/>
      <w:r w:rsidRPr="00024600">
        <w:rPr>
          <w:rFonts w:cs="Arial"/>
        </w:rPr>
        <w:t xml:space="preserve">ze dne </w:t>
      </w:r>
      <w:permStart w:id="1174091464" w:edGrp="everyone"/>
      <w:r w:rsidRPr="00024600">
        <w:rPr>
          <w:rFonts w:cs="Arial"/>
        </w:rPr>
        <w:t xml:space="preserve">……. </w:t>
      </w:r>
      <w:permEnd w:id="1174091464"/>
      <w:r w:rsidRPr="00024600">
        <w:rPr>
          <w:rFonts w:cs="Arial"/>
        </w:rPr>
        <w:t xml:space="preserve">podané k zakázce č. </w:t>
      </w:r>
      <w:permStart w:id="119603739" w:edGrp="everyone"/>
      <w:r w:rsidR="00B4488C">
        <w:rPr>
          <w:rFonts w:cs="Arial"/>
        </w:rPr>
        <w:t>271</w:t>
      </w:r>
      <w:r w:rsidR="00D84243" w:rsidRPr="00024600">
        <w:rPr>
          <w:rFonts w:cs="Arial"/>
        </w:rPr>
        <w:t>/</w:t>
      </w:r>
      <w:r w:rsidR="00064513" w:rsidRPr="00024600">
        <w:rPr>
          <w:rFonts w:cs="Arial"/>
        </w:rPr>
        <w:t>2</w:t>
      </w:r>
      <w:r w:rsidR="00B40160">
        <w:rPr>
          <w:rFonts w:cs="Arial"/>
        </w:rPr>
        <w:t>3</w:t>
      </w:r>
      <w:r w:rsidRPr="00024600">
        <w:rPr>
          <w:rFonts w:cs="Arial"/>
        </w:rPr>
        <w:t>/OCN</w:t>
      </w:r>
      <w:permEnd w:id="119603739"/>
      <w:r w:rsidRPr="00024600">
        <w:rPr>
          <w:rFonts w:cs="Arial"/>
        </w:rPr>
        <w:t xml:space="preserve"> (dále jen „Nabídka“).</w:t>
      </w:r>
    </w:p>
    <w:p w14:paraId="05AE9C1D" w14:textId="77777777" w:rsidR="000F21BD" w:rsidRPr="00024600" w:rsidRDefault="000F21BD" w:rsidP="0019773E">
      <w:pPr>
        <w:pStyle w:val="01-ODST-3"/>
        <w:tabs>
          <w:tab w:val="clear" w:pos="1505"/>
        </w:tabs>
        <w:ind w:left="1134" w:hanging="708"/>
        <w:rPr>
          <w:rFonts w:cs="Arial"/>
        </w:rPr>
      </w:pPr>
      <w:r w:rsidRPr="00024600">
        <w:rPr>
          <w:rFonts w:cs="Arial"/>
        </w:rPr>
        <w:t>V případě rozporu mezi jednotlivými dokumenty Závazných podkladů má přednost Zadávací dokumentace.</w:t>
      </w:r>
    </w:p>
    <w:p w14:paraId="16A7A7AE" w14:textId="77777777" w:rsidR="000F21BD" w:rsidRPr="00024600" w:rsidRDefault="000F21BD" w:rsidP="0019773E">
      <w:pPr>
        <w:pStyle w:val="01-ODST-3"/>
        <w:tabs>
          <w:tab w:val="clear" w:pos="1505"/>
        </w:tabs>
        <w:ind w:left="1134" w:hanging="708"/>
        <w:rPr>
          <w:rFonts w:cs="Arial"/>
        </w:rPr>
      </w:pPr>
      <w:r w:rsidRPr="00024600">
        <w:rPr>
          <w:rFonts w:cs="Arial"/>
        </w:rPr>
        <w:t>Zhotovitel odpovídá za kompletnost Nabídky a za skutečnost, že Nabídka zajišťuje provádění Díla podle Závazných podkladů.</w:t>
      </w:r>
    </w:p>
    <w:p w14:paraId="38D878F5" w14:textId="77777777" w:rsidR="000F21BD" w:rsidRPr="00024600" w:rsidRDefault="000F21BD" w:rsidP="007F3B59">
      <w:pPr>
        <w:pStyle w:val="01-ODST-2"/>
        <w:rPr>
          <w:rFonts w:cs="Arial"/>
        </w:rPr>
      </w:pPr>
      <w:r w:rsidRPr="00024600">
        <w:rPr>
          <w:rFonts w:cs="Arial"/>
        </w:rPr>
        <w:t>Předmět Díla je specifikován touto Smlouvou, zejména v </w:t>
      </w:r>
      <w:r w:rsidR="008B321D" w:rsidRPr="00024600">
        <w:rPr>
          <w:rFonts w:cs="Arial"/>
        </w:rPr>
        <w:t xml:space="preserve">odst. </w:t>
      </w:r>
      <w:r w:rsidRPr="00024600">
        <w:rPr>
          <w:rFonts w:cs="Arial"/>
        </w:rPr>
        <w:t>3.1 Smlouvy, konkrétní požadavky Objednatele vychází z aktuálních potřeb Objednatele a budou vždy specifikovány ve výzvě Objednatele.</w:t>
      </w:r>
    </w:p>
    <w:p w14:paraId="63A51210" w14:textId="75DB55BF" w:rsidR="000F21BD" w:rsidRPr="00024600" w:rsidRDefault="000F21BD" w:rsidP="007F3B59">
      <w:pPr>
        <w:pStyle w:val="01-ODST-2"/>
        <w:rPr>
          <w:rFonts w:cs="Arial"/>
        </w:rPr>
      </w:pPr>
      <w:r w:rsidRPr="00024600">
        <w:rPr>
          <w:rFonts w:cs="Arial"/>
        </w:rPr>
        <w:t>Součástí předmětu Díla jsou kromě povinnosti Zhotovitele spočívající v provedení vlastních prací na Díle též služby, práce a jiné výkony Zhotovitele s prováděním Díla související, tj. zejména dodávka materiálů, komponentů či výrobků a zařízení potřebných pro řádnou realizaci Díla a příp. provedení vyzkoušení Díla. Zhotovitel je povinen Dílo uvést do provozu a předat nejpozději při přejímce Díla Objednateli veškerou dokumentaci potřebnou k užívání Díla a/nebo nutnou dle platné legislativy a</w:t>
      </w:r>
      <w:r w:rsidR="001E0586" w:rsidRPr="00024600">
        <w:rPr>
          <w:rFonts w:cs="Arial"/>
        </w:rPr>
        <w:t> </w:t>
      </w:r>
      <w:r w:rsidRPr="00024600">
        <w:rPr>
          <w:rFonts w:cs="Arial"/>
        </w:rPr>
        <w:t>dále sjednanou mezi Smluvními stranami.</w:t>
      </w:r>
    </w:p>
    <w:p w14:paraId="4EB2DF75" w14:textId="201164BF" w:rsidR="000F21BD" w:rsidRPr="00024600" w:rsidRDefault="000F21BD" w:rsidP="000F21BD">
      <w:pPr>
        <w:ind w:left="567"/>
        <w:contextualSpacing/>
        <w:rPr>
          <w:rFonts w:cs="Arial"/>
          <w:spacing w:val="4"/>
        </w:rPr>
      </w:pPr>
      <w:r w:rsidRPr="00024600">
        <w:rPr>
          <w:rFonts w:cs="Arial"/>
          <w:spacing w:val="4"/>
        </w:rPr>
        <w:lastRenderedPageBreak/>
        <w:t xml:space="preserve">Zhotovitel je povinen provádět a při provádění Díla postupovat v souladu se </w:t>
      </w:r>
      <w:r w:rsidR="001A5423" w:rsidRPr="00024600">
        <w:rPr>
          <w:rFonts w:cs="Arial"/>
          <w:spacing w:val="4"/>
        </w:rPr>
        <w:t xml:space="preserve">schváleným </w:t>
      </w:r>
      <w:r w:rsidRPr="00024600">
        <w:rPr>
          <w:rFonts w:cs="Arial"/>
          <w:spacing w:val="4"/>
        </w:rPr>
        <w:t>závazným podrobným technologickým postupem prací</w:t>
      </w:r>
      <w:r w:rsidR="001A5423" w:rsidRPr="00024600">
        <w:rPr>
          <w:rFonts w:cs="Arial"/>
          <w:spacing w:val="4"/>
        </w:rPr>
        <w:t xml:space="preserve"> včetně rizik z těchto prací vyplývajících</w:t>
      </w:r>
      <w:r w:rsidRPr="00024600">
        <w:rPr>
          <w:rFonts w:cs="Arial"/>
          <w:spacing w:val="4"/>
        </w:rPr>
        <w:t>, který předloží nejpozději</w:t>
      </w:r>
      <w:r w:rsidR="00853340" w:rsidRPr="00024600">
        <w:rPr>
          <w:rFonts w:cs="Arial"/>
          <w:spacing w:val="4"/>
        </w:rPr>
        <w:t xml:space="preserve"> 3 dny</w:t>
      </w:r>
      <w:r w:rsidRPr="00024600">
        <w:rPr>
          <w:rFonts w:cs="Arial"/>
          <w:spacing w:val="4"/>
        </w:rPr>
        <w:t xml:space="preserve"> před zahájením prací</w:t>
      </w:r>
      <w:r w:rsidR="008B321D" w:rsidRPr="00024600">
        <w:rPr>
          <w:rFonts w:cs="Arial"/>
          <w:spacing w:val="4"/>
        </w:rPr>
        <w:t xml:space="preserve"> na Díle</w:t>
      </w:r>
      <w:r w:rsidRPr="00024600">
        <w:rPr>
          <w:rFonts w:cs="Arial"/>
          <w:spacing w:val="4"/>
        </w:rPr>
        <w:t>.</w:t>
      </w:r>
    </w:p>
    <w:p w14:paraId="3F3357B5" w14:textId="45DD4747" w:rsidR="00DA12A1" w:rsidRPr="00024600" w:rsidRDefault="00DA12A1" w:rsidP="00B40160">
      <w:pPr>
        <w:pStyle w:val="01-ODST-2"/>
        <w:numPr>
          <w:ilvl w:val="0"/>
          <w:numId w:val="0"/>
        </w:numPr>
        <w:rPr>
          <w:rFonts w:cs="Arial"/>
        </w:rPr>
      </w:pPr>
      <w:permStart w:id="838421740" w:edGrp="everyone"/>
    </w:p>
    <w:permEnd w:id="838421740"/>
    <w:p w14:paraId="2FB88A2E" w14:textId="77777777" w:rsidR="000F21BD" w:rsidRPr="00024600" w:rsidRDefault="000F21BD" w:rsidP="003E26A4">
      <w:pPr>
        <w:pStyle w:val="01-L"/>
        <w:ind w:left="454"/>
        <w:rPr>
          <w:rFonts w:cs="Arial"/>
          <w:bCs w:val="0"/>
        </w:rPr>
      </w:pPr>
      <w:r w:rsidRPr="00024600">
        <w:rPr>
          <w:rFonts w:cs="Arial"/>
          <w:bCs w:val="0"/>
        </w:rPr>
        <w:t>Práva a povinnosti Smluvních stran</w:t>
      </w:r>
    </w:p>
    <w:p w14:paraId="5599CEDE" w14:textId="77777777" w:rsidR="000F21BD" w:rsidRPr="00024600" w:rsidRDefault="000F21BD" w:rsidP="0009224E">
      <w:pPr>
        <w:pStyle w:val="01-ODST-2"/>
        <w:rPr>
          <w:rFonts w:cs="Arial"/>
        </w:rPr>
      </w:pPr>
      <w:r w:rsidRPr="00024600">
        <w:rPr>
          <w:rFonts w:cs="Arial"/>
        </w:rPr>
        <w:t>Zhotovitel je povinen provést Dílo jako celek a jeho jednotlivé součásti v souladu a za podmínek stanovených touto Smlouvou, dalšími dokumenty uvedenými ve Smlouvě a dílčí smlouvou.</w:t>
      </w:r>
    </w:p>
    <w:p w14:paraId="08A1F16B" w14:textId="295A2984" w:rsidR="000F21BD" w:rsidRPr="00024600" w:rsidRDefault="000F21BD" w:rsidP="0009224E">
      <w:pPr>
        <w:pStyle w:val="01-ODST-2"/>
        <w:rPr>
          <w:rFonts w:cs="Arial"/>
        </w:rPr>
      </w:pPr>
      <w:r w:rsidRPr="00024600">
        <w:rPr>
          <w:rFonts w:cs="Arial"/>
        </w:rPr>
        <w:t xml:space="preserve">Realizace </w:t>
      </w:r>
      <w:r w:rsidR="0019160A" w:rsidRPr="00024600">
        <w:rPr>
          <w:rFonts w:cs="Arial"/>
        </w:rPr>
        <w:t>Díla – všechny</w:t>
      </w:r>
      <w:r w:rsidRPr="00024600">
        <w:rPr>
          <w:rFonts w:cs="Arial"/>
        </w:rPr>
        <w:t xml:space="preserve"> práce a dodávky musí odpovídat ČSN normám a platným obecně závazným předpisům a </w:t>
      </w:r>
      <w:r w:rsidR="0093185D" w:rsidRPr="00024600">
        <w:rPr>
          <w:rFonts w:cs="Arial"/>
        </w:rPr>
        <w:t xml:space="preserve">případným </w:t>
      </w:r>
      <w:r w:rsidRPr="00024600">
        <w:rPr>
          <w:rFonts w:cs="Arial"/>
        </w:rPr>
        <w:t xml:space="preserve">požadavkům Objednatele. Zhotovitel odpovídá za to, že Dílo plně vyhoví podmínkám, stanoveným platnými právními předpisy a podmínkám dohodnutým v této Smlouvě. Zhotovitel je povinen provést Dílo ve vysoké kvalitě odpovídající charakteru a významu Díla. </w:t>
      </w:r>
    </w:p>
    <w:p w14:paraId="47B75662" w14:textId="77777777" w:rsidR="000F21BD" w:rsidRPr="00024600" w:rsidRDefault="000F21BD" w:rsidP="0009224E">
      <w:pPr>
        <w:pStyle w:val="01-ODST-2"/>
        <w:rPr>
          <w:rFonts w:cs="Arial"/>
        </w:rPr>
      </w:pPr>
      <w:r w:rsidRPr="00024600">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r w:rsidR="00DA12A1" w:rsidRPr="00024600">
        <w:rPr>
          <w:rFonts w:cs="Arial"/>
        </w:rPr>
        <w:t>.</w:t>
      </w:r>
    </w:p>
    <w:p w14:paraId="5F79D680" w14:textId="77777777" w:rsidR="000F21BD" w:rsidRPr="00024600" w:rsidRDefault="000F21BD" w:rsidP="0009224E">
      <w:pPr>
        <w:pStyle w:val="01-ODST-2"/>
        <w:rPr>
          <w:rFonts w:cs="Arial"/>
        </w:rPr>
      </w:pPr>
      <w:r w:rsidRPr="00024600">
        <w:rPr>
          <w:rFonts w:eastAsia="MS Mincho" w:cs="Arial"/>
        </w:rPr>
        <w:t>Dílo bude splňovat kvalitativní požadavky definované platnými normami ČSN nebo EN v případě, že příslušné české normy neexistují. Doporučené údaje normy ČSN nebo EN se pro předmět Díla dle této Smlouvy považují za normy závazné. Při rozdílu v ustanoveních normy platí ustanovení normy výhodnější pro Objednatele.</w:t>
      </w:r>
    </w:p>
    <w:p w14:paraId="6026D1BA" w14:textId="0D80D743" w:rsidR="000F21BD" w:rsidRPr="00024600" w:rsidRDefault="000F21BD" w:rsidP="0009224E">
      <w:pPr>
        <w:pStyle w:val="01-ODST-2"/>
        <w:rPr>
          <w:rFonts w:cs="Arial"/>
        </w:rPr>
      </w:pPr>
      <w:r w:rsidRPr="00024600">
        <w:rPr>
          <w:rFonts w:cs="Arial"/>
        </w:rPr>
        <w:t>Zhotovitel je povinen pro provádění Díla používat pouze nové a nepoužité materiály, výrobky potřebné pro realizaci Díla</w:t>
      </w:r>
      <w:r w:rsidR="0093185D" w:rsidRPr="00024600">
        <w:rPr>
          <w:rFonts w:cs="Arial"/>
        </w:rPr>
        <w:t>, není-li vzájemnou písemnou dohodou stanoveno jinak</w:t>
      </w:r>
      <w:r w:rsidRPr="00024600">
        <w:rPr>
          <w:rFonts w:cs="Arial"/>
        </w:rPr>
        <w:t>.</w:t>
      </w:r>
    </w:p>
    <w:p w14:paraId="4C48B59F" w14:textId="550445C9" w:rsidR="000F21BD" w:rsidRPr="00024600" w:rsidRDefault="000F21BD" w:rsidP="0009224E">
      <w:pPr>
        <w:pStyle w:val="01-ODST-2"/>
        <w:rPr>
          <w:rFonts w:cs="Arial"/>
        </w:rPr>
      </w:pPr>
      <w:r w:rsidRPr="00024600">
        <w:rPr>
          <w:rFonts w:cs="Arial"/>
        </w:rPr>
        <w:t>Zhotovitel zajistí a dodá veškerý potřebný materiál a práce k provedení Díla</w:t>
      </w:r>
      <w:r w:rsidR="0093185D" w:rsidRPr="00024600">
        <w:rPr>
          <w:rFonts w:cs="Arial"/>
        </w:rPr>
        <w:t>, není-li vzájemnou dohodou stanoveno jinak</w:t>
      </w:r>
      <w:r w:rsidRPr="00024600">
        <w:rPr>
          <w:rFonts w:cs="Arial"/>
        </w:rPr>
        <w:t>.</w:t>
      </w:r>
      <w:r w:rsidR="00AB1884" w:rsidRPr="00024600">
        <w:rPr>
          <w:rFonts w:cs="Arial"/>
        </w:rPr>
        <w:t xml:space="preserve"> </w:t>
      </w:r>
      <w:permStart w:id="1451237766" w:edGrp="everyone"/>
    </w:p>
    <w:permEnd w:id="1451237766"/>
    <w:p w14:paraId="04E7B220" w14:textId="09ECA5EF" w:rsidR="000F21BD" w:rsidRPr="00024600" w:rsidRDefault="000F21BD" w:rsidP="0009224E">
      <w:pPr>
        <w:pStyle w:val="01-ODST-2"/>
        <w:rPr>
          <w:rFonts w:cs="Arial"/>
        </w:rPr>
      </w:pPr>
      <w:r w:rsidRPr="00024600">
        <w:rPr>
          <w:rFonts w:cs="Arial"/>
        </w:rPr>
        <w:t>Zhotovitel se zavazuje při provádění činností brát zřetel na potřeby a požadavky Objednatele a</w:t>
      </w:r>
      <w:r w:rsidR="001E0586" w:rsidRPr="00024600">
        <w:rPr>
          <w:rFonts w:cs="Arial"/>
        </w:rPr>
        <w:t> </w:t>
      </w:r>
      <w:r w:rsidRPr="00024600">
        <w:rPr>
          <w:rFonts w:cs="Arial"/>
        </w:rPr>
        <w:t>jednotlivé činnosti se Zhotovitel zavazuje provádět v úzké součinnosti s Objednatelem.</w:t>
      </w:r>
    </w:p>
    <w:p w14:paraId="2A6DF6C6" w14:textId="099F0D3E" w:rsidR="008D489B" w:rsidRPr="00024600" w:rsidRDefault="008D489B" w:rsidP="0009224E">
      <w:pPr>
        <w:pStyle w:val="01-ODST-2"/>
        <w:rPr>
          <w:rFonts w:cs="Arial"/>
        </w:rPr>
      </w:pPr>
      <w:r w:rsidRPr="00024600">
        <w:rPr>
          <w:rFonts w:cs="Arial"/>
        </w:rPr>
        <w:t>Zhotovitel je povinen řídit se veškerými pokyny Objednatele. Je však povinen písemně v</w:t>
      </w:r>
      <w:r w:rsidR="0093185D" w:rsidRPr="00024600">
        <w:rPr>
          <w:rFonts w:cs="Arial"/>
        </w:rPr>
        <w:t> </w:t>
      </w:r>
      <w:r w:rsidRPr="00024600">
        <w:rPr>
          <w:rFonts w:cs="Arial"/>
        </w:rPr>
        <w:t>dostatečném časovém předstihu upozornit písemně objednatele na případnou nevhodnost jeho pokynů.</w:t>
      </w:r>
    </w:p>
    <w:p w14:paraId="797E8B9E" w14:textId="48E3B42E" w:rsidR="008D489B" w:rsidRPr="00024600" w:rsidRDefault="008D489B" w:rsidP="0009224E">
      <w:pPr>
        <w:pStyle w:val="01-ODST-2"/>
        <w:rPr>
          <w:rFonts w:cs="Arial"/>
        </w:rPr>
      </w:pPr>
      <w:r w:rsidRPr="00024600">
        <w:rPr>
          <w:rFonts w:cs="Arial"/>
        </w:rPr>
        <w:t>Zhotovitel se zavazuje před zahájením prací na Díle seznámit se staveništěm/pracovištěm a</w:t>
      </w:r>
      <w:r w:rsidR="001E0586" w:rsidRPr="00024600">
        <w:rPr>
          <w:rFonts w:cs="Arial"/>
        </w:rPr>
        <w:t> </w:t>
      </w:r>
      <w:r w:rsidRPr="00024600">
        <w:rPr>
          <w:rFonts w:cs="Arial"/>
        </w:rPr>
        <w:t>požadavky Objednatele, prostudovat předané podklady a mít tak všechny potřebné údaje související s předmětem a provedením Díla.</w:t>
      </w:r>
    </w:p>
    <w:p w14:paraId="07474E20" w14:textId="754635B3" w:rsidR="008D489B" w:rsidRPr="00024600" w:rsidRDefault="008D489B" w:rsidP="0009224E">
      <w:pPr>
        <w:pStyle w:val="01-ODST-2"/>
        <w:rPr>
          <w:rFonts w:cs="Arial"/>
        </w:rPr>
      </w:pPr>
      <w:r w:rsidRPr="00024600">
        <w:rPr>
          <w:rFonts w:cs="Arial"/>
        </w:rPr>
        <w:t>Před zahájením prací seznámí Objednatel Zhotovitele se specifickými místními podmínkami staveništěm/pracovištěm, plynoucími z vnitřních předpisů Objednatele, včetně zákazu kouření v</w:t>
      </w:r>
      <w:r w:rsidR="0093185D" w:rsidRPr="00024600">
        <w:rPr>
          <w:rFonts w:cs="Arial"/>
        </w:rPr>
        <w:t> </w:t>
      </w:r>
      <w:r w:rsidRPr="00024600">
        <w:rPr>
          <w:rFonts w:cs="Arial"/>
        </w:rPr>
        <w:t>celém prostoru areálu skladu pohonných hmot, v němž se nachází staveništěm/pracovištěm a</w:t>
      </w:r>
      <w:r w:rsidR="0013184C" w:rsidRPr="00024600">
        <w:rPr>
          <w:rFonts w:cs="Arial"/>
        </w:rPr>
        <w:t> </w:t>
      </w:r>
      <w:r w:rsidRPr="00024600">
        <w:rPr>
          <w:rFonts w:cs="Arial"/>
        </w:rPr>
        <w:t>předpisů platných v areálu skladu pohonných hmot (zejména vnitřních předpisů týkajících se prevence závažných havárií, požární bezpečnosti, daňového skladu, propustkového řádu apod.).</w:t>
      </w:r>
    </w:p>
    <w:p w14:paraId="47A91CD0" w14:textId="6A19F65C" w:rsidR="000F21BD" w:rsidRPr="00024600" w:rsidRDefault="000F21BD" w:rsidP="0009224E">
      <w:pPr>
        <w:pStyle w:val="01-ODST-2"/>
        <w:rPr>
          <w:rFonts w:cs="Arial"/>
        </w:rPr>
      </w:pPr>
      <w:r w:rsidRPr="00024600">
        <w:rPr>
          <w:rFonts w:cs="Arial"/>
        </w:rPr>
        <w:t>Zhotovitel je povinen dodržovat při provádění Díla platnou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w:t>
      </w:r>
      <w:r w:rsidR="000734BD" w:rsidRPr="00024600">
        <w:rPr>
          <w:rFonts w:cs="Arial"/>
        </w:rPr>
        <w:t xml:space="preserve">zákon </w:t>
      </w:r>
      <w:r w:rsidRPr="00024600">
        <w:rPr>
          <w:rFonts w:cs="Arial"/>
        </w:rPr>
        <w:t>o zajištění dalších podmínek bezpečnosti a ochrany zdraví při práci), ve znění pozdějších předpisů, zákon č. 262/2006 Sb., zákoník práce, ve znění pozdějších předpisů, a další související předpisy, v oblasti ochrany životního prostředí zejména platné právní předpisy týkající se nakládání s odpady apod.</w:t>
      </w:r>
      <w:r w:rsidR="0093185D" w:rsidRPr="00024600">
        <w:rPr>
          <w:rFonts w:cs="Arial"/>
        </w:rPr>
        <w:t>).</w:t>
      </w:r>
    </w:p>
    <w:p w14:paraId="3DC33154" w14:textId="591FE91F" w:rsidR="000F21BD" w:rsidRPr="00024600" w:rsidRDefault="000F21BD" w:rsidP="0009224E">
      <w:pPr>
        <w:pStyle w:val="01-ODST-2"/>
        <w:rPr>
          <w:rFonts w:cs="Arial"/>
        </w:rPr>
      </w:pPr>
      <w:r w:rsidRPr="00024600">
        <w:rPr>
          <w:rFonts w:cs="Arial"/>
        </w:rPr>
        <w:t xml:space="preserve">Smluvní strany se dohodly, že Zhotovitel je povinen předat a předá vždy </w:t>
      </w:r>
      <w:r w:rsidR="0093185D" w:rsidRPr="00024600">
        <w:rPr>
          <w:rFonts w:cs="Arial"/>
        </w:rPr>
        <w:t xml:space="preserve">min. 3 pracovní dny </w:t>
      </w:r>
      <w:r w:rsidRPr="00024600">
        <w:rPr>
          <w:rFonts w:cs="Arial"/>
        </w:rPr>
        <w:t>před zahájením prací písemnou informaci o rizicích vyplývajících z jeho pracovní činnosti a přijatých opatřeních k ochraně před jejich působením (viz § 101 odst. 3 zákona č 262/2006 Sb., zákoníku práce, ve znění pozdějších předpisů)</w:t>
      </w:r>
      <w:r w:rsidR="0093185D" w:rsidRPr="00024600">
        <w:rPr>
          <w:rFonts w:cs="Arial"/>
        </w:rPr>
        <w:t xml:space="preserve"> týkajících se jednotlivých dílčích zakázek</w:t>
      </w:r>
      <w:r w:rsidRPr="00024600">
        <w:rPr>
          <w:rFonts w:cs="Arial"/>
        </w:rPr>
        <w:t>.</w:t>
      </w:r>
    </w:p>
    <w:p w14:paraId="04482E39" w14:textId="77777777" w:rsidR="000F21BD" w:rsidRPr="00024600" w:rsidRDefault="000F21BD" w:rsidP="0009224E">
      <w:pPr>
        <w:pStyle w:val="01-ODST-2"/>
        <w:rPr>
          <w:rFonts w:cs="Arial"/>
        </w:rPr>
      </w:pPr>
      <w:r w:rsidRPr="00024600">
        <w:rPr>
          <w:rFonts w:cs="Arial"/>
        </w:rPr>
        <w:t>Zhotovitel je povinen při provádění Díla dodržovat rovněž vnitřní předpisy Objednatele, se kterými byl prokazatelně seznámen.</w:t>
      </w:r>
    </w:p>
    <w:p w14:paraId="6021F7DA" w14:textId="5F764FF6" w:rsidR="000F21BD" w:rsidRPr="00024600" w:rsidRDefault="000F21BD" w:rsidP="0009224E">
      <w:pPr>
        <w:pStyle w:val="01-ODST-2"/>
        <w:rPr>
          <w:rFonts w:cs="Arial"/>
        </w:rPr>
      </w:pPr>
      <w:r w:rsidRPr="00024600">
        <w:rPr>
          <w:rFonts w:cs="Arial"/>
        </w:rPr>
        <w:lastRenderedPageBreak/>
        <w:t xml:space="preserve">Zhotovitel je povinen provádět zásahy na zařízení tak, aby při provozu těchto zařízení byly splněny veškeré požadavky a povinnosti kladené na </w:t>
      </w:r>
      <w:r w:rsidR="000734BD" w:rsidRPr="00024600">
        <w:rPr>
          <w:rFonts w:cs="Arial"/>
        </w:rPr>
        <w:t>O</w:t>
      </w:r>
      <w:r w:rsidRPr="00024600">
        <w:rPr>
          <w:rFonts w:cs="Arial"/>
        </w:rPr>
        <w:t xml:space="preserve">bjednatele při provozování dotčených </w:t>
      </w:r>
      <w:r w:rsidR="00853340" w:rsidRPr="00024600">
        <w:rPr>
          <w:rFonts w:cs="Arial"/>
        </w:rPr>
        <w:t>technologií</w:t>
      </w:r>
      <w:r w:rsidRPr="00024600">
        <w:rPr>
          <w:rFonts w:cs="Arial"/>
        </w:rPr>
        <w:t xml:space="preserve"> vyplývající z obecně závazných právních předpisů českého právního řádu, tj. zejména:</w:t>
      </w:r>
    </w:p>
    <w:p w14:paraId="122E5A6A" w14:textId="77777777" w:rsidR="000F21BD" w:rsidRPr="00024600" w:rsidRDefault="000F21BD" w:rsidP="0019773E">
      <w:pPr>
        <w:pStyle w:val="01-ODST-3"/>
        <w:tabs>
          <w:tab w:val="clear" w:pos="1505"/>
        </w:tabs>
        <w:ind w:left="1134" w:hanging="708"/>
        <w:rPr>
          <w:rFonts w:cs="Arial"/>
        </w:rPr>
      </w:pPr>
      <w:r w:rsidRPr="00024600">
        <w:rPr>
          <w:rFonts w:cs="Arial"/>
        </w:rPr>
        <w:t>platné české technické normy anebo EN normy,</w:t>
      </w:r>
    </w:p>
    <w:p w14:paraId="174F3D6C" w14:textId="77777777" w:rsidR="000F21BD" w:rsidRPr="00024600" w:rsidRDefault="000F21BD" w:rsidP="0019773E">
      <w:pPr>
        <w:pStyle w:val="01-ODST-3"/>
        <w:tabs>
          <w:tab w:val="clear" w:pos="1505"/>
        </w:tabs>
        <w:ind w:left="1134" w:hanging="708"/>
        <w:rPr>
          <w:rFonts w:cs="Arial"/>
        </w:rPr>
      </w:pPr>
      <w:permStart w:id="775233655" w:edGrp="everyone"/>
      <w:r w:rsidRPr="00024600">
        <w:rPr>
          <w:rFonts w:cs="Arial"/>
        </w:rPr>
        <w:t>požární předpisy,</w:t>
      </w:r>
    </w:p>
    <w:p w14:paraId="55F41274" w14:textId="77777777" w:rsidR="000F21BD" w:rsidRPr="00024600" w:rsidRDefault="000F21BD" w:rsidP="0019773E">
      <w:pPr>
        <w:pStyle w:val="01-ODST-3"/>
        <w:tabs>
          <w:tab w:val="clear" w:pos="1505"/>
        </w:tabs>
        <w:ind w:left="1134" w:hanging="708"/>
        <w:rPr>
          <w:rFonts w:cs="Arial"/>
        </w:rPr>
      </w:pPr>
      <w:r w:rsidRPr="00024600">
        <w:rPr>
          <w:rFonts w:cs="Arial"/>
        </w:rPr>
        <w:t xml:space="preserve">veškeré bezpečnostní předpisy, zejména: </w:t>
      </w:r>
    </w:p>
    <w:p w14:paraId="0F74CB27" w14:textId="0547A934" w:rsidR="000F21BD" w:rsidRPr="00024600" w:rsidRDefault="000F21BD" w:rsidP="00AF5762">
      <w:pPr>
        <w:numPr>
          <w:ilvl w:val="0"/>
          <w:numId w:val="6"/>
        </w:numPr>
        <w:tabs>
          <w:tab w:val="left" w:pos="1560"/>
        </w:tabs>
        <w:spacing w:before="0"/>
        <w:ind w:left="1560"/>
        <w:rPr>
          <w:rFonts w:cs="Arial"/>
        </w:rPr>
      </w:pPr>
      <w:r w:rsidRPr="00024600">
        <w:rPr>
          <w:rFonts w:cs="Arial"/>
        </w:rPr>
        <w:t>Sdělení federálního ministerstva zahraničních věcí č. 433/1991 Sb., o Úmluvě o</w:t>
      </w:r>
      <w:r w:rsidR="001E0586" w:rsidRPr="00024600">
        <w:rPr>
          <w:rFonts w:cs="Arial"/>
        </w:rPr>
        <w:t> </w:t>
      </w:r>
      <w:r w:rsidRPr="00024600">
        <w:rPr>
          <w:rFonts w:cs="Arial"/>
        </w:rPr>
        <w:t>bezpečnosti a ochraně zdraví v stavebnictví (č. 167),</w:t>
      </w:r>
    </w:p>
    <w:p w14:paraId="0EA256EF" w14:textId="77777777" w:rsidR="000F21BD" w:rsidRPr="00024600" w:rsidRDefault="000F21BD" w:rsidP="00AF5762">
      <w:pPr>
        <w:numPr>
          <w:ilvl w:val="0"/>
          <w:numId w:val="6"/>
        </w:numPr>
        <w:tabs>
          <w:tab w:val="left" w:pos="1560"/>
        </w:tabs>
        <w:spacing w:before="0"/>
        <w:ind w:left="1560"/>
        <w:rPr>
          <w:rFonts w:cs="Arial"/>
        </w:rPr>
      </w:pPr>
      <w:r w:rsidRPr="00024600">
        <w:rPr>
          <w:rFonts w:cs="Arial"/>
        </w:rPr>
        <w:t xml:space="preserve">zákon č. 309/2006 Sb., o zajištění dalších podmínek bezpečnosti a ochrany zdraví při práci, ve znění pozdějších předpisů, </w:t>
      </w:r>
    </w:p>
    <w:p w14:paraId="04EDD868" w14:textId="77777777" w:rsidR="000F21BD" w:rsidRPr="00024600" w:rsidRDefault="000F21BD" w:rsidP="00AF5762">
      <w:pPr>
        <w:numPr>
          <w:ilvl w:val="0"/>
          <w:numId w:val="6"/>
        </w:numPr>
        <w:tabs>
          <w:tab w:val="left" w:pos="1560"/>
        </w:tabs>
        <w:spacing w:before="0"/>
        <w:ind w:left="1560"/>
        <w:rPr>
          <w:rFonts w:cs="Arial"/>
        </w:rPr>
      </w:pPr>
      <w:r w:rsidRPr="00024600">
        <w:rPr>
          <w:rFonts w:cs="Arial"/>
        </w:rPr>
        <w:t>zákon č. 262/2006 Sb., zákoník práce, ve znění pozdějších předpisů,</w:t>
      </w:r>
    </w:p>
    <w:p w14:paraId="3393CF7F" w14:textId="6C8461D2" w:rsidR="000F21BD" w:rsidRPr="00024600" w:rsidRDefault="000F21BD" w:rsidP="00AF5762">
      <w:pPr>
        <w:numPr>
          <w:ilvl w:val="0"/>
          <w:numId w:val="6"/>
        </w:numPr>
        <w:tabs>
          <w:tab w:val="left" w:pos="1560"/>
        </w:tabs>
        <w:spacing w:before="0"/>
        <w:ind w:left="1560"/>
        <w:rPr>
          <w:rFonts w:cs="Arial"/>
        </w:rPr>
      </w:pPr>
      <w:r w:rsidRPr="00024600">
        <w:rPr>
          <w:rFonts w:cs="Arial"/>
        </w:rPr>
        <w:t>vyhlášku Ministerstva vnitra č. 246/2001 Sb., o stanovení podmínek požární bezpečnosti a výkonu státního požárního dozoru (o požární prevenci), ve znění pozdějších předpisů</w:t>
      </w:r>
      <w:r w:rsidR="007D0281" w:rsidRPr="00024600">
        <w:rPr>
          <w:rFonts w:cs="Arial"/>
        </w:rPr>
        <w:t>.</w:t>
      </w:r>
    </w:p>
    <w:p w14:paraId="488BFA14" w14:textId="77777777" w:rsidR="000F21BD" w:rsidRPr="00024600" w:rsidRDefault="000F21BD" w:rsidP="0019773E">
      <w:pPr>
        <w:pStyle w:val="01-ODST-3"/>
        <w:tabs>
          <w:tab w:val="clear" w:pos="1505"/>
        </w:tabs>
        <w:ind w:left="1134" w:hanging="708"/>
        <w:rPr>
          <w:rFonts w:cs="Arial"/>
        </w:rPr>
      </w:pPr>
      <w:r w:rsidRPr="00024600">
        <w:rPr>
          <w:rFonts w:cs="Arial"/>
        </w:rPr>
        <w:t>právní předpisy v oblasti nakládání s odpady (Zhotovitel je povinen vést evidenci a v případě potřeby na vyžádání Objednatele doložit, že plní právní předpisy v oblasti nakládání s odpady),</w:t>
      </w:r>
    </w:p>
    <w:permEnd w:id="775233655"/>
    <w:p w14:paraId="3D059AEC" w14:textId="77777777" w:rsidR="000F21BD" w:rsidRPr="00024600" w:rsidRDefault="000F21BD" w:rsidP="0019773E">
      <w:pPr>
        <w:pStyle w:val="01-ODST-3"/>
        <w:tabs>
          <w:tab w:val="clear" w:pos="1505"/>
        </w:tabs>
        <w:ind w:left="1134" w:hanging="708"/>
        <w:rPr>
          <w:rFonts w:cs="Arial"/>
        </w:rPr>
      </w:pPr>
      <w:r w:rsidRPr="00024600">
        <w:rPr>
          <w:rFonts w:cs="Arial"/>
        </w:rPr>
        <w:t>vnitřní předpisy Objednatele, s nimiž byl seznámen,</w:t>
      </w:r>
    </w:p>
    <w:p w14:paraId="1B15186B" w14:textId="77777777" w:rsidR="000F21BD" w:rsidRPr="00024600" w:rsidRDefault="000F21BD" w:rsidP="0019773E">
      <w:pPr>
        <w:pStyle w:val="01-ODST-3"/>
        <w:tabs>
          <w:tab w:val="clear" w:pos="1505"/>
        </w:tabs>
        <w:ind w:left="1134" w:hanging="708"/>
        <w:rPr>
          <w:rFonts w:cs="Arial"/>
        </w:rPr>
      </w:pPr>
      <w:permStart w:id="1944264715" w:edGrp="everyone"/>
      <w:r w:rsidRPr="00024600">
        <w:rPr>
          <w:rFonts w:cs="Arial"/>
        </w:rPr>
        <w:t xml:space="preserve">podmínky stanovené touto Smlouvou a jejími přílohami a dokumenty, na které odkazuje, </w:t>
      </w:r>
    </w:p>
    <w:p w14:paraId="13567BB1" w14:textId="77777777" w:rsidR="000F21BD" w:rsidRPr="00024600" w:rsidRDefault="000F21BD" w:rsidP="0019773E">
      <w:pPr>
        <w:pStyle w:val="01-ODST-3"/>
        <w:tabs>
          <w:tab w:val="clear" w:pos="1505"/>
        </w:tabs>
        <w:ind w:left="1134" w:hanging="708"/>
        <w:rPr>
          <w:rFonts w:cs="Arial"/>
        </w:rPr>
      </w:pPr>
      <w:r w:rsidRPr="00024600">
        <w:rPr>
          <w:rFonts w:cs="Arial"/>
        </w:rPr>
        <w:t>stanoviska a rozhodnutí orgánů státní správy (veřejnoprávních orgánů),</w:t>
      </w:r>
    </w:p>
    <w:permEnd w:id="1944264715"/>
    <w:p w14:paraId="77D3FF54" w14:textId="77777777" w:rsidR="000F21BD" w:rsidRPr="00024600" w:rsidRDefault="000F21BD" w:rsidP="0019773E">
      <w:pPr>
        <w:pStyle w:val="01-ODST-3"/>
        <w:tabs>
          <w:tab w:val="clear" w:pos="1505"/>
        </w:tabs>
        <w:ind w:left="1134" w:hanging="708"/>
        <w:rPr>
          <w:rFonts w:cs="Arial"/>
        </w:rPr>
      </w:pPr>
      <w:r w:rsidRPr="00024600">
        <w:rPr>
          <w:rFonts w:cs="Arial"/>
        </w:rPr>
        <w:t>podklady předané Objednatelem.</w:t>
      </w:r>
    </w:p>
    <w:p w14:paraId="1AF7250A" w14:textId="77777777" w:rsidR="000F21BD" w:rsidRPr="00024600" w:rsidRDefault="000F21BD" w:rsidP="006170B8">
      <w:pPr>
        <w:pStyle w:val="01-ODST-2"/>
        <w:rPr>
          <w:rFonts w:cs="Arial"/>
        </w:rPr>
      </w:pPr>
      <w:r w:rsidRPr="00024600">
        <w:rPr>
          <w:rFonts w:cs="Arial"/>
        </w:rPr>
        <w:t>Zhotovitel je povinen provádět Dílo pouze prostřednictvím osob kvalifikovaných, odborně způsobilých k provádění jednotlivých činností.</w:t>
      </w:r>
    </w:p>
    <w:p w14:paraId="1654BD4A" w14:textId="5456736B" w:rsidR="000F21BD" w:rsidRPr="00024600" w:rsidRDefault="000F21BD" w:rsidP="0019773E">
      <w:pPr>
        <w:pStyle w:val="01-ODST-3"/>
        <w:tabs>
          <w:tab w:val="clear" w:pos="1505"/>
        </w:tabs>
        <w:ind w:left="1134" w:hanging="708"/>
        <w:rPr>
          <w:rFonts w:cs="Arial"/>
        </w:rPr>
      </w:pPr>
      <w:r w:rsidRPr="00024600">
        <w:rPr>
          <w:rFonts w:cs="Arial"/>
        </w:rPr>
        <w:t>Zhotovitel odpovídá za chování osob provádějících Dílo a za to, že bude mít pro své zaměstnance veškerá potřebná úřední povolení a platná kvalifikační oprávnění pro provádění Díla. Zhotovitel zaměstnávající zahraniční pracovníky je povinen pro tyto pracovníky vyřídit a</w:t>
      </w:r>
      <w:r w:rsidR="0013184C" w:rsidRPr="00024600">
        <w:rPr>
          <w:rFonts w:cs="Arial"/>
        </w:rPr>
        <w:t> </w:t>
      </w:r>
      <w:r w:rsidRPr="00024600">
        <w:rPr>
          <w:rFonts w:cs="Arial"/>
        </w:rPr>
        <w:t>mít v pořádku veškeré legislativní náležitosti dle právních předpisů ČR pro pobyt a práci na území ČR a doložit na vyžádání veškeré doklady Objednateli. Zhotovitel je rovněž povinen prokázat, že tyto osoby zcela porozuměly vnitřním předpisům Objednatele platný</w:t>
      </w:r>
      <w:r w:rsidR="00370F6A" w:rsidRPr="00024600">
        <w:rPr>
          <w:rFonts w:cs="Arial"/>
        </w:rPr>
        <w:t>ch</w:t>
      </w:r>
      <w:r w:rsidRPr="00024600">
        <w:rPr>
          <w:rFonts w:cs="Arial"/>
        </w:rPr>
        <w:t xml:space="preserve"> ohledně vstupu, pohybu a provádění činnosti </w:t>
      </w:r>
      <w:r w:rsidR="0021439E" w:rsidRPr="00024600">
        <w:rPr>
          <w:rFonts w:cs="Arial"/>
        </w:rPr>
        <w:t xml:space="preserve">na </w:t>
      </w:r>
      <w:r w:rsidR="00370F6A" w:rsidRPr="00024600">
        <w:rPr>
          <w:rFonts w:cs="Arial"/>
        </w:rPr>
        <w:t>technologii</w:t>
      </w:r>
      <w:r w:rsidRPr="00024600">
        <w:rPr>
          <w:rFonts w:cs="Arial"/>
        </w:rPr>
        <w:t xml:space="preserve"> Objednatele, v němž se za provozu </w:t>
      </w:r>
      <w:r w:rsidR="00370F6A" w:rsidRPr="00024600">
        <w:rPr>
          <w:rFonts w:cs="Arial"/>
        </w:rPr>
        <w:t>technologie</w:t>
      </w:r>
      <w:r w:rsidR="00ED70FD" w:rsidRPr="00024600">
        <w:rPr>
          <w:rFonts w:cs="Arial"/>
        </w:rPr>
        <w:t xml:space="preserve"> </w:t>
      </w:r>
      <w:r w:rsidRPr="00024600">
        <w:rPr>
          <w:rFonts w:cs="Arial"/>
        </w:rPr>
        <w:t xml:space="preserve">provádí Dílo. Na vyžádání je povinen vyloučit osoby, které porušily právní, technické anebo vnitřní předpisy </w:t>
      </w:r>
      <w:r w:rsidR="00654A68" w:rsidRPr="00024600">
        <w:rPr>
          <w:rFonts w:cs="Arial"/>
        </w:rPr>
        <w:t xml:space="preserve">Objednatele </w:t>
      </w:r>
      <w:r w:rsidRPr="00024600">
        <w:rPr>
          <w:rFonts w:cs="Arial"/>
        </w:rPr>
        <w:t>platné v</w:t>
      </w:r>
      <w:r w:rsidR="00370F6A" w:rsidRPr="00024600">
        <w:rPr>
          <w:rFonts w:cs="Arial"/>
        </w:rPr>
        <w:t> </w:t>
      </w:r>
      <w:r w:rsidRPr="00024600">
        <w:rPr>
          <w:rFonts w:cs="Arial"/>
        </w:rPr>
        <w:t>areálu</w:t>
      </w:r>
      <w:r w:rsidR="00370F6A" w:rsidRPr="00024600">
        <w:rPr>
          <w:rFonts w:cs="Arial"/>
        </w:rPr>
        <w:t>, kde je umístěná technologie</w:t>
      </w:r>
      <w:r w:rsidR="00467396" w:rsidRPr="00024600">
        <w:rPr>
          <w:rFonts w:cs="Arial"/>
        </w:rPr>
        <w:t xml:space="preserve"> </w:t>
      </w:r>
      <w:r w:rsidRPr="00024600">
        <w:rPr>
          <w:rFonts w:cs="Arial"/>
        </w:rPr>
        <w:t>a</w:t>
      </w:r>
      <w:r w:rsidR="0013184C" w:rsidRPr="00024600">
        <w:rPr>
          <w:rFonts w:cs="Arial"/>
        </w:rPr>
        <w:t> </w:t>
      </w:r>
      <w:r w:rsidRPr="00024600">
        <w:rPr>
          <w:rFonts w:cs="Arial"/>
        </w:rPr>
        <w:t xml:space="preserve">platné na </w:t>
      </w:r>
      <w:r w:rsidR="008E50AE" w:rsidRPr="00024600">
        <w:rPr>
          <w:rFonts w:cs="Arial"/>
        </w:rPr>
        <w:t>staveništi/p</w:t>
      </w:r>
      <w:r w:rsidRPr="00024600">
        <w:rPr>
          <w:rFonts w:cs="Arial"/>
        </w:rPr>
        <w:t>racovišti</w:t>
      </w:r>
    </w:p>
    <w:p w14:paraId="4BEE6C64" w14:textId="09060509" w:rsidR="000F21BD" w:rsidRPr="00024600" w:rsidRDefault="000F21BD" w:rsidP="0019773E">
      <w:pPr>
        <w:pStyle w:val="01-ODST-3"/>
        <w:tabs>
          <w:tab w:val="clear" w:pos="1505"/>
        </w:tabs>
        <w:ind w:left="1134" w:hanging="708"/>
        <w:rPr>
          <w:rFonts w:cs="Arial"/>
        </w:rPr>
      </w:pPr>
      <w:r w:rsidRPr="00024600">
        <w:rPr>
          <w:rFonts w:cs="Arial"/>
        </w:rPr>
        <w:t>Zhotovitel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smlouvy uzavřené s Objednatelem potřebnou techniku a</w:t>
      </w:r>
      <w:r w:rsidR="0013184C" w:rsidRPr="00024600">
        <w:rPr>
          <w:rFonts w:cs="Arial"/>
        </w:rPr>
        <w:t> </w:t>
      </w:r>
      <w:r w:rsidRPr="00024600">
        <w:rPr>
          <w:rFonts w:cs="Arial"/>
        </w:rPr>
        <w:t>pomůcky požadované Objednatelem</w:t>
      </w:r>
      <w:r w:rsidR="00370F6A" w:rsidRPr="00024600">
        <w:rPr>
          <w:rFonts w:cs="Arial"/>
        </w:rPr>
        <w:t>, které budou</w:t>
      </w:r>
      <w:r w:rsidRPr="00024600">
        <w:rPr>
          <w:rFonts w:cs="Arial"/>
        </w:rPr>
        <w:t xml:space="preserve"> </w:t>
      </w:r>
      <w:r w:rsidR="00370F6A" w:rsidRPr="00024600">
        <w:rPr>
          <w:rFonts w:cs="Arial"/>
        </w:rPr>
        <w:t>používané a provozované v souladu s platnými právními předpisy</w:t>
      </w:r>
      <w:r w:rsidRPr="00024600">
        <w:rPr>
          <w:rFonts w:cs="Arial"/>
        </w:rPr>
        <w:t>. Zejména se Zhotovitel v této souvislosti zavazuje, že bude mít k dispozici</w:t>
      </w:r>
      <w:bookmarkStart w:id="4" w:name="_Toc410642862"/>
      <w:r w:rsidRPr="00024600">
        <w:rPr>
          <w:rFonts w:cs="Arial"/>
        </w:rPr>
        <w:t xml:space="preserve"> </w:t>
      </w:r>
      <w:permStart w:id="637495880" w:edGrp="everyone"/>
      <w:r w:rsidR="00970357">
        <w:rPr>
          <w:rFonts w:cs="Arial"/>
        </w:rPr>
        <w:t>potřebné revizní přístroje s platnou kalibrací.</w:t>
      </w:r>
      <w:bookmarkEnd w:id="4"/>
      <w:permEnd w:id="637495880"/>
    </w:p>
    <w:p w14:paraId="14C10E20" w14:textId="77777777" w:rsidR="000F21BD" w:rsidRPr="00024600" w:rsidRDefault="000F21BD" w:rsidP="00615B3B">
      <w:pPr>
        <w:pStyle w:val="01-ODST-2"/>
        <w:rPr>
          <w:rFonts w:cs="Arial"/>
        </w:rPr>
      </w:pPr>
      <w:permStart w:id="1468285297" w:edGrp="everyone"/>
      <w:permEnd w:id="1468285297"/>
      <w:r w:rsidRPr="00024600">
        <w:rPr>
          <w:rFonts w:cs="Arial"/>
        </w:rPr>
        <w:t>Zhotovitel nese nebezpečí škody na Díle až do předání Díla Objednateli.</w:t>
      </w:r>
    </w:p>
    <w:p w14:paraId="4D479447" w14:textId="77777777" w:rsidR="000F21BD" w:rsidRPr="00024600" w:rsidRDefault="000F21BD" w:rsidP="00615B3B">
      <w:pPr>
        <w:pStyle w:val="01-ODST-2"/>
        <w:rPr>
          <w:rFonts w:cs="Arial"/>
        </w:rPr>
      </w:pPr>
      <w:r w:rsidRPr="00024600">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p>
    <w:p w14:paraId="4E10398A" w14:textId="6DE89600" w:rsidR="000F21BD" w:rsidRPr="00024600" w:rsidRDefault="000F21BD" w:rsidP="00615B3B">
      <w:pPr>
        <w:pStyle w:val="01-ODST-2"/>
        <w:rPr>
          <w:rFonts w:cs="Arial"/>
        </w:rPr>
      </w:pPr>
      <w:permStart w:id="477453492" w:edGrp="everyone"/>
      <w:r w:rsidRPr="00024600">
        <w:rPr>
          <w:rFonts w:cs="Arial"/>
        </w:rPr>
        <w:t>Zhotovitel je povinen provádět Dílo v souladu s</w:t>
      </w:r>
      <w:r w:rsidR="00970357">
        <w:rPr>
          <w:rFonts w:cs="Arial"/>
        </w:rPr>
        <w:t>e Standardizovaným pracovním postupem</w:t>
      </w:r>
      <w:r w:rsidRPr="00024600">
        <w:rPr>
          <w:rFonts w:cs="Arial"/>
        </w:rPr>
        <w:t xml:space="preserve">, jež je nedílnou součástí </w:t>
      </w:r>
      <w:r w:rsidR="00970357">
        <w:rPr>
          <w:rFonts w:cs="Arial"/>
        </w:rPr>
        <w:t>této smlouvy (příloha č. 3)</w:t>
      </w:r>
      <w:r w:rsidR="008215CD">
        <w:rPr>
          <w:rFonts w:cs="Arial"/>
        </w:rPr>
        <w:t>.</w:t>
      </w:r>
      <w:r w:rsidR="009773D0">
        <w:rPr>
          <w:rFonts w:cs="Arial"/>
        </w:rPr>
        <w:t xml:space="preserve"> Zhotovitel je povinen</w:t>
      </w:r>
      <w:r w:rsidR="00FF21E2">
        <w:rPr>
          <w:rFonts w:cs="Arial"/>
        </w:rPr>
        <w:t xml:space="preserve"> před zahájením provádění Díla,</w:t>
      </w:r>
      <w:r w:rsidR="009773D0">
        <w:rPr>
          <w:rFonts w:cs="Arial"/>
        </w:rPr>
        <w:t xml:space="preserve"> prokazatelně</w:t>
      </w:r>
      <w:r w:rsidR="000E201E">
        <w:rPr>
          <w:rFonts w:cs="Arial"/>
        </w:rPr>
        <w:t xml:space="preserve"> (písemně)</w:t>
      </w:r>
      <w:r w:rsidR="009773D0">
        <w:rPr>
          <w:rFonts w:cs="Arial"/>
        </w:rPr>
        <w:t xml:space="preserve"> seznámit</w:t>
      </w:r>
      <w:r w:rsidR="00F26368">
        <w:rPr>
          <w:rFonts w:cs="Arial"/>
        </w:rPr>
        <w:t xml:space="preserve"> </w:t>
      </w:r>
      <w:r w:rsidR="00B00B2A">
        <w:rPr>
          <w:rFonts w:cs="Arial"/>
        </w:rPr>
        <w:t xml:space="preserve">všechny </w:t>
      </w:r>
      <w:r w:rsidR="0048024C">
        <w:rPr>
          <w:rFonts w:cs="Arial"/>
        </w:rPr>
        <w:t>pracovník</w:t>
      </w:r>
      <w:r w:rsidR="00943C44">
        <w:rPr>
          <w:rFonts w:cs="Arial"/>
        </w:rPr>
        <w:t>y</w:t>
      </w:r>
      <w:r w:rsidR="0048024C">
        <w:rPr>
          <w:rFonts w:cs="Arial"/>
        </w:rPr>
        <w:t xml:space="preserve"> provádějící Dílo</w:t>
      </w:r>
      <w:r w:rsidR="008115CA">
        <w:rPr>
          <w:rFonts w:cs="Arial"/>
        </w:rPr>
        <w:t xml:space="preserve"> </w:t>
      </w:r>
      <w:r w:rsidR="0048024C">
        <w:rPr>
          <w:rFonts w:cs="Arial"/>
        </w:rPr>
        <w:t>(</w:t>
      </w:r>
      <w:r w:rsidR="00E15530">
        <w:rPr>
          <w:rFonts w:cs="Arial"/>
        </w:rPr>
        <w:t>revizní technik</w:t>
      </w:r>
      <w:r w:rsidR="00943C44">
        <w:rPr>
          <w:rFonts w:cs="Arial"/>
        </w:rPr>
        <w:t>y</w:t>
      </w:r>
      <w:r w:rsidR="0048024C">
        <w:rPr>
          <w:rFonts w:cs="Arial"/>
        </w:rPr>
        <w:t>)</w:t>
      </w:r>
      <w:r w:rsidR="00E15530">
        <w:rPr>
          <w:rFonts w:cs="Arial"/>
        </w:rPr>
        <w:t xml:space="preserve"> s tímto Standardizovaným pracovním postupem</w:t>
      </w:r>
      <w:r w:rsidR="00970357">
        <w:rPr>
          <w:rFonts w:cs="Arial"/>
        </w:rPr>
        <w:t>.</w:t>
      </w:r>
    </w:p>
    <w:permEnd w:id="477453492"/>
    <w:p w14:paraId="5F7C437D" w14:textId="77777777" w:rsidR="000F21BD" w:rsidRPr="00024600" w:rsidRDefault="000F21BD" w:rsidP="00615B3B">
      <w:pPr>
        <w:pStyle w:val="01-ODST-2"/>
        <w:rPr>
          <w:rFonts w:cs="Arial"/>
        </w:rPr>
      </w:pPr>
      <w:r w:rsidRPr="00024600">
        <w:rPr>
          <w:rFonts w:cs="Arial"/>
        </w:rPr>
        <w:t>Zhotovitel je povinen předložit analýzu rizik prací a přijatých opatření k ochraně před jejich působením před nástupem provedení Díla.</w:t>
      </w:r>
    </w:p>
    <w:p w14:paraId="3D3602E1" w14:textId="1C56E450" w:rsidR="000F21BD" w:rsidRPr="00024600" w:rsidRDefault="000F21BD" w:rsidP="00615B3B">
      <w:pPr>
        <w:pStyle w:val="01-ODST-2"/>
        <w:rPr>
          <w:rFonts w:cs="Arial"/>
        </w:rPr>
      </w:pPr>
      <w:r w:rsidRPr="00024600">
        <w:rPr>
          <w:rFonts w:cs="Arial"/>
        </w:rPr>
        <w:t xml:space="preserve">Zhotovitel bere na vědomí, že práce budou probíhat za plného </w:t>
      </w:r>
      <w:permStart w:id="1709519126" w:edGrp="everyone"/>
      <w:r w:rsidRPr="00024600">
        <w:rPr>
          <w:rFonts w:cs="Arial"/>
        </w:rPr>
        <w:t>provozu</w:t>
      </w:r>
      <w:r w:rsidR="00370F6A" w:rsidRPr="00024600">
        <w:rPr>
          <w:rFonts w:cs="Arial"/>
        </w:rPr>
        <w:t xml:space="preserve"> </w:t>
      </w:r>
      <w:r w:rsidR="00970357">
        <w:rPr>
          <w:rFonts w:cs="Arial"/>
        </w:rPr>
        <w:t>technologií skladu PHL</w:t>
      </w:r>
      <w:r w:rsidRPr="00024600">
        <w:rPr>
          <w:rFonts w:cs="Arial"/>
        </w:rPr>
        <w:t xml:space="preserve"> </w:t>
      </w:r>
      <w:permEnd w:id="1709519126"/>
      <w:r w:rsidRPr="00024600">
        <w:rPr>
          <w:rFonts w:cs="Arial"/>
        </w:rPr>
        <w:t xml:space="preserve">a zavazuje se před zahájením Díla informovat a seznámit se všemi skutečnostmi vztahujícími se k provozu </w:t>
      </w:r>
      <w:r w:rsidR="00F363B8" w:rsidRPr="00024600">
        <w:rPr>
          <w:rFonts w:cs="Arial"/>
        </w:rPr>
        <w:t>technologií</w:t>
      </w:r>
      <w:r w:rsidR="0063481A" w:rsidRPr="00024600">
        <w:rPr>
          <w:rFonts w:cs="Arial"/>
        </w:rPr>
        <w:t xml:space="preserve"> </w:t>
      </w:r>
      <w:r w:rsidRPr="00024600">
        <w:rPr>
          <w:rFonts w:cs="Arial"/>
        </w:rPr>
        <w:t xml:space="preserve">tak, aby mohl Dílo řádně a bezpečně pro Objednatele provést s tím, že </w:t>
      </w:r>
      <w:r w:rsidRPr="00024600">
        <w:rPr>
          <w:rFonts w:cs="Arial"/>
        </w:rPr>
        <w:lastRenderedPageBreak/>
        <w:t>v okamžiku, kdy Zhotovitel zahájí provádění Díla, platí, že Zhotovitel je s podmínkami provozu</w:t>
      </w:r>
      <w:r w:rsidR="008C4980" w:rsidRPr="00024600">
        <w:rPr>
          <w:rFonts w:cs="Arial"/>
        </w:rPr>
        <w:t xml:space="preserve"> technologie</w:t>
      </w:r>
      <w:r w:rsidR="0063481A" w:rsidRPr="00024600">
        <w:rPr>
          <w:rFonts w:cs="Arial"/>
        </w:rPr>
        <w:t xml:space="preserve"> </w:t>
      </w:r>
      <w:r w:rsidRPr="00024600">
        <w:rPr>
          <w:rFonts w:cs="Arial"/>
        </w:rPr>
        <w:t>seznámen.</w:t>
      </w:r>
    </w:p>
    <w:p w14:paraId="5C193DDD" w14:textId="77777777" w:rsidR="000F21BD" w:rsidRPr="00024600" w:rsidRDefault="000F21BD" w:rsidP="00615B3B">
      <w:pPr>
        <w:pStyle w:val="01-ODST-2"/>
        <w:rPr>
          <w:rFonts w:cs="Arial"/>
        </w:rPr>
      </w:pPr>
      <w:r w:rsidRPr="00024600">
        <w:rPr>
          <w:rFonts w:cs="Arial"/>
        </w:rPr>
        <w:t>Zhotovitel bere na vědomí, že:</w:t>
      </w:r>
    </w:p>
    <w:p w14:paraId="4F67361A" w14:textId="4C4E570B" w:rsidR="000F21BD" w:rsidRPr="00024600" w:rsidRDefault="008E50AE" w:rsidP="0019773E">
      <w:pPr>
        <w:pStyle w:val="01-ODST-3"/>
        <w:tabs>
          <w:tab w:val="clear" w:pos="1505"/>
        </w:tabs>
        <w:ind w:left="1134" w:hanging="708"/>
        <w:rPr>
          <w:rFonts w:cs="Arial"/>
        </w:rPr>
      </w:pPr>
      <w:r w:rsidRPr="00024600">
        <w:rPr>
          <w:rFonts w:cs="Arial"/>
        </w:rPr>
        <w:t>Staveniště/p</w:t>
      </w:r>
      <w:r w:rsidR="000F21BD" w:rsidRPr="00024600">
        <w:rPr>
          <w:rFonts w:cs="Arial"/>
        </w:rPr>
        <w:t>racoviště bude umístěno a Dílo bude prováděno za provozu</w:t>
      </w:r>
      <w:r w:rsidR="00F363B8" w:rsidRPr="00024600">
        <w:rPr>
          <w:rFonts w:cs="Arial"/>
        </w:rPr>
        <w:t xml:space="preserve"> technologií</w:t>
      </w:r>
      <w:r w:rsidR="008C4980" w:rsidRPr="00024600">
        <w:rPr>
          <w:rFonts w:cs="Arial"/>
        </w:rPr>
        <w:t>,</w:t>
      </w:r>
      <w:r w:rsidR="000F21BD" w:rsidRPr="00024600">
        <w:rPr>
          <w:rFonts w:cs="Arial"/>
        </w:rPr>
        <w:t xml:space="preserve"> ve kter</w:t>
      </w:r>
      <w:r w:rsidR="00F363B8" w:rsidRPr="00024600">
        <w:rPr>
          <w:rFonts w:cs="Arial"/>
        </w:rPr>
        <w:t>ých</w:t>
      </w:r>
      <w:r w:rsidR="000F21BD" w:rsidRPr="00024600">
        <w:rPr>
          <w:rFonts w:cs="Arial"/>
        </w:rPr>
        <w:t xml:space="preserve"> se předmět</w:t>
      </w:r>
      <w:r w:rsidR="009B1A44" w:rsidRPr="00024600">
        <w:rPr>
          <w:rFonts w:cs="Arial"/>
        </w:rPr>
        <w:t xml:space="preserve"> </w:t>
      </w:r>
      <w:r w:rsidR="00F363B8" w:rsidRPr="00024600">
        <w:rPr>
          <w:rFonts w:cs="Arial"/>
        </w:rPr>
        <w:t>Díla</w:t>
      </w:r>
      <w:r w:rsidR="00853340" w:rsidRPr="00024600">
        <w:rPr>
          <w:rFonts w:cs="Arial"/>
        </w:rPr>
        <w:t xml:space="preserve"> </w:t>
      </w:r>
      <w:r w:rsidR="009B1A44" w:rsidRPr="00024600">
        <w:rPr>
          <w:rFonts w:cs="Arial"/>
        </w:rPr>
        <w:t>nachází</w:t>
      </w:r>
      <w:r w:rsidR="000F21BD" w:rsidRPr="00024600">
        <w:rPr>
          <w:rFonts w:cs="Arial"/>
        </w:rPr>
        <w:t xml:space="preserve"> a že </w:t>
      </w:r>
      <w:r w:rsidR="00F363B8" w:rsidRPr="00024600">
        <w:rPr>
          <w:rFonts w:cs="Arial"/>
        </w:rPr>
        <w:t>technologie</w:t>
      </w:r>
      <w:r w:rsidR="000F21BD" w:rsidRPr="00024600">
        <w:rPr>
          <w:rFonts w:cs="Arial"/>
        </w:rPr>
        <w:t xml:space="preserve"> podléhá právním předpisům o prevenci závažných havárií, přičemž Zhotovitel nemá nárok na náhradu nákladů vzniklých opatřeními směřujícími k dodržování předpisů spojených s uvedenou skutečností,</w:t>
      </w:r>
      <w:r w:rsidR="00FD3425" w:rsidRPr="00024600">
        <w:rPr>
          <w:rFonts w:cs="Arial"/>
        </w:rPr>
        <w:t xml:space="preserve"> v případě, že práce </w:t>
      </w:r>
      <w:r w:rsidR="00967427" w:rsidRPr="00024600">
        <w:rPr>
          <w:rFonts w:cs="Arial"/>
        </w:rPr>
        <w:t>nebudou prováděny při uzavření</w:t>
      </w:r>
      <w:r w:rsidR="008C4980" w:rsidRPr="00024600">
        <w:rPr>
          <w:rFonts w:cs="Arial"/>
        </w:rPr>
        <w:t xml:space="preserve"> technologií</w:t>
      </w:r>
      <w:permStart w:id="1713582642" w:edGrp="everyone"/>
      <w:r w:rsidR="00970357">
        <w:rPr>
          <w:rFonts w:cs="Arial"/>
        </w:rPr>
        <w:t>.</w:t>
      </w:r>
    </w:p>
    <w:permEnd w:id="1713582642"/>
    <w:p w14:paraId="45937616" w14:textId="01CE77BE" w:rsidR="000F21BD" w:rsidRPr="00024600" w:rsidRDefault="000F21BD" w:rsidP="0019773E">
      <w:pPr>
        <w:pStyle w:val="01-ODST-3"/>
        <w:tabs>
          <w:tab w:val="clear" w:pos="1505"/>
        </w:tabs>
        <w:ind w:left="1134" w:hanging="708"/>
        <w:rPr>
          <w:rFonts w:cs="Arial"/>
        </w:rPr>
      </w:pPr>
      <w:r w:rsidRPr="00024600">
        <w:rPr>
          <w:rFonts w:cs="Arial"/>
        </w:rPr>
        <w:t xml:space="preserve">práce na Díle </w:t>
      </w:r>
      <w:r w:rsidR="00F363B8" w:rsidRPr="00024600">
        <w:rPr>
          <w:rFonts w:cs="Arial"/>
        </w:rPr>
        <w:t>mohou být</w:t>
      </w:r>
      <w:r w:rsidRPr="00024600">
        <w:rPr>
          <w:rFonts w:cs="Arial"/>
        </w:rPr>
        <w:t xml:space="preserve"> prováděny v prostředí s</w:t>
      </w:r>
      <w:r w:rsidR="00F363B8" w:rsidRPr="00024600">
        <w:rPr>
          <w:rFonts w:cs="Arial"/>
        </w:rPr>
        <w:t> nebezpečím výbuchu</w:t>
      </w:r>
      <w:r w:rsidRPr="00024600">
        <w:rPr>
          <w:rFonts w:cs="Arial"/>
        </w:rPr>
        <w:t xml:space="preserve"> a prostory v okolí </w:t>
      </w:r>
      <w:r w:rsidR="00853340" w:rsidRPr="00024600">
        <w:rPr>
          <w:rFonts w:cs="Arial"/>
        </w:rPr>
        <w:t xml:space="preserve">technologií </w:t>
      </w:r>
      <w:r w:rsidRPr="00024600">
        <w:rPr>
          <w:rFonts w:cs="Arial"/>
        </w:rPr>
        <w:t xml:space="preserve">jsou klasifikovány jako prostředí s nebezpečím výbuchu </w:t>
      </w:r>
      <w:permStart w:id="472406038" w:edGrp="everyone"/>
      <w:r w:rsidRPr="00024600">
        <w:rPr>
          <w:rFonts w:cs="Arial"/>
        </w:rPr>
        <w:t xml:space="preserve">(ZÓNA </w:t>
      </w:r>
      <w:r w:rsidR="00E46AE1" w:rsidRPr="00024600">
        <w:rPr>
          <w:rFonts w:cs="Arial"/>
        </w:rPr>
        <w:t>0, ZÓNA 1</w:t>
      </w:r>
      <w:r w:rsidRPr="00024600">
        <w:rPr>
          <w:rFonts w:cs="Arial"/>
        </w:rPr>
        <w:t xml:space="preserve"> a</w:t>
      </w:r>
      <w:r w:rsidR="00DA4CDC" w:rsidRPr="00024600">
        <w:rPr>
          <w:rFonts w:cs="Arial"/>
        </w:rPr>
        <w:t> </w:t>
      </w:r>
      <w:r w:rsidRPr="00024600">
        <w:rPr>
          <w:rFonts w:cs="Arial"/>
        </w:rPr>
        <w:t xml:space="preserve">ZÓNA 2), </w:t>
      </w:r>
      <w:permEnd w:id="472406038"/>
      <w:r w:rsidRPr="00024600">
        <w:rPr>
          <w:rFonts w:cs="Arial"/>
        </w:rPr>
        <w:t xml:space="preserve">a zavazuje se přizpůsobit tomu veškeré zařízení a strojní vybavení použité k realizaci Díla a také vybavení osob realizujících Dílo z hlediska bezpečnosti </w:t>
      </w:r>
      <w:r w:rsidR="00F363B8" w:rsidRPr="00024600">
        <w:rPr>
          <w:rFonts w:cs="Arial"/>
        </w:rPr>
        <w:t xml:space="preserve">a ochrany zdraví při </w:t>
      </w:r>
      <w:r w:rsidRPr="00024600">
        <w:rPr>
          <w:rFonts w:cs="Arial"/>
        </w:rPr>
        <w:t>prác</w:t>
      </w:r>
      <w:r w:rsidR="00F363B8" w:rsidRPr="00024600">
        <w:rPr>
          <w:rFonts w:cs="Arial"/>
        </w:rPr>
        <w:t>i.</w:t>
      </w:r>
    </w:p>
    <w:p w14:paraId="45260062" w14:textId="77777777" w:rsidR="000F21BD" w:rsidRPr="00024600" w:rsidRDefault="000F21BD" w:rsidP="0031539C">
      <w:pPr>
        <w:pStyle w:val="01-ODST-2"/>
        <w:rPr>
          <w:rFonts w:cs="Arial"/>
        </w:rPr>
      </w:pPr>
      <w:r w:rsidRPr="00024600">
        <w:rPr>
          <w:rFonts w:cs="Arial"/>
        </w:rPr>
        <w:t>Objednatel se zavazuje k řádnému provedení Díla Zhotovitelem poskytnout svou součinnost. Objednatel pro realizaci Díla zajistí:</w:t>
      </w:r>
    </w:p>
    <w:p w14:paraId="5DE99A00" w14:textId="306312CF" w:rsidR="000F21BD" w:rsidRPr="00024600" w:rsidRDefault="000F21BD" w:rsidP="0019773E">
      <w:pPr>
        <w:pStyle w:val="01-ODST-3"/>
        <w:tabs>
          <w:tab w:val="clear" w:pos="1505"/>
        </w:tabs>
        <w:ind w:left="1134" w:hanging="708"/>
        <w:rPr>
          <w:rFonts w:cs="Arial"/>
        </w:rPr>
      </w:pPr>
      <w:r w:rsidRPr="00024600">
        <w:rPr>
          <w:rFonts w:cs="Arial"/>
        </w:rPr>
        <w:t>Vstupy do areálu</w:t>
      </w:r>
      <w:r w:rsidR="00F309EA" w:rsidRPr="00024600">
        <w:rPr>
          <w:rFonts w:cs="Arial"/>
        </w:rPr>
        <w:t>, kde se nachází předmětná technologie,</w:t>
      </w:r>
      <w:r w:rsidR="00467396" w:rsidRPr="00024600">
        <w:rPr>
          <w:rFonts w:cs="Arial"/>
        </w:rPr>
        <w:t xml:space="preserve"> </w:t>
      </w:r>
      <w:r w:rsidRPr="00024600">
        <w:rPr>
          <w:rFonts w:cs="Arial"/>
        </w:rPr>
        <w:t>pro pracovníky a techniku Zhotovitele do místa plnění;</w:t>
      </w:r>
    </w:p>
    <w:p w14:paraId="65C5C924" w14:textId="367EE51F" w:rsidR="000F21BD" w:rsidRPr="00024600" w:rsidRDefault="000F21BD" w:rsidP="0019773E">
      <w:pPr>
        <w:pStyle w:val="01-ODST-3"/>
        <w:tabs>
          <w:tab w:val="clear" w:pos="1505"/>
        </w:tabs>
        <w:ind w:left="1134" w:hanging="708"/>
        <w:rPr>
          <w:rFonts w:cs="Arial"/>
        </w:rPr>
      </w:pPr>
      <w:r w:rsidRPr="00024600">
        <w:rPr>
          <w:rFonts w:cs="Arial"/>
        </w:rPr>
        <w:t xml:space="preserve">Součinnost při přípravě a schvalování </w:t>
      </w:r>
      <w:permStart w:id="2110083837" w:edGrp="everyone"/>
      <w:r w:rsidR="00970357">
        <w:rPr>
          <w:rFonts w:cs="Arial"/>
        </w:rPr>
        <w:t>Analýzy rizik prací</w:t>
      </w:r>
      <w:r w:rsidR="00A25F0A">
        <w:rPr>
          <w:rFonts w:cs="Arial"/>
        </w:rPr>
        <w:t xml:space="preserve"> Zhotovitele</w:t>
      </w:r>
      <w:r w:rsidR="00970357">
        <w:rPr>
          <w:rFonts w:cs="Arial"/>
        </w:rPr>
        <w:t>;</w:t>
      </w:r>
      <w:permEnd w:id="2110083837"/>
    </w:p>
    <w:p w14:paraId="6FC24D6E" w14:textId="3E1E9C61" w:rsidR="000F21BD" w:rsidRPr="00024600" w:rsidRDefault="000F21BD" w:rsidP="0019773E">
      <w:pPr>
        <w:pStyle w:val="01-ODST-3"/>
        <w:tabs>
          <w:tab w:val="clear" w:pos="1505"/>
        </w:tabs>
        <w:ind w:left="1134" w:hanging="708"/>
        <w:rPr>
          <w:rFonts w:cs="Arial"/>
        </w:rPr>
      </w:pPr>
      <w:r w:rsidRPr="00024600">
        <w:rPr>
          <w:rFonts w:cs="Arial"/>
        </w:rPr>
        <w:t>Seznámení s vnitřními předpisy Objednatele zejména vnitřních předpisů týkajících se prevence závažných havárií, požární bezpečnosti, apod;</w:t>
      </w:r>
    </w:p>
    <w:p w14:paraId="0C216F9F" w14:textId="4ED700AC" w:rsidR="000F21BD" w:rsidRPr="00024600" w:rsidRDefault="000F21BD" w:rsidP="0019773E">
      <w:pPr>
        <w:pStyle w:val="01-ODST-3"/>
        <w:tabs>
          <w:tab w:val="clear" w:pos="1505"/>
        </w:tabs>
        <w:ind w:left="1134" w:hanging="708"/>
        <w:rPr>
          <w:rFonts w:cs="Arial"/>
        </w:rPr>
      </w:pPr>
      <w:r w:rsidRPr="00024600">
        <w:rPr>
          <w:rFonts w:cs="Arial"/>
        </w:rPr>
        <w:t>Proškolení pracovníků dodavatele v BOZP (bezpečnost a ochrana zdraví při práci) a PO (požární ochrana)</w:t>
      </w:r>
      <w:r w:rsidR="00925A81" w:rsidRPr="00024600">
        <w:rPr>
          <w:rFonts w:cs="Arial"/>
        </w:rPr>
        <w:t>, OŽP (ochrana životního prostředí)</w:t>
      </w:r>
      <w:r w:rsidRPr="00024600">
        <w:rPr>
          <w:rFonts w:cs="Arial"/>
        </w:rPr>
        <w:t xml:space="preserve"> a PZH (prevence závažných havárií.</w:t>
      </w:r>
    </w:p>
    <w:p w14:paraId="59EF6064" w14:textId="77777777" w:rsidR="00E4277C" w:rsidRDefault="00565B75" w:rsidP="0019773E">
      <w:pPr>
        <w:pStyle w:val="01-ODST-3"/>
        <w:tabs>
          <w:tab w:val="clear" w:pos="1505"/>
        </w:tabs>
        <w:ind w:left="1134" w:hanging="708"/>
        <w:rPr>
          <w:rFonts w:cs="Arial"/>
        </w:rPr>
      </w:pPr>
      <w:r w:rsidRPr="00024600">
        <w:rPr>
          <w:rFonts w:cs="Arial"/>
        </w:rPr>
        <w:t xml:space="preserve">Poskytnutí </w:t>
      </w:r>
      <w:permStart w:id="1399468093" w:edGrp="everyone"/>
      <w:r w:rsidRPr="00024600">
        <w:rPr>
          <w:rFonts w:cs="Arial"/>
        </w:rPr>
        <w:t>technické dokumentace (projektov</w:t>
      </w:r>
      <w:r w:rsidR="00F70DEE">
        <w:rPr>
          <w:rFonts w:cs="Arial"/>
        </w:rPr>
        <w:t>á</w:t>
      </w:r>
      <w:r w:rsidRPr="00024600">
        <w:rPr>
          <w:rFonts w:cs="Arial"/>
        </w:rPr>
        <w:t xml:space="preserve"> dokumentace</w:t>
      </w:r>
      <w:r w:rsidR="00970357">
        <w:rPr>
          <w:rFonts w:cs="Arial"/>
        </w:rPr>
        <w:t>, protokol o určení vnějších vlivů, výchozí revizní zpráva</w:t>
      </w:r>
      <w:r w:rsidRPr="00024600">
        <w:rPr>
          <w:rFonts w:cs="Arial"/>
        </w:rPr>
        <w:t>) stávajícího stavu (pokud ji Objednatel vlastní)</w:t>
      </w:r>
      <w:r w:rsidR="00E4277C">
        <w:rPr>
          <w:rFonts w:cs="Arial"/>
        </w:rPr>
        <w:t>.</w:t>
      </w:r>
    </w:p>
    <w:p w14:paraId="3004F6D8" w14:textId="1EC6EAD9" w:rsidR="00565B75" w:rsidRPr="00024600" w:rsidRDefault="00F719AE" w:rsidP="0019773E">
      <w:pPr>
        <w:pStyle w:val="01-ODST-3"/>
        <w:tabs>
          <w:tab w:val="clear" w:pos="1505"/>
        </w:tabs>
        <w:ind w:left="1134" w:hanging="708"/>
        <w:rPr>
          <w:rFonts w:cs="Arial"/>
        </w:rPr>
      </w:pPr>
      <w:r w:rsidRPr="00F719AE">
        <w:rPr>
          <w:rFonts w:cs="Arial"/>
        </w:rPr>
        <w:t xml:space="preserve">zaškolení </w:t>
      </w:r>
      <w:r w:rsidR="00690343">
        <w:rPr>
          <w:rFonts w:cs="Arial"/>
        </w:rPr>
        <w:t xml:space="preserve">pracovníka </w:t>
      </w:r>
      <w:proofErr w:type="gramStart"/>
      <w:r w:rsidR="00374809">
        <w:rPr>
          <w:rFonts w:cs="Arial"/>
        </w:rPr>
        <w:t>Zhot</w:t>
      </w:r>
      <w:r w:rsidR="00725CCC">
        <w:rPr>
          <w:rFonts w:cs="Arial"/>
        </w:rPr>
        <w:t>o</w:t>
      </w:r>
      <w:r w:rsidR="00374809">
        <w:rPr>
          <w:rFonts w:cs="Arial"/>
        </w:rPr>
        <w:t xml:space="preserve">vitele </w:t>
      </w:r>
      <w:r w:rsidRPr="00F719AE">
        <w:rPr>
          <w:rFonts w:cs="Arial"/>
        </w:rPr>
        <w:t xml:space="preserve"> pro</w:t>
      </w:r>
      <w:proofErr w:type="gramEnd"/>
      <w:r w:rsidRPr="00F719AE">
        <w:rPr>
          <w:rFonts w:cs="Arial"/>
        </w:rPr>
        <w:t xml:space="preserve"> práci v elektronickém systému </w:t>
      </w:r>
      <w:r w:rsidR="00374809">
        <w:rPr>
          <w:rFonts w:cs="Arial"/>
        </w:rPr>
        <w:t>O</w:t>
      </w:r>
      <w:r w:rsidR="00690343">
        <w:rPr>
          <w:rFonts w:cs="Arial"/>
        </w:rPr>
        <w:t>bjednatele</w:t>
      </w:r>
      <w:r w:rsidRPr="00F719AE">
        <w:rPr>
          <w:rFonts w:cs="Arial"/>
        </w:rPr>
        <w:t xml:space="preserve"> pro tvorbu a evidenci protokolů o revizi spotřebičů a ručního nářadí</w:t>
      </w:r>
      <w:r w:rsidR="00565B75" w:rsidRPr="00F719AE">
        <w:rPr>
          <w:rFonts w:cs="Arial"/>
        </w:rPr>
        <w:t>.</w:t>
      </w:r>
      <w:permEnd w:id="1399468093"/>
    </w:p>
    <w:p w14:paraId="6B97D0CF" w14:textId="23FE23B0" w:rsidR="000F21BD" w:rsidRPr="00024600" w:rsidRDefault="000F21BD" w:rsidP="005511B4">
      <w:pPr>
        <w:pStyle w:val="01-ODST-2"/>
        <w:rPr>
          <w:rFonts w:cs="Arial"/>
        </w:rPr>
      </w:pPr>
      <w:r w:rsidRPr="00024600">
        <w:rPr>
          <w:rFonts w:cs="Arial"/>
        </w:rPr>
        <w:t xml:space="preserve">Za Zhotovitele je pověřen a zmocněn k plnění povinností plynoucích z předpisů v oblasti bezpečnosti a ochrany zdraví při práci p. </w:t>
      </w:r>
      <w:permStart w:id="595329798" w:edGrp="everyone"/>
      <w:r w:rsidRPr="00024600">
        <w:rPr>
          <w:rFonts w:cs="Arial"/>
        </w:rPr>
        <w:t xml:space="preserve">………… </w:t>
      </w:r>
      <w:permEnd w:id="595329798"/>
      <w:proofErr w:type="gramStart"/>
      <w:r w:rsidRPr="00024600">
        <w:rPr>
          <w:rFonts w:cs="Arial"/>
        </w:rPr>
        <w:t>telefon</w:t>
      </w:r>
      <w:permStart w:id="785659681" w:edGrp="everyone"/>
      <w:r w:rsidRPr="00024600">
        <w:rPr>
          <w:rFonts w:cs="Arial"/>
        </w:rPr>
        <w:t>:…</w:t>
      </w:r>
      <w:proofErr w:type="gramEnd"/>
      <w:r w:rsidRPr="00024600">
        <w:rPr>
          <w:rFonts w:cs="Arial"/>
        </w:rPr>
        <w:t xml:space="preserve">…. </w:t>
      </w:r>
      <w:permEnd w:id="785659681"/>
      <w:r w:rsidRPr="00024600">
        <w:rPr>
          <w:rFonts w:cs="Arial"/>
        </w:rPr>
        <w:t>email:</w:t>
      </w:r>
      <w:r w:rsidR="006550C3" w:rsidRPr="00024600">
        <w:rPr>
          <w:rFonts w:cs="Arial"/>
        </w:rPr>
        <w:t xml:space="preserve"> </w:t>
      </w:r>
      <w:permStart w:id="197934010" w:edGrp="everyone"/>
      <w:r w:rsidRPr="00024600">
        <w:rPr>
          <w:rFonts w:cs="Arial"/>
        </w:rPr>
        <w:t>………</w:t>
      </w:r>
      <w:permEnd w:id="197934010"/>
    </w:p>
    <w:p w14:paraId="3A32904F" w14:textId="77777777" w:rsidR="000F21BD" w:rsidRPr="00024600" w:rsidRDefault="000F21BD" w:rsidP="002B0BBB">
      <w:pPr>
        <w:pStyle w:val="01-ODST-2"/>
        <w:rPr>
          <w:rFonts w:cs="Arial"/>
        </w:rPr>
      </w:pPr>
      <w:r w:rsidRPr="00024600">
        <w:rPr>
          <w:rFonts w:cs="Arial"/>
        </w:rPr>
        <w:t>Objednatel je oprávněn, není-li to v rozporu s příslušnými ustanoveními obecně závazných právních předpisů, navrhnout Zhotoviteli změnu rozsahu</w:t>
      </w:r>
      <w:r w:rsidRPr="00024600">
        <w:rPr>
          <w:rFonts w:cs="Arial"/>
          <w:iCs/>
        </w:rPr>
        <w:t xml:space="preserve"> předmětu Díla (zejména omezení nebo rozšíření rozsahu Díla o další dodávky a práce, </w:t>
      </w:r>
      <w:r w:rsidRPr="00024600">
        <w:rPr>
          <w:rFonts w:cs="Arial"/>
        </w:rPr>
        <w:t>které se mohou během realizace vyskytnout a které nejsou zahrnuty do předmětu Díl</w:t>
      </w:r>
      <w:r w:rsidRPr="00024600">
        <w:rPr>
          <w:rFonts w:cs="Arial"/>
          <w:iCs/>
        </w:rPr>
        <w:t>a) v souladu s postupem uvedeným ve VOP.</w:t>
      </w:r>
    </w:p>
    <w:p w14:paraId="40D6EAF6" w14:textId="2974F708" w:rsidR="000F21BD" w:rsidRPr="00024600" w:rsidRDefault="000F21BD" w:rsidP="002B0BBB">
      <w:pPr>
        <w:pStyle w:val="01-ODST-2"/>
        <w:rPr>
          <w:rFonts w:cs="Arial"/>
        </w:rPr>
      </w:pPr>
      <w:r w:rsidRPr="00024600">
        <w:rPr>
          <w:rFonts w:cs="Arial"/>
        </w:rPr>
        <w:t xml:space="preserve">Zhotovitel je oprávněn pověřit provedením Díla nebo jeho části jen takové poddodavatele, kteří byli předem písemně schváleni Objednatelem, nebo jejichž jména byla uvedena v písemné Nabídce Zhotovitele doručené Objednateli </w:t>
      </w:r>
      <w:r w:rsidRPr="00024600">
        <w:rPr>
          <w:rFonts w:cs="Arial"/>
          <w:iCs/>
        </w:rPr>
        <w:t xml:space="preserve">v zadávacím řízení č. </w:t>
      </w:r>
      <w:permStart w:id="662242267" w:edGrp="everyone"/>
      <w:r w:rsidR="000C23E8">
        <w:rPr>
          <w:rFonts w:cs="Arial"/>
          <w:iCs/>
        </w:rPr>
        <w:t>271</w:t>
      </w:r>
      <w:r w:rsidR="003335F7" w:rsidRPr="00024600">
        <w:rPr>
          <w:rFonts w:cs="Arial"/>
          <w:iCs/>
        </w:rPr>
        <w:t>/2</w:t>
      </w:r>
      <w:r w:rsidR="00F70DEE">
        <w:rPr>
          <w:rFonts w:cs="Arial"/>
          <w:iCs/>
        </w:rPr>
        <w:t>3</w:t>
      </w:r>
      <w:r w:rsidR="003335F7" w:rsidRPr="00024600">
        <w:rPr>
          <w:rFonts w:cs="Arial"/>
          <w:iCs/>
        </w:rPr>
        <w:t>/OCN</w:t>
      </w:r>
      <w:permEnd w:id="662242267"/>
      <w:r w:rsidRPr="00024600">
        <w:rPr>
          <w:rFonts w:cs="Arial"/>
        </w:rPr>
        <w:t>. Při provádění Díla nebo jeho části poddodavateli je Zhotovitel odpovědný Objednateli stejným způsobem, jako kdyby Dílo nebo jeho část prováděl sám.</w:t>
      </w:r>
    </w:p>
    <w:p w14:paraId="1000A50E" w14:textId="5C9FB82A" w:rsidR="000F21BD" w:rsidRPr="00024600" w:rsidRDefault="000F21BD" w:rsidP="002B0BBB">
      <w:pPr>
        <w:pStyle w:val="01-ODST-2"/>
        <w:rPr>
          <w:rFonts w:cs="Arial"/>
        </w:rPr>
      </w:pPr>
      <w:r w:rsidRPr="00024600">
        <w:rPr>
          <w:rFonts w:cs="Arial"/>
        </w:rPr>
        <w:t>Zhotovitel odpovídá v plném rozsahu za dodržování platného znění předpisů uvedených v této Smlouvě a místních podmínek osobami realizujícími Dílo na straně Zhotovitele. Za tímto účelem je povinen jmenovat odpovědnou osobu, která bude organizovat a řídit pracovníky Zhotovitele a osoby realizující Dílo na straně Zhotovitele a jméno a příjmení této osoby sdělí Objednateli v dostatečném časovém předstihu. Jmenování odpovědné osoby je povinností i v případě, že se jedná o</w:t>
      </w:r>
      <w:r w:rsidR="00963FD5" w:rsidRPr="00024600">
        <w:rPr>
          <w:rFonts w:cs="Arial"/>
        </w:rPr>
        <w:t> </w:t>
      </w:r>
      <w:r w:rsidRPr="00024600">
        <w:rPr>
          <w:rFonts w:cs="Arial"/>
        </w:rPr>
        <w:t>dvoučlennou pracovní skupinu.</w:t>
      </w:r>
    </w:p>
    <w:p w14:paraId="03C8BAB8" w14:textId="66F6E2DC" w:rsidR="000F21BD" w:rsidRPr="00024600" w:rsidRDefault="000F21BD" w:rsidP="002B0BBB">
      <w:pPr>
        <w:pStyle w:val="01-ODST-2"/>
        <w:rPr>
          <w:rFonts w:cs="Arial"/>
        </w:rPr>
      </w:pPr>
      <w:r w:rsidRPr="00024600">
        <w:rPr>
          <w:rFonts w:cs="Arial"/>
        </w:rPr>
        <w:t>Zhotovitel se zavazuje průběžně provádět veškeré potřebné zkoušky, měření a atesty k prokázání kvalitativních parametrů předmětu Díla</w:t>
      </w:r>
      <w:r w:rsidR="00171A8A" w:rsidRPr="00024600">
        <w:rPr>
          <w:rFonts w:cs="Arial"/>
        </w:rPr>
        <w:t>, pokud to předmět Díla vyžaduje</w:t>
      </w:r>
      <w:r w:rsidRPr="00024600">
        <w:rPr>
          <w:rFonts w:cs="Arial"/>
        </w:rPr>
        <w:t>.</w:t>
      </w:r>
    </w:p>
    <w:p w14:paraId="46AFD3E6" w14:textId="77777777" w:rsidR="000F21BD" w:rsidRPr="00024600" w:rsidRDefault="000F21BD" w:rsidP="002B0BBB">
      <w:pPr>
        <w:pStyle w:val="01-ODST-2"/>
        <w:rPr>
          <w:rFonts w:cs="Arial"/>
        </w:rPr>
      </w:pPr>
      <w:r w:rsidRPr="00024600">
        <w:rPr>
          <w:rFonts w:cs="Arial"/>
        </w:rPr>
        <w:t>Objednatel má právo sám nebo prostřednictvím jím pověřených osob provádět kontrolu plnění smluvních povinností Zhotovitele kdykoli v průběhu provádění Díla Zhotovitelem.</w:t>
      </w:r>
    </w:p>
    <w:p w14:paraId="6260FB17" w14:textId="77777777" w:rsidR="000F21BD" w:rsidRPr="00024600" w:rsidRDefault="000F21BD" w:rsidP="002B0BBB">
      <w:pPr>
        <w:pStyle w:val="01-ODST-2"/>
        <w:rPr>
          <w:rFonts w:cs="Arial"/>
        </w:rPr>
      </w:pPr>
      <w:r w:rsidRPr="00024600">
        <w:rPr>
          <w:rFonts w:cs="Arial"/>
        </w:rPr>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14:paraId="3D8D87B5" w14:textId="39B51268" w:rsidR="000F21BD" w:rsidRPr="00024600" w:rsidRDefault="000F21BD" w:rsidP="002B0BBB">
      <w:pPr>
        <w:pStyle w:val="01-ODST-2"/>
        <w:rPr>
          <w:rFonts w:cs="Arial"/>
        </w:rPr>
      </w:pPr>
      <w:r w:rsidRPr="00024600">
        <w:rPr>
          <w:rFonts w:cs="Arial"/>
        </w:rPr>
        <w:t>V případě, že by Zhotovitel potřeboval pro komunikaci v českém jazyce tlumočníka, zajistí si jej na své náklady.</w:t>
      </w:r>
    </w:p>
    <w:p w14:paraId="728FF86B" w14:textId="404731C3" w:rsidR="00D62513" w:rsidRPr="00024600" w:rsidRDefault="00D62513" w:rsidP="002B0BBB">
      <w:pPr>
        <w:pStyle w:val="01-ODST-2"/>
        <w:rPr>
          <w:rFonts w:cs="Arial"/>
        </w:rPr>
      </w:pPr>
      <w:r w:rsidRPr="00024600">
        <w:rPr>
          <w:rFonts w:cs="Arial"/>
        </w:rPr>
        <w:lastRenderedPageBreak/>
        <w:t>Dle této rámcové dohody je Zhotovitel pověřený koordinací provádění opatření k ochraně bezpečnosti a zdraví zaměstnanců a postupů k jejich zajištění v souladu s požadavky §</w:t>
      </w:r>
      <w:r w:rsidR="008E043D">
        <w:rPr>
          <w:rFonts w:cs="Arial"/>
        </w:rPr>
        <w:t xml:space="preserve"> </w:t>
      </w:r>
      <w:r w:rsidRPr="00024600">
        <w:rPr>
          <w:rFonts w:cs="Arial"/>
        </w:rPr>
        <w:t>101 odst. 3 zákona č. 262/2006 Sb. zákoník práce, v platném znění</w:t>
      </w:r>
      <w:r w:rsidR="005511B4" w:rsidRPr="00024600">
        <w:rPr>
          <w:rFonts w:cs="Arial"/>
        </w:rPr>
        <w:t>,</w:t>
      </w:r>
      <w:r w:rsidRPr="00024600">
        <w:rPr>
          <w:rFonts w:cs="Arial"/>
        </w:rPr>
        <w:t xml:space="preserve"> a to i ve vztahu k jiným dodavatelům, kteří by konali činnosti/práce na Zhotoviteli předaném </w:t>
      </w:r>
      <w:r w:rsidR="008E50AE" w:rsidRPr="00024600">
        <w:rPr>
          <w:rFonts w:cs="Arial"/>
        </w:rPr>
        <w:t>staveništi/</w:t>
      </w:r>
      <w:r w:rsidRPr="00024600">
        <w:rPr>
          <w:rFonts w:cs="Arial"/>
        </w:rPr>
        <w:t>pracovišti.</w:t>
      </w:r>
    </w:p>
    <w:p w14:paraId="799C093C" w14:textId="77777777" w:rsidR="000F21BD" w:rsidRPr="00024600" w:rsidRDefault="000F21BD" w:rsidP="005511B4">
      <w:pPr>
        <w:pStyle w:val="01-L"/>
        <w:ind w:left="454"/>
        <w:rPr>
          <w:rFonts w:cs="Arial"/>
          <w:bCs w:val="0"/>
        </w:rPr>
      </w:pPr>
      <w:r w:rsidRPr="00024600">
        <w:rPr>
          <w:rFonts w:cs="Arial"/>
          <w:bCs w:val="0"/>
        </w:rPr>
        <w:t>Změny rozsahu Díla</w:t>
      </w:r>
    </w:p>
    <w:p w14:paraId="721B44DF" w14:textId="77777777" w:rsidR="000F21BD" w:rsidRPr="00024600" w:rsidRDefault="000F21BD" w:rsidP="00B51AB5">
      <w:pPr>
        <w:pStyle w:val="01-ODST-2"/>
        <w:rPr>
          <w:rFonts w:cs="Arial"/>
        </w:rPr>
      </w:pPr>
      <w:r w:rsidRPr="00024600">
        <w:rPr>
          <w:rFonts w:cs="Arial"/>
        </w:rPr>
        <w:t xml:space="preserve">Objednatel je oprávněn, není-li to v rozporu s příslušnými ustanoveními obecně závazných právních předpisů (zejména zákona č. 134/2016 Sb., o zadávání veřejných zakázek, v platném znění), požadovat či odsouhlasit po uzavření dílčí smlouvy (objednávky) a v průběhu provádění Díla včetně realizačních prací změny v kvalitě, množství či druhu dodávky, a to uzavřením dodatku k dané dílčí smlouvě nebo rozšířením objednávky. </w:t>
      </w:r>
    </w:p>
    <w:p w14:paraId="1B2E0571" w14:textId="420AF21F" w:rsidR="000F21BD" w:rsidRPr="00024600" w:rsidRDefault="000F21BD" w:rsidP="00B51AB5">
      <w:pPr>
        <w:pStyle w:val="01-ODST-2"/>
        <w:rPr>
          <w:rFonts w:cs="Arial"/>
        </w:rPr>
      </w:pPr>
      <w:r w:rsidRPr="00024600">
        <w:rPr>
          <w:rFonts w:cs="Arial"/>
        </w:rPr>
        <w:t>Objednatel je oprávněn, není-li to v rozporu s příslušnými ustanoveními obecně závazných právních předpisů (zejména zákona č. 134/2016 Sb., o zadávání veřejných zakázek, v platném znění), navrhnout zhotoviteli změnu rozsahu</w:t>
      </w:r>
      <w:r w:rsidRPr="00024600">
        <w:rPr>
          <w:rFonts w:cs="Arial"/>
          <w:iCs/>
        </w:rPr>
        <w:t xml:space="preserve"> předmětu Díla (zejména omezení nebo rozšíření rozsahu Díla o další dodávky a práce, </w:t>
      </w:r>
      <w:r w:rsidRPr="00024600">
        <w:rPr>
          <w:rFonts w:cs="Arial"/>
        </w:rPr>
        <w:t>které se mohou během realizace vyskytnout a které nejsou zahrnuty do předmětu Díl</w:t>
      </w:r>
      <w:r w:rsidRPr="00024600">
        <w:rPr>
          <w:rFonts w:cs="Arial"/>
          <w:iCs/>
        </w:rPr>
        <w:t>a).</w:t>
      </w:r>
      <w:r w:rsidRPr="00024600">
        <w:rPr>
          <w:rFonts w:cs="Arial"/>
        </w:rPr>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neuskutečněné nebo práce a dodávky sice uskutečněné, avšak v menším </w:t>
      </w:r>
      <w:r w:rsidR="007934B3" w:rsidRPr="00024600">
        <w:rPr>
          <w:rFonts w:cs="Arial"/>
        </w:rPr>
        <w:t>rozsahu,</w:t>
      </w:r>
      <w:r w:rsidRPr="00024600">
        <w:rPr>
          <w:rFonts w:cs="Arial"/>
        </w:rPr>
        <w:t xml:space="preserve"> než se přepokládalo.</w:t>
      </w:r>
    </w:p>
    <w:p w14:paraId="4F937F37" w14:textId="77777777" w:rsidR="000F21BD" w:rsidRPr="00024600" w:rsidRDefault="000F21BD" w:rsidP="00B51AB5">
      <w:pPr>
        <w:pStyle w:val="01-ODST-2"/>
        <w:rPr>
          <w:rFonts w:cs="Arial"/>
        </w:rPr>
      </w:pPr>
      <w:r w:rsidRPr="00024600">
        <w:rPr>
          <w:rFonts w:cs="Arial"/>
        </w:rPr>
        <w:t>Není-li to v rozporu s obecně závaznými předpisy českého právního řádu, může být rozsah Díla naopak zúžen, a to vždy na základě požadavků Objednatele.</w:t>
      </w:r>
    </w:p>
    <w:p w14:paraId="68843F8A" w14:textId="77777777" w:rsidR="000F21BD" w:rsidRPr="00024600" w:rsidRDefault="000F21BD" w:rsidP="00B51AB5">
      <w:pPr>
        <w:pStyle w:val="01-ODST-2"/>
        <w:rPr>
          <w:rFonts w:cs="Arial"/>
        </w:rPr>
      </w:pPr>
      <w:r w:rsidRPr="00024600">
        <w:rPr>
          <w:rFonts w:cs="Arial"/>
        </w:rPr>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14:paraId="348673D0" w14:textId="77777777" w:rsidR="000F21BD" w:rsidRPr="00024600" w:rsidRDefault="000F21BD" w:rsidP="00CE6F55">
      <w:pPr>
        <w:pStyle w:val="01-L"/>
        <w:ind w:left="454"/>
        <w:rPr>
          <w:rFonts w:cs="Arial"/>
          <w:bCs w:val="0"/>
        </w:rPr>
      </w:pPr>
      <w:r w:rsidRPr="00024600">
        <w:rPr>
          <w:rFonts w:cs="Arial"/>
          <w:bCs w:val="0"/>
        </w:rPr>
        <w:t>Místo a doba plnění</w:t>
      </w:r>
    </w:p>
    <w:p w14:paraId="3A68D838" w14:textId="7C43F0A2" w:rsidR="007934B3" w:rsidRPr="00024600" w:rsidRDefault="007934B3" w:rsidP="00B51AB5">
      <w:pPr>
        <w:pStyle w:val="01-ODST-2"/>
        <w:rPr>
          <w:rFonts w:cs="Arial"/>
        </w:rPr>
      </w:pPr>
      <w:r w:rsidRPr="00024600">
        <w:rPr>
          <w:rFonts w:cs="Arial"/>
        </w:rPr>
        <w:t xml:space="preserve">Místem plnění pro dílčí zakázky jsou </w:t>
      </w:r>
      <w:r w:rsidR="00812BAF" w:rsidRPr="00024600">
        <w:rPr>
          <w:rFonts w:cs="Arial"/>
        </w:rPr>
        <w:t>technologie</w:t>
      </w:r>
      <w:r w:rsidRPr="00024600">
        <w:rPr>
          <w:rFonts w:cs="Arial"/>
        </w:rPr>
        <w:t>, které se nachází na celém území České republiky</w:t>
      </w:r>
      <w:r w:rsidR="004F4F93" w:rsidRPr="00024600">
        <w:rPr>
          <w:rFonts w:cs="Arial"/>
        </w:rPr>
        <w:t xml:space="preserve">. </w:t>
      </w:r>
      <w:permStart w:id="235352787" w:edGrp="everyone"/>
      <w:r w:rsidR="00F70DEE">
        <w:rPr>
          <w:rFonts w:cs="Arial"/>
        </w:rPr>
        <w:t>Seznam míst plnění je uveden v příloze č. 4 této smlouvy</w:t>
      </w:r>
      <w:r w:rsidR="004F4F93" w:rsidRPr="00024600">
        <w:rPr>
          <w:rStyle w:val="Hypertextovodkaz"/>
          <w:rFonts w:cs="Arial"/>
          <w:color w:val="auto"/>
          <w:u w:val="none"/>
        </w:rPr>
        <w:t>.</w:t>
      </w:r>
      <w:r w:rsidR="00F70DEE">
        <w:rPr>
          <w:rStyle w:val="Hypertextovodkaz"/>
          <w:rFonts w:cs="Arial"/>
          <w:color w:val="auto"/>
          <w:u w:val="none"/>
        </w:rPr>
        <w:t xml:space="preserve"> Během trvání smlouvy může dojít k jednotkovému navýšení/snížení počtu míst plnění.</w:t>
      </w:r>
      <w:permEnd w:id="235352787"/>
    </w:p>
    <w:p w14:paraId="1B00EB42" w14:textId="09042F90" w:rsidR="000F21BD" w:rsidRPr="00024600" w:rsidRDefault="000F21BD" w:rsidP="0019773E">
      <w:pPr>
        <w:pStyle w:val="01-ODST-3"/>
        <w:tabs>
          <w:tab w:val="clear" w:pos="1505"/>
        </w:tabs>
        <w:ind w:left="1134" w:hanging="708"/>
        <w:rPr>
          <w:rFonts w:cs="Arial"/>
        </w:rPr>
      </w:pPr>
      <w:r w:rsidRPr="00024600">
        <w:rPr>
          <w:rFonts w:cs="Arial"/>
        </w:rPr>
        <w:t>Místo plnění Díla se vždy nachází v</w:t>
      </w:r>
      <w:r w:rsidR="00812BAF" w:rsidRPr="00024600">
        <w:rPr>
          <w:rFonts w:cs="Arial"/>
        </w:rPr>
        <w:t> areálu technologií</w:t>
      </w:r>
      <w:r w:rsidR="004F4F93" w:rsidRPr="00024600">
        <w:rPr>
          <w:rFonts w:cs="Arial"/>
        </w:rPr>
        <w:t xml:space="preserve"> </w:t>
      </w:r>
      <w:r w:rsidRPr="00024600">
        <w:rPr>
          <w:rFonts w:cs="Arial"/>
        </w:rPr>
        <w:t>Objednatele a Dílo bude prováděno za provozu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r w:rsidR="00B4757A" w:rsidRPr="00024600">
        <w:rPr>
          <w:rFonts w:cs="Arial"/>
        </w:rPr>
        <w:t>.</w:t>
      </w:r>
    </w:p>
    <w:p w14:paraId="0D4DF2DC" w14:textId="77777777" w:rsidR="000F21BD" w:rsidRPr="00024600" w:rsidRDefault="000F21BD" w:rsidP="00B51AB5">
      <w:pPr>
        <w:pStyle w:val="01-ODST-2"/>
        <w:rPr>
          <w:rFonts w:cs="Arial"/>
        </w:rPr>
      </w:pPr>
      <w:r w:rsidRPr="00024600">
        <w:rPr>
          <w:rFonts w:cs="Arial"/>
          <w:color w:val="000000"/>
        </w:rPr>
        <w:t xml:space="preserve">Ve výzvě Objednatele bude </w:t>
      </w:r>
      <w:r w:rsidRPr="00024600">
        <w:rPr>
          <w:rFonts w:cs="Arial"/>
        </w:rPr>
        <w:t>specifikováno konkrétní místo plnění</w:t>
      </w:r>
      <w:r w:rsidR="00455C09" w:rsidRPr="00024600">
        <w:rPr>
          <w:rFonts w:cs="Arial"/>
        </w:rPr>
        <w:t>.</w:t>
      </w:r>
    </w:p>
    <w:p w14:paraId="026A9806" w14:textId="77777777" w:rsidR="000F21BD" w:rsidRPr="00024600" w:rsidRDefault="000F21BD" w:rsidP="00B51AB5">
      <w:pPr>
        <w:pStyle w:val="01-ODST-2"/>
        <w:rPr>
          <w:rFonts w:cs="Arial"/>
        </w:rPr>
      </w:pPr>
      <w:r w:rsidRPr="00024600">
        <w:rPr>
          <w:rFonts w:cs="Arial"/>
        </w:rPr>
        <w:t>Místo uvedené v předcházejícím ustanovení, tj. konkrétní místo plnění Díla je taktéž místem předání a převzetí Díla. Zhotovitel se zavazuje dodržet místo plnění Díla v souladu se Smlouvou a dílčí smlouvou.</w:t>
      </w:r>
    </w:p>
    <w:p w14:paraId="4E56D733" w14:textId="77777777" w:rsidR="000F21BD" w:rsidRPr="00024600" w:rsidRDefault="000F21BD" w:rsidP="00B51AB5">
      <w:pPr>
        <w:pStyle w:val="01-ODST-2"/>
        <w:rPr>
          <w:rFonts w:cs="Arial"/>
        </w:rPr>
      </w:pPr>
      <w:r w:rsidRPr="00024600">
        <w:rPr>
          <w:rFonts w:cs="Arial"/>
        </w:rPr>
        <w:t xml:space="preserve">Doba plnění Díla bude sjednána v dílčí smlouvě, jejíž nedílnou součástí bude, v případě potřeby Harmonogram prací odsouhlasený ze strany Objednatele. Objednatel schvaluje </w:t>
      </w:r>
      <w:r w:rsidR="008B321D" w:rsidRPr="00024600">
        <w:rPr>
          <w:rFonts w:cs="Arial"/>
        </w:rPr>
        <w:t xml:space="preserve">Harmonogram prací </w:t>
      </w:r>
      <w:r w:rsidRPr="00024600">
        <w:rPr>
          <w:rFonts w:cs="Arial"/>
        </w:rPr>
        <w:t>dle svých obchodních a provozních priorit. Termín zahájení Díla bude uveden ve výzvě Objednatele</w:t>
      </w:r>
      <w:r w:rsidR="00455C09" w:rsidRPr="00024600">
        <w:rPr>
          <w:rFonts w:cs="Arial"/>
        </w:rPr>
        <w:t>.</w:t>
      </w:r>
    </w:p>
    <w:p w14:paraId="748AA222" w14:textId="77777777" w:rsidR="000F21BD" w:rsidRPr="00024600" w:rsidRDefault="000F21BD" w:rsidP="00B51AB5">
      <w:pPr>
        <w:pStyle w:val="01-ODST-2"/>
        <w:rPr>
          <w:rFonts w:cs="Arial"/>
        </w:rPr>
      </w:pPr>
      <w:r w:rsidRPr="00024600">
        <w:rPr>
          <w:rFonts w:cs="Arial"/>
        </w:rPr>
        <w:t xml:space="preserve">Konečný a ze strany Objednatele schválený </w:t>
      </w:r>
      <w:r w:rsidR="008B321D" w:rsidRPr="00024600">
        <w:rPr>
          <w:rFonts w:cs="Arial"/>
        </w:rPr>
        <w:t xml:space="preserve">Harmonogram prací ve vztahu ke každé dílčí smlouvě </w:t>
      </w:r>
      <w:r w:rsidRPr="00024600">
        <w:rPr>
          <w:rFonts w:cs="Arial"/>
        </w:rPr>
        <w:t xml:space="preserve">je pro Zhotovitele závazným podkladem pro realizaci Díla. </w:t>
      </w:r>
    </w:p>
    <w:p w14:paraId="057AE4B2" w14:textId="161FD6CE" w:rsidR="000F21BD" w:rsidRPr="00024600" w:rsidRDefault="000F21BD" w:rsidP="00CE6F55">
      <w:pPr>
        <w:pStyle w:val="01-L"/>
        <w:ind w:left="454"/>
        <w:rPr>
          <w:rFonts w:cs="Arial"/>
          <w:bCs w:val="0"/>
        </w:rPr>
      </w:pPr>
      <w:bookmarkStart w:id="5" w:name="_Ref359591150"/>
      <w:r w:rsidRPr="00024600">
        <w:rPr>
          <w:rFonts w:cs="Arial"/>
          <w:bCs w:val="0"/>
        </w:rPr>
        <w:t>Podmínky poskytování služ</w:t>
      </w:r>
      <w:bookmarkEnd w:id="5"/>
      <w:r w:rsidRPr="00024600">
        <w:rPr>
          <w:rFonts w:cs="Arial"/>
          <w:bCs w:val="0"/>
        </w:rPr>
        <w:t xml:space="preserve">eb – pro provádění Díla, </w:t>
      </w:r>
      <w:r w:rsidR="00812BAF" w:rsidRPr="00024600">
        <w:rPr>
          <w:rFonts w:cs="Arial"/>
          <w:bCs w:val="0"/>
        </w:rPr>
        <w:t xml:space="preserve">předání a převzetí </w:t>
      </w:r>
      <w:r w:rsidR="005950FC" w:rsidRPr="00024600">
        <w:rPr>
          <w:rFonts w:cs="Arial"/>
          <w:bCs w:val="0"/>
        </w:rPr>
        <w:t>staveniště/</w:t>
      </w:r>
      <w:r w:rsidRPr="00024600">
        <w:rPr>
          <w:rFonts w:cs="Arial"/>
          <w:bCs w:val="0"/>
        </w:rPr>
        <w:t>pracoviště</w:t>
      </w:r>
    </w:p>
    <w:p w14:paraId="56A43B55" w14:textId="77777777" w:rsidR="000F21BD" w:rsidRPr="00024600" w:rsidRDefault="000F21BD" w:rsidP="00B51AB5">
      <w:pPr>
        <w:pStyle w:val="01-ODST-2"/>
        <w:rPr>
          <w:rFonts w:cs="Arial"/>
        </w:rPr>
      </w:pPr>
      <w:r w:rsidRPr="00024600">
        <w:rPr>
          <w:rFonts w:cs="Arial"/>
        </w:rPr>
        <w:t xml:space="preserve">Zhotovitel souhlasí, že dílčí zakázky na služby dle této Smlouvy budou Objednatelem zadány postupem sjednaným v čl. </w:t>
      </w:r>
      <w:permStart w:id="468871999" w:edGrp="everyone"/>
      <w:r w:rsidRPr="00024600">
        <w:rPr>
          <w:rFonts w:cs="Arial"/>
        </w:rPr>
        <w:t>3 této Smlouvy</w:t>
      </w:r>
      <w:permEnd w:id="468871999"/>
      <w:r w:rsidRPr="00024600">
        <w:rPr>
          <w:rFonts w:cs="Arial"/>
        </w:rPr>
        <w:t>.</w:t>
      </w:r>
    </w:p>
    <w:p w14:paraId="75850E55" w14:textId="064CDEC9" w:rsidR="000F21BD" w:rsidRPr="00024600" w:rsidRDefault="000F21BD" w:rsidP="00B51AB5">
      <w:pPr>
        <w:pStyle w:val="01-ODST-2"/>
        <w:rPr>
          <w:rFonts w:cs="Arial"/>
        </w:rPr>
      </w:pPr>
      <w:r w:rsidRPr="00024600">
        <w:rPr>
          <w:rFonts w:cs="Arial"/>
        </w:rPr>
        <w:t>Osob</w:t>
      </w:r>
      <w:r w:rsidR="00321B58" w:rsidRPr="00024600">
        <w:rPr>
          <w:rFonts w:cs="Arial"/>
        </w:rPr>
        <w:t>ami</w:t>
      </w:r>
      <w:r w:rsidRPr="00024600">
        <w:rPr>
          <w:rFonts w:cs="Arial"/>
        </w:rPr>
        <w:t xml:space="preserve"> </w:t>
      </w:r>
      <w:r w:rsidR="00455C09" w:rsidRPr="00024600">
        <w:rPr>
          <w:rFonts w:cs="Arial"/>
        </w:rPr>
        <w:t xml:space="preserve">oprávněnými činit </w:t>
      </w:r>
      <w:r w:rsidRPr="00024600">
        <w:rPr>
          <w:rFonts w:cs="Arial"/>
        </w:rPr>
        <w:t xml:space="preserve">za Objednatele </w:t>
      </w:r>
      <w:r w:rsidR="00455C09" w:rsidRPr="00024600">
        <w:rPr>
          <w:rFonts w:cs="Arial"/>
        </w:rPr>
        <w:t xml:space="preserve">výzvy </w:t>
      </w:r>
      <w:r w:rsidR="00321B58" w:rsidRPr="00024600">
        <w:rPr>
          <w:rFonts w:cs="Arial"/>
        </w:rPr>
        <w:t>j</w:t>
      </w:r>
      <w:r w:rsidR="00455C09" w:rsidRPr="00024600">
        <w:rPr>
          <w:rFonts w:cs="Arial"/>
        </w:rPr>
        <w:t xml:space="preserve">sou osoby oprávněné jednat za Objednatele ve věcech </w:t>
      </w:r>
      <w:r w:rsidR="00E11E04" w:rsidRPr="00024600">
        <w:rPr>
          <w:rFonts w:cs="Arial"/>
        </w:rPr>
        <w:t xml:space="preserve">technických a realizace </w:t>
      </w:r>
      <w:r w:rsidR="00682108">
        <w:rPr>
          <w:rFonts w:cs="Arial"/>
        </w:rPr>
        <w:t>D</w:t>
      </w:r>
      <w:r w:rsidR="00E11E04" w:rsidRPr="00024600">
        <w:rPr>
          <w:rFonts w:cs="Arial"/>
        </w:rPr>
        <w:t>íla</w:t>
      </w:r>
      <w:r w:rsidR="00455C09" w:rsidRPr="00024600">
        <w:rPr>
          <w:rFonts w:cs="Arial"/>
        </w:rPr>
        <w:t xml:space="preserve"> uvedené v záhlaví </w:t>
      </w:r>
      <w:r w:rsidR="00321B58" w:rsidRPr="00024600">
        <w:rPr>
          <w:rFonts w:cs="Arial"/>
        </w:rPr>
        <w:t>Smlouvy</w:t>
      </w:r>
      <w:r w:rsidR="00455C09" w:rsidRPr="00024600">
        <w:rPr>
          <w:rFonts w:cs="Arial"/>
        </w:rPr>
        <w:t>.</w:t>
      </w:r>
    </w:p>
    <w:p w14:paraId="0C83C6A6" w14:textId="77777777" w:rsidR="000F21BD" w:rsidRPr="00024600" w:rsidRDefault="000F21BD" w:rsidP="0019773E">
      <w:pPr>
        <w:pStyle w:val="01-ODST-3"/>
        <w:tabs>
          <w:tab w:val="clear" w:pos="1505"/>
        </w:tabs>
        <w:ind w:left="1134" w:hanging="708"/>
        <w:rPr>
          <w:rFonts w:cs="Arial"/>
        </w:rPr>
      </w:pPr>
      <w:r w:rsidRPr="00024600">
        <w:rPr>
          <w:rFonts w:cs="Arial"/>
        </w:rPr>
        <w:t xml:space="preserve">V případě, že výzvu Objednatele učiní osoba, jež není určena touto Smlouvou jako osoba, jež je oprávněna požadavek Objednatele zadat, či taková osoba jiným způsobem neprokáže </w:t>
      </w:r>
      <w:r w:rsidRPr="00024600">
        <w:rPr>
          <w:rFonts w:cs="Arial"/>
        </w:rPr>
        <w:lastRenderedPageBreak/>
        <w:t xml:space="preserve">pověření Objednatele činit za Objednatele výzvu k poskytnutí plnění Zhotovitele dle této Smlouvy, nebude na takové požadavky brán zřetel a nebudou řešeny způsobem dle této Smlouvy. Zhotovitel není oprávněn na základě výzvy Objednatele učiněné neoprávněnou osobou plnit a Objednatel není jakékoliv takové plnění uhradit.  </w:t>
      </w:r>
    </w:p>
    <w:p w14:paraId="366873D8" w14:textId="10B8AC32" w:rsidR="000F21BD" w:rsidRPr="00024600" w:rsidRDefault="000F21BD" w:rsidP="000F3715">
      <w:pPr>
        <w:pStyle w:val="01-ODST-2"/>
        <w:rPr>
          <w:rFonts w:cs="Arial"/>
        </w:rPr>
      </w:pPr>
      <w:r w:rsidRPr="00024600">
        <w:rPr>
          <w:rFonts w:cs="Arial"/>
        </w:rPr>
        <w:t xml:space="preserve">Přejímka </w:t>
      </w:r>
      <w:r w:rsidR="008E50AE" w:rsidRPr="00024600">
        <w:rPr>
          <w:rFonts w:cs="Arial"/>
        </w:rPr>
        <w:t>staveniště/</w:t>
      </w:r>
      <w:r w:rsidRPr="00024600">
        <w:rPr>
          <w:rFonts w:cs="Arial"/>
        </w:rPr>
        <w:t>pracoviště</w:t>
      </w:r>
    </w:p>
    <w:p w14:paraId="6030FF62" w14:textId="6526872D" w:rsidR="000F21BD" w:rsidRPr="00024600" w:rsidRDefault="000F21BD" w:rsidP="0019773E">
      <w:pPr>
        <w:pStyle w:val="01-ODST-3"/>
        <w:tabs>
          <w:tab w:val="clear" w:pos="1505"/>
        </w:tabs>
        <w:ind w:left="1134" w:hanging="708"/>
        <w:rPr>
          <w:rFonts w:cs="Arial"/>
        </w:rPr>
      </w:pPr>
      <w:r w:rsidRPr="00024600">
        <w:rPr>
          <w:rFonts w:cs="Arial"/>
        </w:rPr>
        <w:t xml:space="preserve">Smluvní strany sjednávají, že </w:t>
      </w:r>
      <w:r w:rsidR="008E50AE" w:rsidRPr="00024600">
        <w:rPr>
          <w:rFonts w:cs="Arial"/>
        </w:rPr>
        <w:t>staveniště/</w:t>
      </w:r>
      <w:r w:rsidRPr="00024600">
        <w:rPr>
          <w:rFonts w:cs="Arial"/>
        </w:rPr>
        <w:t>pracoviště bude vždy Objednatelem Zhotoviteli předáno jednorázově a podmínky uvedené v čl. 8 VOP se užijí přiměřeně.</w:t>
      </w:r>
    </w:p>
    <w:p w14:paraId="52C22B3E" w14:textId="6EA4FDEE" w:rsidR="000F21BD" w:rsidRPr="00024600" w:rsidRDefault="000F21BD" w:rsidP="0019773E">
      <w:pPr>
        <w:pStyle w:val="01-ODST-3"/>
        <w:tabs>
          <w:tab w:val="clear" w:pos="1505"/>
        </w:tabs>
        <w:ind w:left="1134" w:hanging="708"/>
        <w:rPr>
          <w:rFonts w:cs="Arial"/>
        </w:rPr>
      </w:pPr>
      <w:r w:rsidRPr="00024600">
        <w:rPr>
          <w:rFonts w:cs="Arial"/>
        </w:rPr>
        <w:t xml:space="preserve">O předání </w:t>
      </w:r>
      <w:r w:rsidR="008E50AE" w:rsidRPr="00024600">
        <w:rPr>
          <w:rFonts w:cs="Arial"/>
        </w:rPr>
        <w:t>staveniště/</w:t>
      </w:r>
      <w:r w:rsidRPr="00024600">
        <w:rPr>
          <w:rFonts w:cs="Arial"/>
        </w:rPr>
        <w:t xml:space="preserve">pracoviště bude vždy vyhotoven a oprávněnými osobami Smluvních stran podepsán protokol. Pokud se Zhotovitel k přejímce </w:t>
      </w:r>
      <w:r w:rsidR="008E50AE" w:rsidRPr="00024600">
        <w:rPr>
          <w:rFonts w:cs="Arial"/>
        </w:rPr>
        <w:t>staveniště/</w:t>
      </w:r>
      <w:r w:rsidRPr="00024600">
        <w:rPr>
          <w:rFonts w:cs="Arial"/>
        </w:rPr>
        <w:t xml:space="preserve">pracoviště nedostaví ve stanoveném termínu, nemá právo uplatňovat posunutí termínu plnění z titulu pozdního předání </w:t>
      </w:r>
      <w:r w:rsidR="008E50AE" w:rsidRPr="00024600">
        <w:rPr>
          <w:rFonts w:cs="Arial"/>
        </w:rPr>
        <w:t>staveniště/</w:t>
      </w:r>
      <w:r w:rsidRPr="00024600">
        <w:rPr>
          <w:rFonts w:cs="Arial"/>
        </w:rPr>
        <w:t>pracoviště.</w:t>
      </w:r>
    </w:p>
    <w:p w14:paraId="7E01BECA" w14:textId="157FC1DC" w:rsidR="000F21BD" w:rsidRPr="00024600" w:rsidRDefault="000F21BD" w:rsidP="007262FB">
      <w:pPr>
        <w:pStyle w:val="01-ODST-2"/>
        <w:rPr>
          <w:rFonts w:cs="Arial"/>
        </w:rPr>
      </w:pPr>
      <w:r w:rsidRPr="00024600">
        <w:rPr>
          <w:rFonts w:cs="Arial"/>
        </w:rPr>
        <w:t xml:space="preserve">Smluvní strany se dohodly, že veškeré náklady na zařízení </w:t>
      </w:r>
      <w:r w:rsidR="008E50AE" w:rsidRPr="00024600">
        <w:rPr>
          <w:rFonts w:cs="Arial"/>
        </w:rPr>
        <w:t>staveniště/</w:t>
      </w:r>
      <w:r w:rsidRPr="00024600">
        <w:rPr>
          <w:rFonts w:cs="Arial"/>
        </w:rPr>
        <w:t>pracoviště včetně jeho střežení, hradí Zhotovitel, nedohodnou-li se strany písemně jinak.</w:t>
      </w:r>
    </w:p>
    <w:p w14:paraId="24014059" w14:textId="183400A8" w:rsidR="000F21BD" w:rsidRPr="00024600" w:rsidRDefault="000F21BD" w:rsidP="007262FB">
      <w:pPr>
        <w:pStyle w:val="01-ODST-2"/>
        <w:rPr>
          <w:rFonts w:cs="Arial"/>
        </w:rPr>
      </w:pPr>
      <w:r w:rsidRPr="00024600">
        <w:rPr>
          <w:rFonts w:cs="Arial"/>
        </w:rPr>
        <w:t>Uzavřený sklad Objednatel nezajišťuje, poskytne Zhotoviteli pouze možnost umístění materiálu a</w:t>
      </w:r>
      <w:r w:rsidR="00AF5762" w:rsidRPr="00024600">
        <w:rPr>
          <w:rFonts w:cs="Arial"/>
        </w:rPr>
        <w:t> </w:t>
      </w:r>
      <w:r w:rsidRPr="00024600">
        <w:rPr>
          <w:rFonts w:cs="Arial"/>
        </w:rPr>
        <w:t>techniky v areálu</w:t>
      </w:r>
      <w:r w:rsidR="007E0AB4" w:rsidRPr="00024600">
        <w:rPr>
          <w:rFonts w:cs="Arial"/>
        </w:rPr>
        <w:t xml:space="preserve"> </w:t>
      </w:r>
      <w:r w:rsidRPr="00024600">
        <w:rPr>
          <w:rFonts w:cs="Arial"/>
        </w:rPr>
        <w:t>dle možností Objednatele v době provádění Díla Zhotovitelem.</w:t>
      </w:r>
    </w:p>
    <w:p w14:paraId="5F0E5EA3" w14:textId="6EF9990D" w:rsidR="000F21BD" w:rsidRPr="00024600" w:rsidRDefault="000F21BD" w:rsidP="007262FB">
      <w:pPr>
        <w:pStyle w:val="01-ODST-2"/>
        <w:rPr>
          <w:rFonts w:cs="Arial"/>
        </w:rPr>
      </w:pPr>
      <w:r w:rsidRPr="00024600">
        <w:rPr>
          <w:rFonts w:cs="Arial"/>
        </w:rPr>
        <w:t xml:space="preserve">V místech, kde je zdroj el. energie a vody, </w:t>
      </w:r>
      <w:r w:rsidR="00CD7CC3" w:rsidRPr="00024600">
        <w:rPr>
          <w:rFonts w:cs="Arial"/>
        </w:rPr>
        <w:t xml:space="preserve">může </w:t>
      </w:r>
      <w:r w:rsidRPr="00024600">
        <w:rPr>
          <w:rFonts w:cs="Arial"/>
        </w:rPr>
        <w:t>poskytn</w:t>
      </w:r>
      <w:r w:rsidR="00CD7CC3" w:rsidRPr="00024600">
        <w:rPr>
          <w:rFonts w:cs="Arial"/>
        </w:rPr>
        <w:t>out</w:t>
      </w:r>
      <w:r w:rsidRPr="00024600">
        <w:rPr>
          <w:rFonts w:cs="Arial"/>
        </w:rPr>
        <w:t xml:space="preserve"> Objednatel Zhotoviteli napojení na tyto zdroje za předpokladu zřízení podružného měření (na náklad Zhotovitele) a úhrady spotřeby</w:t>
      </w:r>
      <w:r w:rsidR="000D0C31" w:rsidRPr="00024600">
        <w:rPr>
          <w:rFonts w:cs="Arial"/>
        </w:rPr>
        <w:t xml:space="preserve"> Zhotovitelem, nebude-li dohodnuto jinak</w:t>
      </w:r>
      <w:r w:rsidRPr="00024600">
        <w:rPr>
          <w:rFonts w:cs="Arial"/>
        </w:rPr>
        <w:t xml:space="preserve">. </w:t>
      </w:r>
    </w:p>
    <w:p w14:paraId="455177EB" w14:textId="109C6C8D" w:rsidR="000F21BD" w:rsidRPr="00024600" w:rsidRDefault="000F21BD" w:rsidP="007262FB">
      <w:pPr>
        <w:pStyle w:val="01-ODST-2"/>
        <w:rPr>
          <w:rFonts w:cs="Arial"/>
        </w:rPr>
      </w:pPr>
      <w:r w:rsidRPr="00024600">
        <w:rPr>
          <w:rFonts w:cs="Arial"/>
        </w:rPr>
        <w:t>Objednatel neposkytuje Zhotoviteli sociální zařízení</w:t>
      </w:r>
      <w:r w:rsidR="000D0C31" w:rsidRPr="00024600">
        <w:rPr>
          <w:rFonts w:cs="Arial"/>
        </w:rPr>
        <w:t xml:space="preserve"> a šatny</w:t>
      </w:r>
      <w:r w:rsidRPr="00024600">
        <w:rPr>
          <w:rFonts w:cs="Arial"/>
        </w:rPr>
        <w:t>, umožní Zhotoviteli přístup na WC</w:t>
      </w:r>
      <w:r w:rsidR="007E0AB4" w:rsidRPr="00024600">
        <w:rPr>
          <w:rFonts w:cs="Arial"/>
        </w:rPr>
        <w:t>.</w:t>
      </w:r>
    </w:p>
    <w:p w14:paraId="61725101" w14:textId="77777777" w:rsidR="000F21BD" w:rsidRPr="00024600" w:rsidRDefault="000F21BD" w:rsidP="007262FB">
      <w:pPr>
        <w:pStyle w:val="01-ODST-2"/>
        <w:rPr>
          <w:rFonts w:cs="Arial"/>
        </w:rPr>
      </w:pPr>
      <w:r w:rsidRPr="00024600">
        <w:rPr>
          <w:rFonts w:cs="Arial"/>
        </w:rPr>
        <w:t>Zhotovitel je povinen provádět práce pouze na jemu určeném místě.</w:t>
      </w:r>
    </w:p>
    <w:p w14:paraId="799A7D02" w14:textId="47B88AEA" w:rsidR="000F21BD" w:rsidRPr="00024600" w:rsidRDefault="000F21BD" w:rsidP="007262FB">
      <w:pPr>
        <w:pStyle w:val="01-ODST-2"/>
        <w:rPr>
          <w:rFonts w:cs="Arial"/>
        </w:rPr>
      </w:pPr>
      <w:r w:rsidRPr="00024600">
        <w:rPr>
          <w:rFonts w:cs="Arial"/>
        </w:rPr>
        <w:t xml:space="preserve">Zhotovitel zabezpečí na své vlastní náklady dopravu a skladování strojů, zařízení a materiálu nezbytného k řádnému provádění Díla, jakož i bezpečnost a ochranu zdraví osob na </w:t>
      </w:r>
      <w:r w:rsidR="008E50AE" w:rsidRPr="00024600">
        <w:rPr>
          <w:rFonts w:cs="Arial"/>
        </w:rPr>
        <w:t>staveništi/</w:t>
      </w:r>
      <w:r w:rsidRPr="00024600">
        <w:rPr>
          <w:rFonts w:cs="Arial"/>
        </w:rPr>
        <w:t>pracovišti.</w:t>
      </w:r>
    </w:p>
    <w:p w14:paraId="36BABA47" w14:textId="7B88E0B5" w:rsidR="000F21BD" w:rsidRPr="00024600" w:rsidRDefault="000F21BD" w:rsidP="007262FB">
      <w:pPr>
        <w:pStyle w:val="01-ODST-2"/>
        <w:rPr>
          <w:rFonts w:cs="Arial"/>
        </w:rPr>
      </w:pPr>
      <w:r w:rsidRPr="00024600">
        <w:rPr>
          <w:rFonts w:cs="Arial"/>
        </w:rPr>
        <w:t xml:space="preserve">Zhotovitel zodpovídá za řádnou ochranu veškeré zeleně v místě </w:t>
      </w:r>
      <w:r w:rsidR="008E50AE" w:rsidRPr="00024600">
        <w:rPr>
          <w:rFonts w:cs="Arial"/>
        </w:rPr>
        <w:t>staveniště/</w:t>
      </w:r>
      <w:r w:rsidRPr="00024600">
        <w:rPr>
          <w:rFonts w:cs="Arial"/>
        </w:rPr>
        <w:t>pracoviště a na sousedních plochách. Poškozenou nebo zničenou zeleň je Zhotovitel povinen nahradit.</w:t>
      </w:r>
    </w:p>
    <w:p w14:paraId="3488F5B5" w14:textId="281426C7" w:rsidR="000F21BD" w:rsidRPr="00024600" w:rsidRDefault="000F21BD" w:rsidP="007262FB">
      <w:pPr>
        <w:pStyle w:val="01-ODST-2"/>
        <w:rPr>
          <w:rFonts w:cs="Arial"/>
        </w:rPr>
      </w:pPr>
      <w:r w:rsidRPr="00024600">
        <w:rPr>
          <w:rFonts w:cs="Arial"/>
        </w:rPr>
        <w:t xml:space="preserve">Zhotovitel zodpovídá za udržení pořádku na vlastním </w:t>
      </w:r>
      <w:r w:rsidR="008E50AE" w:rsidRPr="00024600">
        <w:rPr>
          <w:rFonts w:cs="Arial"/>
        </w:rPr>
        <w:t>staveništi/</w:t>
      </w:r>
      <w:r w:rsidRPr="00024600">
        <w:rPr>
          <w:rFonts w:cs="Arial"/>
        </w:rPr>
        <w:t>pracovišti.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14:paraId="0546F846" w14:textId="3FD2B7D2" w:rsidR="000F21BD" w:rsidRPr="00024600" w:rsidRDefault="000F21BD" w:rsidP="007262FB">
      <w:pPr>
        <w:pStyle w:val="01-ODST-2"/>
        <w:rPr>
          <w:rFonts w:cs="Arial"/>
        </w:rPr>
      </w:pPr>
      <w:r w:rsidRPr="00024600">
        <w:rPr>
          <w:rFonts w:cs="Arial"/>
        </w:rPr>
        <w:t xml:space="preserve">Zhotovitel je povinen předat vyklizené </w:t>
      </w:r>
      <w:r w:rsidR="008E50AE" w:rsidRPr="00024600">
        <w:rPr>
          <w:rFonts w:cs="Arial"/>
        </w:rPr>
        <w:t>staveniště/</w:t>
      </w:r>
      <w:r w:rsidRPr="00024600">
        <w:rPr>
          <w:rFonts w:cs="Arial"/>
        </w:rPr>
        <w:t>pracoviště Objednateli nejpozději v den přejímky Díla.</w:t>
      </w:r>
    </w:p>
    <w:p w14:paraId="0EAF4EE7" w14:textId="659F5F35" w:rsidR="000F21BD" w:rsidRPr="00024600" w:rsidRDefault="000F21BD" w:rsidP="007262FB">
      <w:pPr>
        <w:pStyle w:val="01-ODST-2"/>
        <w:rPr>
          <w:rFonts w:cs="Arial"/>
        </w:rPr>
      </w:pPr>
      <w:bookmarkStart w:id="6" w:name="_Ref359418942"/>
      <w:bookmarkStart w:id="7" w:name="_Ref359591935"/>
      <w:r w:rsidRPr="00024600">
        <w:rPr>
          <w:rFonts w:cs="Arial"/>
        </w:rPr>
        <w:t>V souladu s termíny a ve lhůtách sjednaných touto Smlouvou či uvedených ve výzvě Objednatele a</w:t>
      </w:r>
      <w:r w:rsidR="003B00E1" w:rsidRPr="00024600">
        <w:rPr>
          <w:rFonts w:cs="Arial"/>
        </w:rPr>
        <w:t> </w:t>
      </w:r>
      <w:r w:rsidRPr="00024600">
        <w:rPr>
          <w:rFonts w:cs="Arial"/>
        </w:rPr>
        <w:t>sjednaných v dílčí smlouvě je Zhotovitel povinen zahájit činnosti, Dílo včas a řádně dokončit a</w:t>
      </w:r>
      <w:r w:rsidR="003B00E1" w:rsidRPr="00024600">
        <w:rPr>
          <w:rFonts w:cs="Arial"/>
        </w:rPr>
        <w:t> </w:t>
      </w:r>
      <w:r w:rsidRPr="00024600">
        <w:rPr>
          <w:rFonts w:cs="Arial"/>
        </w:rPr>
        <w:t>předat Objednateli.</w:t>
      </w:r>
    </w:p>
    <w:p w14:paraId="7672B39B" w14:textId="7555A6E6" w:rsidR="000F21BD" w:rsidRPr="00024600" w:rsidRDefault="000F21BD" w:rsidP="007262FB">
      <w:pPr>
        <w:pStyle w:val="01-ODST-2"/>
        <w:rPr>
          <w:rFonts w:cs="Arial"/>
        </w:rPr>
      </w:pPr>
      <w:bookmarkStart w:id="8" w:name="_Ref361735816"/>
      <w:r w:rsidRPr="00024600">
        <w:rPr>
          <w:rFonts w:cs="Arial"/>
        </w:rPr>
        <w:t xml:space="preserve">Zhotovitel je povinen provádět </w:t>
      </w:r>
      <w:r w:rsidR="008B321D" w:rsidRPr="00024600">
        <w:rPr>
          <w:rFonts w:cs="Arial"/>
        </w:rPr>
        <w:t xml:space="preserve">Činnosti </w:t>
      </w:r>
      <w:r w:rsidRPr="00024600">
        <w:rPr>
          <w:rFonts w:cs="Arial"/>
        </w:rPr>
        <w:t xml:space="preserve">dle </w:t>
      </w:r>
      <w:permStart w:id="479806145" w:edGrp="everyone"/>
      <w:r w:rsidR="008B321D" w:rsidRPr="00024600">
        <w:rPr>
          <w:rFonts w:cs="Arial"/>
        </w:rPr>
        <w:t xml:space="preserve">odst. </w:t>
      </w:r>
      <w:r w:rsidRPr="00024600">
        <w:rPr>
          <w:rFonts w:cs="Arial"/>
        </w:rPr>
        <w:t>3.1</w:t>
      </w:r>
      <w:permEnd w:id="479806145"/>
      <w:r w:rsidRPr="00024600">
        <w:rPr>
          <w:rFonts w:cs="Arial"/>
        </w:rPr>
        <w:t xml:space="preserve"> Smlouvy ve </w:t>
      </w:r>
      <w:r w:rsidR="0019160A" w:rsidRPr="00024600">
        <w:rPr>
          <w:rFonts w:cs="Arial"/>
        </w:rPr>
        <w:t>sjednaných termínech</w:t>
      </w:r>
      <w:r w:rsidRPr="00024600">
        <w:rPr>
          <w:rFonts w:cs="Arial"/>
        </w:rPr>
        <w:t xml:space="preserve"> a lhůtách. </w:t>
      </w:r>
    </w:p>
    <w:bookmarkEnd w:id="6"/>
    <w:bookmarkEnd w:id="7"/>
    <w:bookmarkEnd w:id="8"/>
    <w:p w14:paraId="08C3012E" w14:textId="460F1D2A" w:rsidR="000F21BD" w:rsidRPr="00024600" w:rsidRDefault="000F21BD" w:rsidP="008853F5">
      <w:pPr>
        <w:pStyle w:val="01-ODST-2"/>
        <w:rPr>
          <w:rFonts w:cs="Arial"/>
        </w:rPr>
      </w:pPr>
      <w:permStart w:id="975837376" w:edGrp="everyone"/>
      <w:permEnd w:id="975837376"/>
      <w:r w:rsidRPr="00024600">
        <w:rPr>
          <w:rFonts w:cs="Arial"/>
        </w:rPr>
        <w:t xml:space="preserve">Předání a převzetí </w:t>
      </w:r>
      <w:r w:rsidR="008B321D" w:rsidRPr="00024600">
        <w:rPr>
          <w:rFonts w:cs="Arial"/>
        </w:rPr>
        <w:t xml:space="preserve">Díla </w:t>
      </w:r>
      <w:r w:rsidRPr="00024600">
        <w:rPr>
          <w:rFonts w:cs="Arial"/>
        </w:rPr>
        <w:t>probíhá dle ustanovení čl. 11 VOP, není-li mezi Smluvními stranami sjednáno výslovně jinak.</w:t>
      </w:r>
    </w:p>
    <w:p w14:paraId="09DB025A" w14:textId="7736A373" w:rsidR="00C2176D" w:rsidRPr="00024600" w:rsidRDefault="00C2176D" w:rsidP="00C2176D">
      <w:pPr>
        <w:pStyle w:val="01-ODST-2"/>
        <w:rPr>
          <w:rFonts w:cs="Arial"/>
        </w:rPr>
      </w:pPr>
      <w:permStart w:id="410663966" w:edGrp="everyone"/>
      <w:permEnd w:id="410663966"/>
      <w:r w:rsidRPr="00024600">
        <w:rPr>
          <w:rFonts w:cs="Arial"/>
        </w:rPr>
        <w:t>Zhotovitel nemá nárok na náklady za práce, služby a dodávky prováděné nad rámec zadání Objednatele bez jeho souhlasu.</w:t>
      </w:r>
    </w:p>
    <w:p w14:paraId="06295E74" w14:textId="7A60C2B5" w:rsidR="00C2176D" w:rsidRPr="00024600" w:rsidRDefault="00C2176D" w:rsidP="00C2176D">
      <w:pPr>
        <w:pStyle w:val="01-ODST-2"/>
        <w:rPr>
          <w:rFonts w:cs="Arial"/>
        </w:rPr>
      </w:pPr>
      <w:permStart w:id="1541680326" w:edGrp="everyone"/>
      <w:r w:rsidRPr="00024600">
        <w:rPr>
          <w:rFonts w:cs="Arial"/>
        </w:rPr>
        <w:t xml:space="preserve">Seznam </w:t>
      </w:r>
      <w:r w:rsidR="00BA147E">
        <w:rPr>
          <w:rFonts w:cs="Arial"/>
        </w:rPr>
        <w:t xml:space="preserve">oprávněných osob objednatele </w:t>
      </w:r>
      <w:proofErr w:type="gramStart"/>
      <w:r w:rsidRPr="00024600">
        <w:rPr>
          <w:rFonts w:cs="Arial"/>
        </w:rPr>
        <w:t>tvoří</w:t>
      </w:r>
      <w:proofErr w:type="gramEnd"/>
      <w:r w:rsidRPr="00024600">
        <w:rPr>
          <w:rFonts w:cs="Arial"/>
        </w:rPr>
        <w:t xml:space="preserve"> přílohu č. 4 této Smlouvy. Smluvní strany se zároveň dohodly, že aktualizace přílohy č. 4 nevyžaduje formu dodatku k této Smlouvě a v případě změny osob uvedených v příloze č. 4 této Smlouvy bude tato změna sdělena </w:t>
      </w:r>
      <w:r w:rsidR="00C74942">
        <w:rPr>
          <w:rFonts w:cs="Arial"/>
        </w:rPr>
        <w:t xml:space="preserve">Zhotovitelem </w:t>
      </w:r>
      <w:r w:rsidRPr="00024600">
        <w:rPr>
          <w:rFonts w:cs="Arial"/>
        </w:rPr>
        <w:t>vždy písemně v dostatečném předstihu písemným oznámením podepsaným osobami oprávněnými jednat za Objednatele doručeným druhé Smluvní straně s</w:t>
      </w:r>
      <w:r w:rsidR="009152C2" w:rsidRPr="00024600">
        <w:rPr>
          <w:rFonts w:cs="Arial"/>
        </w:rPr>
        <w:t> </w:t>
      </w:r>
      <w:r w:rsidRPr="00024600">
        <w:rPr>
          <w:rFonts w:cs="Arial"/>
        </w:rPr>
        <w:t>dostatečným předstihem.</w:t>
      </w:r>
    </w:p>
    <w:p w14:paraId="582D5202" w14:textId="37824F92" w:rsidR="007448E2" w:rsidRDefault="00F970FC" w:rsidP="00BA147E">
      <w:pPr>
        <w:pStyle w:val="01-ODST-2"/>
        <w:rPr>
          <w:rFonts w:cs="Arial"/>
        </w:rPr>
      </w:pPr>
      <w:r w:rsidRPr="00024600">
        <w:rPr>
          <w:rFonts w:cs="Arial"/>
        </w:rPr>
        <w:t>Smluvní strany se dále dohodly, že v případě, kdy Zhotovitel provádějící Dílo v konkrétním místě plnění zjistí závady, jejíchž odstranění není předmětem Díla, zavazuje se, že provede jejich nahlášení</w:t>
      </w:r>
      <w:r w:rsidR="00BA147E">
        <w:rPr>
          <w:rFonts w:cs="Arial"/>
        </w:rPr>
        <w:t xml:space="preserve"> příslušné oprávněné osobě objednatele</w:t>
      </w:r>
      <w:r w:rsidRPr="00024600">
        <w:rPr>
          <w:rFonts w:cs="Arial"/>
        </w:rPr>
        <w:t>.</w:t>
      </w:r>
    </w:p>
    <w:p w14:paraId="61A9180E" w14:textId="77777777" w:rsidR="00B92F11" w:rsidRPr="00024600" w:rsidRDefault="00B92F11" w:rsidP="00B92F11">
      <w:pPr>
        <w:pStyle w:val="01-L"/>
        <w:ind w:left="454"/>
        <w:rPr>
          <w:rFonts w:cs="Arial"/>
          <w:bCs w:val="0"/>
        </w:rPr>
      </w:pPr>
      <w:r w:rsidRPr="00024600">
        <w:rPr>
          <w:rFonts w:cs="Arial"/>
          <w:bCs w:val="0"/>
        </w:rPr>
        <w:t>Kategorie závad</w:t>
      </w:r>
    </w:p>
    <w:p w14:paraId="39988120" w14:textId="53C618F2" w:rsidR="00B92F11" w:rsidRPr="00024600" w:rsidRDefault="00F80336" w:rsidP="00BA147E">
      <w:pPr>
        <w:pStyle w:val="01-ODST-2"/>
        <w:rPr>
          <w:rFonts w:cs="Arial"/>
        </w:rPr>
      </w:pPr>
      <w:r>
        <w:rPr>
          <w:rFonts w:cs="Arial"/>
        </w:rPr>
        <w:t>Pro tento smluvní vztah není relevantní.</w:t>
      </w:r>
    </w:p>
    <w:permEnd w:id="1541680326"/>
    <w:p w14:paraId="3C110406" w14:textId="73479C5A" w:rsidR="000F21BD" w:rsidRPr="00024600" w:rsidRDefault="000F21BD" w:rsidP="00A50630">
      <w:pPr>
        <w:pStyle w:val="01-L"/>
        <w:ind w:left="454"/>
        <w:rPr>
          <w:rFonts w:cs="Arial"/>
          <w:bCs w:val="0"/>
        </w:rPr>
      </w:pPr>
      <w:r w:rsidRPr="00024600">
        <w:rPr>
          <w:rFonts w:cs="Arial"/>
          <w:bCs w:val="0"/>
        </w:rPr>
        <w:lastRenderedPageBreak/>
        <w:t>Cena díla a platební podmínky</w:t>
      </w:r>
    </w:p>
    <w:p w14:paraId="2B2615C5" w14:textId="77777777" w:rsidR="007B4458" w:rsidRPr="00024600" w:rsidRDefault="007B4458" w:rsidP="007B4458">
      <w:pPr>
        <w:pStyle w:val="01-ODST-2"/>
      </w:pPr>
      <w:bookmarkStart w:id="9" w:name="_Ref321240324"/>
      <w:r w:rsidRPr="00024600">
        <w:t xml:space="preserve">Cena </w:t>
      </w:r>
      <w:bookmarkEnd w:id="9"/>
      <w:r w:rsidRPr="00024600">
        <w:t>za řádné a včasné provedení Díla (dále jen „</w:t>
      </w:r>
      <w:r w:rsidRPr="00024600">
        <w:rPr>
          <w:b/>
        </w:rPr>
        <w:t>Cena díla</w:t>
      </w:r>
      <w:r w:rsidRPr="00024600">
        <w:t>“) bude uvedena v dílčí smlouvě, resp. v písemné výzvě Objednatele potvrzené ze strany Zhotovitele dle této Smlouvy.</w:t>
      </w:r>
    </w:p>
    <w:p w14:paraId="6F1DF490" w14:textId="4E0B696F" w:rsidR="007B4458" w:rsidRPr="00024600" w:rsidRDefault="007B4458" w:rsidP="007B4458">
      <w:pPr>
        <w:pStyle w:val="01-ODST-2"/>
      </w:pPr>
      <w:r w:rsidRPr="00024600">
        <w:t xml:space="preserve">Cena díla je stanovena dohodou jako cena smluvní, bez DPH, a bude vždy vypočtena na základě součtu jednotkových cen uvedených v příloze č. 1 této Smlouvy a bude účtována dle skutečně provedených </w:t>
      </w:r>
      <w:r w:rsidR="0026333B">
        <w:t>č</w:t>
      </w:r>
      <w:r w:rsidRPr="00024600">
        <w:t>inností Zhotovitele.</w:t>
      </w:r>
    </w:p>
    <w:p w14:paraId="6B3C3BE2" w14:textId="77777777" w:rsidR="007B4458" w:rsidRPr="00024600" w:rsidRDefault="007B4458" w:rsidP="007B4458">
      <w:pPr>
        <w:pStyle w:val="01-ODST-2"/>
      </w:pPr>
      <w:r w:rsidRPr="00024600">
        <w:t>Jednotkové ceny uvedené v příloze č. 1 této Smlouvy jsou stanoveny jako konečné, nejvýše přípustné a neměnné se započtením veškerých nákladů, rizik, zisku apod. (včetně veškerých dalších nákladů např. dopravy, poplatků, daní, bankovních výloh, pojištění, režijních nákladů a nákladů spojených se změnou ceny vstupních surovin a/nebo výrobků atd.) a jsou pro Zhotovitele závazné po celou dobu trvání této Smlouvy jako jediné přípustné jednotkové ceny pro stanovení Ceny díla podle konkrétního výkazu výměr předkládaného Objednatelem v objednávce.</w:t>
      </w:r>
    </w:p>
    <w:p w14:paraId="00D24BCF" w14:textId="77777777" w:rsidR="007B4458" w:rsidRPr="00024600" w:rsidRDefault="007B4458" w:rsidP="007B4458">
      <w:pPr>
        <w:pStyle w:val="01-ODST-2"/>
      </w:pPr>
      <w:r w:rsidRPr="00024600">
        <w:t>Jednotkové ceny uvedené v příloze č. 1 jsou uvedeny bez daně z přidané hodnoty (DPH). DPH v zákonné výši ke dni uskutečnění zdanitelného plnění bude připočtena k Ceně díla.</w:t>
      </w:r>
    </w:p>
    <w:p w14:paraId="53BA6F2C" w14:textId="77777777" w:rsidR="007B4458" w:rsidRPr="00024600" w:rsidRDefault="007B4458" w:rsidP="007B4458">
      <w:pPr>
        <w:pStyle w:val="01-ODST-2"/>
      </w:pPr>
      <w:permStart w:id="156248823" w:edGrp="everyone"/>
      <w:permEnd w:id="156248823"/>
      <w:r w:rsidRPr="00024600">
        <w:t>Není-li v této Smlouvě uvedeno jinak, jsou v jednotkových cenách sloužícího pro výpočet Ceny díla zahrnuty veškeré náklady Zhotovitele spojené s plněním této Smlouvy a dílčí smlouvy, zejména:</w:t>
      </w:r>
    </w:p>
    <w:p w14:paraId="3247DF76" w14:textId="69DA0846" w:rsidR="007B4458" w:rsidRPr="00024600" w:rsidRDefault="007B4458" w:rsidP="007B4458">
      <w:pPr>
        <w:pStyle w:val="01-ODST-3"/>
      </w:pPr>
      <w:permStart w:id="1097889144" w:edGrp="everyone"/>
      <w:r w:rsidRPr="00024600">
        <w:t>náklady na veškerou dopravu;</w:t>
      </w:r>
    </w:p>
    <w:permEnd w:id="1097889144"/>
    <w:p w14:paraId="4EFE1FBD" w14:textId="77777777" w:rsidR="007B4458" w:rsidRPr="00024600" w:rsidRDefault="007B4458" w:rsidP="007B4458">
      <w:pPr>
        <w:pStyle w:val="01-ODST-3"/>
        <w:ind w:left="1134" w:hanging="709"/>
      </w:pPr>
      <w:r w:rsidRPr="00024600">
        <w:t>náklady na veškerá opatření vyplývající z právních a ostatních předpisů k zajištění bezpečnosti a ochrany zdraví při práci a k zajištění požární ochrany a prevence závažných havárií;</w:t>
      </w:r>
    </w:p>
    <w:p w14:paraId="0DDF71F5" w14:textId="77777777" w:rsidR="007B4458" w:rsidRPr="00024600" w:rsidRDefault="007B4458" w:rsidP="007B4458">
      <w:pPr>
        <w:pStyle w:val="01-ODST-3"/>
        <w:ind w:left="1134" w:hanging="709"/>
      </w:pPr>
      <w:permStart w:id="330371590" w:edGrp="everyone"/>
      <w:r w:rsidRPr="00024600">
        <w:t>náklady na provádění zkoušek a atestů během realizace Díla, jsou-li vyžadovány Objednatelem a/nebo platnými právními předpisy;</w:t>
      </w:r>
    </w:p>
    <w:p w14:paraId="502388B6" w14:textId="77777777" w:rsidR="007B4458" w:rsidRPr="00024600" w:rsidRDefault="007B4458" w:rsidP="007B4458">
      <w:pPr>
        <w:pStyle w:val="01-ODST-3"/>
      </w:pPr>
      <w:r w:rsidRPr="00024600">
        <w:t>náklady na platby za požadované záruky a pojištění;</w:t>
      </w:r>
    </w:p>
    <w:p w14:paraId="7E409D9B" w14:textId="77777777" w:rsidR="007B4458" w:rsidRPr="00024600" w:rsidRDefault="007B4458" w:rsidP="0066370B">
      <w:pPr>
        <w:pStyle w:val="01-ODST-3"/>
        <w:tabs>
          <w:tab w:val="clear" w:pos="1134"/>
        </w:tabs>
        <w:ind w:left="1276" w:hanging="851"/>
      </w:pPr>
      <w:bookmarkStart w:id="10" w:name="_Hlk150257662"/>
      <w:r w:rsidRPr="00024600">
        <w:t>náklady spojené s vypracováním veškerých technologických předpisů a postupů a jiných dokladů nutných k provedení Díla;</w:t>
      </w:r>
    </w:p>
    <w:bookmarkEnd w:id="10"/>
    <w:p w14:paraId="5127B7B7" w14:textId="77777777" w:rsidR="007B4458" w:rsidRPr="00024600" w:rsidRDefault="007B4458" w:rsidP="0074261C">
      <w:pPr>
        <w:pStyle w:val="01-ODST-3"/>
        <w:tabs>
          <w:tab w:val="clear" w:pos="1134"/>
        </w:tabs>
        <w:ind w:left="1276" w:hanging="851"/>
      </w:pPr>
      <w:r w:rsidRPr="00024600">
        <w:t>náklady na veškeré práce, dodávky či výkony potřebné k řádnému provedení kompletního díla, jímž se má zabezpečit plná funkčnost a bezpečnost technologie, jakož i náklady na veškeré pomocné materiály a ostatní hmoty a pomocné práce, výkony či přípomoci, a to i když nejsou výslovně ve v rámcové dohodě či jejích přílohách (např. výkazu výměr) uvedeny.</w:t>
      </w:r>
    </w:p>
    <w:permEnd w:id="330371590"/>
    <w:p w14:paraId="04B06C40" w14:textId="77777777" w:rsidR="007B4458" w:rsidRPr="00024600" w:rsidRDefault="007B4458" w:rsidP="007B4458">
      <w:pPr>
        <w:pStyle w:val="01-ODST-2"/>
      </w:pPr>
      <w:r w:rsidRPr="00024600">
        <w:rPr>
          <w:rFonts w:cs="Arial"/>
        </w:rPr>
        <w:t>Zhotovitel nese též náklady související s odstraněním přejímkových vad a nedodělků a odstranění vad vzniklých v záruční době a vad z vzniklých vad.</w:t>
      </w:r>
      <w:r w:rsidRPr="00024600">
        <w:t xml:space="preserve"> </w:t>
      </w:r>
    </w:p>
    <w:p w14:paraId="45F1030D" w14:textId="5739BDED" w:rsidR="007B4458" w:rsidRPr="00024600" w:rsidRDefault="007B4458" w:rsidP="007B4458">
      <w:pPr>
        <w:pStyle w:val="01-ODST-2"/>
      </w:pPr>
      <w:permStart w:id="1442578493" w:edGrp="everyone"/>
      <w:r w:rsidRPr="00024600">
        <w:t>Cena za provedené plnění bude Objednatelem hrazena vždy po řádném a úplném dokončení Díla na základě faktur – daňových dokladů (dále jen „faktura“) vystavených po každé jednotlivé činnosti (části Díla) provedené Zhotovitelem v jednom místě plnění dle Harmonogramu prací.</w:t>
      </w:r>
    </w:p>
    <w:p w14:paraId="4A0ED314" w14:textId="6143C790" w:rsidR="007B4458" w:rsidRPr="00024600" w:rsidRDefault="007B4458" w:rsidP="007B4458">
      <w:pPr>
        <w:pStyle w:val="01-ODST-2"/>
      </w:pPr>
      <w:bookmarkStart w:id="11" w:name="_Hlk132710311"/>
      <w:permEnd w:id="1442578493"/>
      <w:r w:rsidRPr="00024600">
        <w:t xml:space="preserve">Veškeré platby dle této Smlouvy budou prováděny bezhotovostně na účet Zhotovitele používaný pro jeho ekonomickou činnost uvedený v této Smlouvě, a v případě, že je </w:t>
      </w:r>
      <w:r w:rsidR="00E41EC2">
        <w:t>Zhotovitel</w:t>
      </w:r>
      <w:r w:rsidRPr="00024600">
        <w:t xml:space="preserve"> plátce DPH, zveřejněný v</w:t>
      </w:r>
      <w:r w:rsidR="00E41EC2">
        <w:t> </w:t>
      </w:r>
      <w:r w:rsidRPr="00024600">
        <w:t>registru plátců DPH</w:t>
      </w:r>
      <w:r w:rsidR="00E41EC2">
        <w:t>.</w:t>
      </w:r>
      <w:r w:rsidRPr="00024600">
        <w:t xml:space="preserve"> </w:t>
      </w:r>
      <w:bookmarkEnd w:id="11"/>
    </w:p>
    <w:p w14:paraId="35C47970" w14:textId="77777777" w:rsidR="007B4458" w:rsidRPr="00024600" w:rsidRDefault="007B4458" w:rsidP="007B4458">
      <w:pPr>
        <w:pStyle w:val="01-ODST-2"/>
      </w:pPr>
      <w:r w:rsidRPr="00024600">
        <w:t>Faktura vystavená Zhotovitelem bude obsahovat náležitosti daňového dokladu dle platné a účinné legislativy, číslo Smlouvy, číslo objednávky sdělené Objednatelem Zhotoviteli a další náležitosti stanovené Smlouvou, včetně požadovaných příloh.</w:t>
      </w:r>
    </w:p>
    <w:p w14:paraId="4D7388FD" w14:textId="77777777" w:rsidR="007B4458" w:rsidRPr="00024600" w:rsidRDefault="007B4458" w:rsidP="007B4458">
      <w:pPr>
        <w:pStyle w:val="01-ODST-2"/>
      </w:pPr>
      <w:bookmarkStart w:id="12" w:name="_Hlk132710362"/>
      <w:r w:rsidRPr="00024600">
        <w:t xml:space="preserve">Adresa pro doručení faktur: </w:t>
      </w:r>
    </w:p>
    <w:p w14:paraId="645B40CD" w14:textId="77777777" w:rsidR="007B4458" w:rsidRPr="00024600" w:rsidRDefault="007B4458" w:rsidP="007B4458">
      <w:pPr>
        <w:pStyle w:val="01-ODST-2"/>
        <w:numPr>
          <w:ilvl w:val="0"/>
          <w:numId w:val="18"/>
        </w:numPr>
      </w:pPr>
      <w:r w:rsidRPr="00024600">
        <w:t>v listinné podobě: ČEPRO, a.s., FÚ, Odbor účtárny, Hněvice 62, 411 08 Štětí;</w:t>
      </w:r>
    </w:p>
    <w:p w14:paraId="1BD1F215" w14:textId="6AF9D6F9" w:rsidR="007B4458" w:rsidRPr="00024600" w:rsidRDefault="007B4458" w:rsidP="007B4458">
      <w:pPr>
        <w:pStyle w:val="01-ODST-2"/>
        <w:numPr>
          <w:ilvl w:val="0"/>
          <w:numId w:val="0"/>
        </w:numPr>
        <w:ind w:left="567"/>
      </w:pPr>
      <w:r w:rsidRPr="00024600">
        <w:t xml:space="preserve"> V případě elektronické faktury si Zhotovitel vyžádá písemný souhlas Objednatele.</w:t>
      </w:r>
    </w:p>
    <w:p w14:paraId="6040E1E6" w14:textId="77777777" w:rsidR="007B4458" w:rsidRPr="00024600" w:rsidRDefault="007B4458" w:rsidP="007B4458">
      <w:pPr>
        <w:pStyle w:val="01-ODST-2"/>
      </w:pPr>
      <w:bookmarkStart w:id="13" w:name="_Hlk132710413"/>
      <w:bookmarkEnd w:id="12"/>
      <w:r w:rsidRPr="00024600">
        <w:t>Každá faktura dle této Smlouvy je splatná do 30 dnů od jejího doručení Objednateli, tj. na fakturační adresu Objednatele uvedenou v této Smlouvě.</w:t>
      </w:r>
      <w:bookmarkEnd w:id="13"/>
    </w:p>
    <w:p w14:paraId="34271F54" w14:textId="77777777" w:rsidR="007B4458" w:rsidRPr="00024600" w:rsidRDefault="007B4458" w:rsidP="007B4458">
      <w:pPr>
        <w:pStyle w:val="01-ODST-2"/>
      </w:pPr>
      <w:r w:rsidRPr="00024600">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5BE9AD22" w14:textId="0EE4819C" w:rsidR="007B4458" w:rsidRPr="00024600" w:rsidRDefault="007B4458" w:rsidP="007B4458">
      <w:pPr>
        <w:pStyle w:val="01-ODST-2"/>
      </w:pPr>
      <w:r w:rsidRPr="00024600">
        <w:lastRenderedPageBreak/>
        <w:t>Závazek úhrady faktury Objednatelem se považuje za splněný dnem odepsání fakturované částky z</w:t>
      </w:r>
      <w:r w:rsidR="003E1C68">
        <w:t> </w:t>
      </w:r>
      <w:r w:rsidRPr="00024600">
        <w:t>účtu Objednatele ve prospěch účtu Zhotovitele.</w:t>
      </w:r>
    </w:p>
    <w:p w14:paraId="2EA3E677" w14:textId="77777777" w:rsidR="007B4458" w:rsidRPr="00024600" w:rsidRDefault="007B4458" w:rsidP="007B4458">
      <w:pPr>
        <w:pStyle w:val="01-ODST-2"/>
      </w:pPr>
      <w:bookmarkStart w:id="14" w:name="_Hlk132710543"/>
      <w:r w:rsidRPr="00024600">
        <w:t>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bookmarkEnd w:id="14"/>
      <w:r w:rsidRPr="00024600">
        <w:t>.</w:t>
      </w:r>
    </w:p>
    <w:p w14:paraId="60CD3965" w14:textId="61C45A47" w:rsidR="007B4458" w:rsidRPr="00024600" w:rsidRDefault="007B4458" w:rsidP="007B4458">
      <w:pPr>
        <w:pStyle w:val="01-ODST-2"/>
      </w:pPr>
      <w:bookmarkStart w:id="15" w:name="_Hlk132710560"/>
      <w:r w:rsidRPr="00024600">
        <w:t xml:space="preserve">O postupu Objednatele dle odstavce </w:t>
      </w:r>
      <w:permStart w:id="1641113068" w:edGrp="everyone"/>
      <w:r w:rsidR="001E3DC7">
        <w:t>10</w:t>
      </w:r>
      <w:r w:rsidRPr="00024600">
        <w:t>.1</w:t>
      </w:r>
      <w:r w:rsidR="005B1953">
        <w:t>4</w:t>
      </w:r>
      <w:permEnd w:id="1641113068"/>
      <w:r w:rsidRPr="00024600">
        <w:t xml:space="preserve"> výše bude Objednatel písemně bez zbytečného odkladu informovat Zhotovitele jako poskytovatele zdanitelného plnění, za nějž byla daň z přidané hodnoty takto odvedena.</w:t>
      </w:r>
      <w:bookmarkEnd w:id="15"/>
    </w:p>
    <w:p w14:paraId="3C1FD38C" w14:textId="6F409653" w:rsidR="007B4458" w:rsidRPr="00024600" w:rsidRDefault="007B4458" w:rsidP="007B4458">
      <w:pPr>
        <w:pStyle w:val="01-ODST-2"/>
      </w:pPr>
      <w:bookmarkStart w:id="16" w:name="_Hlk132710578"/>
      <w:r w:rsidRPr="00024600">
        <w:t xml:space="preserve">Uhrazení závazku učiněné způsobem uvedeným v odst. </w:t>
      </w:r>
      <w:permStart w:id="2129007713" w:edGrp="everyone"/>
      <w:r w:rsidR="001E3DC7">
        <w:t>10</w:t>
      </w:r>
      <w:r w:rsidRPr="00024600">
        <w:t>.1</w:t>
      </w:r>
      <w:r w:rsidR="005B1953">
        <w:t>4</w:t>
      </w:r>
      <w:permEnd w:id="2129007713"/>
      <w:r w:rsidRPr="00024600">
        <w:t xml:space="preserve"> je v souladu se zákonem o DPH a</w:t>
      </w:r>
      <w:r w:rsidR="003E1C68">
        <w:t> </w:t>
      </w:r>
      <w:r w:rsidRPr="00024600">
        <w:t>není porušením smluvních sankcí za neuhrazení finančních prostředků ze strany Objednatele a</w:t>
      </w:r>
      <w:r w:rsidR="003E1C68">
        <w:t> </w:t>
      </w:r>
      <w:r w:rsidRPr="00024600">
        <w:t>nezakládá ani nárok Zhotovitele na náhradu škody.</w:t>
      </w:r>
      <w:bookmarkEnd w:id="16"/>
    </w:p>
    <w:p w14:paraId="2C03855E" w14:textId="77777777" w:rsidR="007B4458" w:rsidRPr="00024600" w:rsidRDefault="007B4458" w:rsidP="007B4458">
      <w:pPr>
        <w:pStyle w:val="01-ODST-2"/>
      </w:pPr>
      <w:bookmarkStart w:id="17" w:name="_Hlk132710624"/>
      <w:r w:rsidRPr="00024600">
        <w:t>Smluvní strany se dohodly, že Objednatel je oprávněn pozastavit úhradu faktur Zhotoviteli, pokud bude na Zhotovitele podán návrh na zahájení insolvenčního řízení. Objednatel je oprávněn v těchto případech pozastavit výplatu do doby vydání soudního rozhodnutí ve věci probíhajícího insolvenčního řízení, a to buď rozhodnutí o tom, že se úpadek Zhotovitele zjišťuje a/nebo rozhodnutí o odmítnutí insolvenčního návrhu. Pozastavení výplaty faktury z důvodu probíhajícího insolvenčního řízení, není prodlením Objednatele. Bude-li insolvenční návrh odmítnut, uhradí Objednatel fakturu do 30 dnů ode dne, kdy obdrží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17"/>
    </w:p>
    <w:p w14:paraId="1E202305" w14:textId="77777777" w:rsidR="007B4458" w:rsidRPr="00024600" w:rsidRDefault="007B4458" w:rsidP="007B4458">
      <w:pPr>
        <w:pStyle w:val="01-ODST-2"/>
      </w:pPr>
      <w:bookmarkStart w:id="18" w:name="_Hlk132711209"/>
      <w:r w:rsidRPr="00024600">
        <w:t>Smluvní strana je oprávněna v případě prodlení druhé Smluvní strany s úhradou peněžitého plnění požadovat úhradu úroku z prodlení v zákonné výši podle občanskoprávních předpisů, konkrétně nařízení vlády 351/2013 Sb., v platném znění.</w:t>
      </w:r>
      <w:bookmarkEnd w:id="18"/>
    </w:p>
    <w:p w14:paraId="51EC2F50" w14:textId="48FE744A" w:rsidR="007B4458" w:rsidRPr="00024600" w:rsidRDefault="007B4458" w:rsidP="007B4458">
      <w:pPr>
        <w:pStyle w:val="01-ODST-2"/>
      </w:pPr>
      <w:bookmarkStart w:id="19" w:name="_Hlk132897712"/>
      <w:permStart w:id="1555049513" w:edGrp="everyone"/>
      <w:r w:rsidRPr="00024600">
        <w:t>Smluvní strany si nesjednávají zádržné.</w:t>
      </w:r>
      <w:bookmarkEnd w:id="19"/>
    </w:p>
    <w:permEnd w:id="1555049513"/>
    <w:p w14:paraId="32943089" w14:textId="77777777" w:rsidR="003110C9" w:rsidRPr="00024600" w:rsidRDefault="003110C9" w:rsidP="003110C9">
      <w:pPr>
        <w:pStyle w:val="01-ODST-2"/>
        <w:numPr>
          <w:ilvl w:val="0"/>
          <w:numId w:val="0"/>
        </w:numPr>
        <w:ind w:left="567" w:hanging="567"/>
      </w:pPr>
    </w:p>
    <w:p w14:paraId="21ED3D49" w14:textId="77777777" w:rsidR="000F21BD" w:rsidRPr="00024600" w:rsidRDefault="000F21BD" w:rsidP="004E401F">
      <w:pPr>
        <w:pStyle w:val="01-L"/>
        <w:ind w:left="454"/>
        <w:rPr>
          <w:rFonts w:cs="Arial"/>
          <w:bCs w:val="0"/>
        </w:rPr>
      </w:pPr>
      <w:r w:rsidRPr="00024600">
        <w:rPr>
          <w:rFonts w:cs="Arial"/>
          <w:bCs w:val="0"/>
        </w:rPr>
        <w:t>Předání a převzetí Díla</w:t>
      </w:r>
    </w:p>
    <w:p w14:paraId="2554D1CB" w14:textId="77777777" w:rsidR="000F21BD" w:rsidRPr="00024600" w:rsidRDefault="000F21BD" w:rsidP="00EB1252">
      <w:pPr>
        <w:pStyle w:val="01-ODST-2"/>
        <w:tabs>
          <w:tab w:val="clear" w:pos="567"/>
          <w:tab w:val="clear" w:pos="1080"/>
          <w:tab w:val="left" w:pos="709"/>
        </w:tabs>
        <w:ind w:left="709" w:hanging="709"/>
        <w:rPr>
          <w:rFonts w:cs="Arial"/>
        </w:rPr>
      </w:pPr>
      <w:r w:rsidRPr="00024600">
        <w:rPr>
          <w:rFonts w:cs="Arial"/>
        </w:rPr>
        <w:t>Předání a převzetí Díla se uskuteční ihned po řádném dokončení Díla, v souladu a způsobem dle VOP či výslovně dohodnutým v dílčí smlouvě.</w:t>
      </w:r>
    </w:p>
    <w:p w14:paraId="42011C08" w14:textId="77777777" w:rsidR="000F21BD" w:rsidRPr="00024600" w:rsidRDefault="000F21BD" w:rsidP="00EB1252">
      <w:pPr>
        <w:pStyle w:val="01-ODST-2"/>
        <w:tabs>
          <w:tab w:val="clear" w:pos="567"/>
          <w:tab w:val="clear" w:pos="1080"/>
          <w:tab w:val="left" w:pos="709"/>
        </w:tabs>
        <w:ind w:left="709" w:hanging="709"/>
        <w:rPr>
          <w:rFonts w:cs="Arial"/>
        </w:rPr>
      </w:pPr>
      <w:r w:rsidRPr="00024600">
        <w:rPr>
          <w:rFonts w:cs="Arial"/>
        </w:rPr>
        <w:t xml:space="preserve">Zhotovitel je povinen po dokončení Díla či dotčené části vyzvat Objednatele předem k převzetí Díla či části Díla uvedené v dílčí smlouvě, potažmo v Harmonogramu prací. </w:t>
      </w:r>
    </w:p>
    <w:p w14:paraId="3F9D3D17" w14:textId="77777777" w:rsidR="000F21BD" w:rsidRPr="00024600" w:rsidRDefault="000F21BD" w:rsidP="00106FA4">
      <w:pPr>
        <w:pStyle w:val="01-ODST-3"/>
        <w:tabs>
          <w:tab w:val="clear" w:pos="1134"/>
          <w:tab w:val="clear" w:pos="1505"/>
          <w:tab w:val="left" w:pos="1276"/>
        </w:tabs>
        <w:ind w:left="1276"/>
        <w:rPr>
          <w:rFonts w:cs="Arial"/>
        </w:rPr>
      </w:pPr>
      <w:r w:rsidRPr="00024600">
        <w:rPr>
          <w:rFonts w:cs="Arial"/>
        </w:rPr>
        <w:t>Objednatel je povinen převzít Dílo a/nebo část Díla uvedené v Harmonogramu prací pouze, bude-li toto Dílo a/nebo část Díla provedena řádně, tj. bez jakýchkoli vad a nedodělků. Vadami a nedodělky se rozumí rovněž nedodání některého z dokladů požadovaných Objednatelem.</w:t>
      </w:r>
    </w:p>
    <w:p w14:paraId="0E3D8190" w14:textId="68C0EEAA" w:rsidR="000F21BD" w:rsidRPr="00024600" w:rsidRDefault="000F21BD" w:rsidP="00EB1252">
      <w:pPr>
        <w:pStyle w:val="01-ODST-2"/>
        <w:tabs>
          <w:tab w:val="clear" w:pos="567"/>
          <w:tab w:val="clear" w:pos="1080"/>
          <w:tab w:val="left" w:pos="709"/>
        </w:tabs>
        <w:ind w:left="709" w:hanging="709"/>
        <w:rPr>
          <w:rFonts w:cs="Arial"/>
        </w:rPr>
      </w:pPr>
      <w:r w:rsidRPr="00024600">
        <w:rPr>
          <w:rFonts w:cs="Arial"/>
        </w:rPr>
        <w:t>O předání a převzetí Díla a/nebo části Díla uvedené v Harmonogramu prací</w:t>
      </w:r>
      <w:r w:rsidRPr="00024600" w:rsidDel="007B50E6">
        <w:rPr>
          <w:rFonts w:cs="Arial"/>
        </w:rPr>
        <w:t xml:space="preserve"> </w:t>
      </w:r>
      <w:r w:rsidRPr="00024600">
        <w:rPr>
          <w:rFonts w:cs="Arial"/>
        </w:rPr>
        <w:t>bude sepsán Protokol o předání a převzetí, který bude podepsán oprávněnými osobami obou Smluvních stran.</w:t>
      </w:r>
    </w:p>
    <w:p w14:paraId="68A01B7F" w14:textId="62552DD6" w:rsidR="000F21BD" w:rsidRPr="00024600" w:rsidRDefault="000F21BD" w:rsidP="00EB1252">
      <w:pPr>
        <w:pStyle w:val="01-ODST-2"/>
        <w:tabs>
          <w:tab w:val="clear" w:pos="567"/>
          <w:tab w:val="clear" w:pos="1080"/>
          <w:tab w:val="left" w:pos="709"/>
        </w:tabs>
        <w:ind w:left="709" w:hanging="709"/>
        <w:rPr>
          <w:rFonts w:cs="Arial"/>
        </w:rPr>
      </w:pPr>
      <w:bookmarkStart w:id="20" w:name="_Ref334787654"/>
      <w:permStart w:id="1054557243" w:edGrp="everyone"/>
      <w:permEnd w:id="1054557243"/>
      <w:r w:rsidRPr="00024600">
        <w:rPr>
          <w:rFonts w:cs="Arial"/>
        </w:rPr>
        <w:t>Pro účely přejímky a před přejímkou je Zhotovitel povinen včas připravit a předložit v českém jazyce kromě veškerých dokladů sjednaných jinde ve Smlouvě a plynoucích z obecně závazných právních a technických předpisů i následující doklady</w:t>
      </w:r>
      <w:permStart w:id="1420259961" w:edGrp="everyone"/>
      <w:r w:rsidRPr="00024600">
        <w:rPr>
          <w:rFonts w:cs="Arial"/>
        </w:rPr>
        <w:t>:</w:t>
      </w:r>
      <w:bookmarkEnd w:id="20"/>
      <w:r w:rsidRPr="00024600">
        <w:rPr>
          <w:rFonts w:cs="Arial"/>
        </w:rPr>
        <w:t xml:space="preserve"> </w:t>
      </w:r>
    </w:p>
    <w:p w14:paraId="614BBB17" w14:textId="07ECCAE8" w:rsidR="000F21BD" w:rsidRPr="00024600" w:rsidRDefault="009F6453" w:rsidP="00AF5762">
      <w:pPr>
        <w:numPr>
          <w:ilvl w:val="0"/>
          <w:numId w:val="8"/>
        </w:numPr>
        <w:tabs>
          <w:tab w:val="left" w:pos="567"/>
        </w:tabs>
        <w:ind w:left="1066" w:hanging="357"/>
        <w:jc w:val="left"/>
        <w:rPr>
          <w:rFonts w:cs="Arial"/>
        </w:rPr>
      </w:pPr>
      <w:r>
        <w:rPr>
          <w:rFonts w:cs="Arial"/>
        </w:rPr>
        <w:t>Zpráva o výchozí revizi,</w:t>
      </w:r>
    </w:p>
    <w:p w14:paraId="23354575" w14:textId="2563FCFA" w:rsidR="00B81544" w:rsidRPr="00024600" w:rsidRDefault="009F6453" w:rsidP="00AF5762">
      <w:pPr>
        <w:numPr>
          <w:ilvl w:val="0"/>
          <w:numId w:val="8"/>
        </w:numPr>
        <w:tabs>
          <w:tab w:val="left" w:pos="567"/>
        </w:tabs>
        <w:ind w:left="1066" w:hanging="357"/>
        <w:jc w:val="left"/>
        <w:rPr>
          <w:rFonts w:cs="Arial"/>
        </w:rPr>
      </w:pPr>
      <w:r>
        <w:rPr>
          <w:rFonts w:cs="Arial"/>
        </w:rPr>
        <w:t>Zpráva o periodické revizi</w:t>
      </w:r>
      <w:r w:rsidR="00B81544" w:rsidRPr="00024600">
        <w:rPr>
          <w:rFonts w:cs="Arial"/>
        </w:rPr>
        <w:t>,</w:t>
      </w:r>
    </w:p>
    <w:p w14:paraId="0E57D6A9" w14:textId="36267880" w:rsidR="009F6453" w:rsidRPr="009F6453" w:rsidRDefault="00B81544" w:rsidP="009F6453">
      <w:pPr>
        <w:numPr>
          <w:ilvl w:val="0"/>
          <w:numId w:val="8"/>
        </w:numPr>
        <w:tabs>
          <w:tab w:val="left" w:pos="567"/>
        </w:tabs>
        <w:jc w:val="left"/>
        <w:rPr>
          <w:rFonts w:cs="Arial"/>
        </w:rPr>
      </w:pPr>
      <w:r w:rsidRPr="00024600">
        <w:rPr>
          <w:rFonts w:cs="Arial"/>
        </w:rPr>
        <w:t xml:space="preserve">veškeré doklady </w:t>
      </w:r>
      <w:r w:rsidR="009F6453" w:rsidRPr="009F6453">
        <w:rPr>
          <w:rFonts w:cs="Arial"/>
        </w:rPr>
        <w:t>k použitým komponentům a materiálům v souladu s platnými předpisy</w:t>
      </w:r>
    </w:p>
    <w:p w14:paraId="6E6CE3CD" w14:textId="7CEF72F0" w:rsidR="009F6453" w:rsidRDefault="009F6453" w:rsidP="009F6453">
      <w:pPr>
        <w:numPr>
          <w:ilvl w:val="0"/>
          <w:numId w:val="8"/>
        </w:numPr>
        <w:tabs>
          <w:tab w:val="left" w:pos="567"/>
        </w:tabs>
        <w:jc w:val="left"/>
        <w:rPr>
          <w:rFonts w:cs="Arial"/>
        </w:rPr>
      </w:pPr>
      <w:r w:rsidRPr="009F6453">
        <w:rPr>
          <w:rFonts w:cs="Arial"/>
        </w:rPr>
        <w:lastRenderedPageBreak/>
        <w:t>servisní listy, popř. ostatní protokoly a doklady požadované objednatelem</w:t>
      </w:r>
    </w:p>
    <w:p w14:paraId="129E7BD7" w14:textId="3AE04769" w:rsidR="009F6453" w:rsidRPr="00151BAA" w:rsidRDefault="009F6453" w:rsidP="009F6453">
      <w:pPr>
        <w:pStyle w:val="Zkladntext3"/>
        <w:ind w:left="710"/>
        <w:rPr>
          <w:rFonts w:cs="Arial"/>
          <w:sz w:val="20"/>
        </w:rPr>
      </w:pPr>
      <w:r w:rsidRPr="00151BAA">
        <w:rPr>
          <w:rFonts w:cs="Arial"/>
          <w:sz w:val="20"/>
        </w:rPr>
        <w:t xml:space="preserve">Všechny doklady budou </w:t>
      </w:r>
      <w:r>
        <w:rPr>
          <w:rFonts w:cs="Arial"/>
          <w:sz w:val="20"/>
        </w:rPr>
        <w:t xml:space="preserve">dodavatelem </w:t>
      </w:r>
      <w:r w:rsidRPr="00151BAA">
        <w:rPr>
          <w:rFonts w:cs="Arial"/>
          <w:sz w:val="20"/>
        </w:rPr>
        <w:t>předány</w:t>
      </w:r>
      <w:r>
        <w:rPr>
          <w:rFonts w:cs="Arial"/>
          <w:sz w:val="20"/>
        </w:rPr>
        <w:t xml:space="preserve"> v elektronické podobě </w:t>
      </w:r>
      <w:r w:rsidR="006C3B83">
        <w:rPr>
          <w:rFonts w:cs="Arial"/>
          <w:sz w:val="20"/>
        </w:rPr>
        <w:t>(</w:t>
      </w:r>
      <w:r>
        <w:rPr>
          <w:rFonts w:cs="Arial"/>
          <w:sz w:val="20"/>
        </w:rPr>
        <w:t>opatřené elektronickým podpisem</w:t>
      </w:r>
      <w:r w:rsidR="006C3B83">
        <w:rPr>
          <w:rFonts w:cs="Arial"/>
          <w:sz w:val="20"/>
        </w:rPr>
        <w:t>, nebo podpisem s razítkem)</w:t>
      </w:r>
      <w:r>
        <w:rPr>
          <w:rFonts w:cs="Arial"/>
          <w:sz w:val="20"/>
        </w:rPr>
        <w:t xml:space="preserve"> a na vyžádání zadavatele v listinné podobě</w:t>
      </w:r>
      <w:r w:rsidR="006C3B83">
        <w:rPr>
          <w:rFonts w:cs="Arial"/>
          <w:sz w:val="20"/>
        </w:rPr>
        <w:t xml:space="preserve">, a to do </w:t>
      </w:r>
      <w:proofErr w:type="gramStart"/>
      <w:r w:rsidR="006C3B83">
        <w:rPr>
          <w:rFonts w:cs="Arial"/>
          <w:sz w:val="20"/>
        </w:rPr>
        <w:t>30ti</w:t>
      </w:r>
      <w:proofErr w:type="gramEnd"/>
      <w:r w:rsidR="006C3B83">
        <w:rPr>
          <w:rFonts w:cs="Arial"/>
          <w:sz w:val="20"/>
        </w:rPr>
        <w:t xml:space="preserve"> dnů od fyzického provedení Díla (každé revize)</w:t>
      </w:r>
      <w:r w:rsidRPr="00151BAA">
        <w:rPr>
          <w:rFonts w:cs="Arial"/>
          <w:sz w:val="20"/>
        </w:rPr>
        <w:t xml:space="preserve">. Bez těchto dokladů nebude </w:t>
      </w:r>
      <w:r w:rsidR="006C3B83">
        <w:rPr>
          <w:rFonts w:cs="Arial"/>
          <w:sz w:val="20"/>
        </w:rPr>
        <w:t>D</w:t>
      </w:r>
      <w:r w:rsidRPr="00151BAA">
        <w:rPr>
          <w:rFonts w:cs="Arial"/>
          <w:sz w:val="20"/>
        </w:rPr>
        <w:t>ílo považováno pro účely předání a převzetí za bezvadné.</w:t>
      </w:r>
      <w:r w:rsidR="002A5727">
        <w:rPr>
          <w:rFonts w:cs="Arial"/>
          <w:sz w:val="20"/>
        </w:rPr>
        <w:t xml:space="preserve"> </w:t>
      </w:r>
      <w:r w:rsidRPr="00151BAA">
        <w:rPr>
          <w:rFonts w:cs="Arial"/>
          <w:sz w:val="20"/>
        </w:rPr>
        <w:t xml:space="preserve"> </w:t>
      </w:r>
    </w:p>
    <w:p w14:paraId="05395A90" w14:textId="77777777" w:rsidR="009F6453" w:rsidRPr="009F6453" w:rsidRDefault="009F6453" w:rsidP="009F6453">
      <w:pPr>
        <w:tabs>
          <w:tab w:val="left" w:pos="567"/>
        </w:tabs>
        <w:jc w:val="left"/>
        <w:rPr>
          <w:rFonts w:cs="Arial"/>
        </w:rPr>
      </w:pPr>
    </w:p>
    <w:permEnd w:id="1420259961"/>
    <w:p w14:paraId="31554709" w14:textId="40FFA669" w:rsidR="000F21BD" w:rsidRPr="00024600" w:rsidRDefault="000F21BD" w:rsidP="00AF5762">
      <w:pPr>
        <w:numPr>
          <w:ilvl w:val="0"/>
          <w:numId w:val="8"/>
        </w:numPr>
        <w:tabs>
          <w:tab w:val="left" w:pos="567"/>
        </w:tabs>
        <w:spacing w:before="0"/>
        <w:jc w:val="left"/>
        <w:rPr>
          <w:rFonts w:cs="Arial"/>
        </w:rPr>
      </w:pPr>
      <w:r w:rsidRPr="00024600">
        <w:rPr>
          <w:rFonts w:cs="Arial"/>
        </w:rPr>
        <w:t>doklady o ekologické likvidaci veškerých odpadů, vzniklých prováděním Díla</w:t>
      </w:r>
      <w:r w:rsidR="00B4757A" w:rsidRPr="00024600">
        <w:rPr>
          <w:rFonts w:cs="Arial"/>
        </w:rPr>
        <w:t>,</w:t>
      </w:r>
      <w:r w:rsidR="00871F7A" w:rsidRPr="00024600">
        <w:rPr>
          <w:rFonts w:cs="Arial"/>
        </w:rPr>
        <w:t xml:space="preserve"> (</w:t>
      </w:r>
      <w:r w:rsidR="00314E12" w:rsidRPr="00024600">
        <w:rPr>
          <w:rFonts w:cs="Arial"/>
        </w:rPr>
        <w:t xml:space="preserve">nebezpečných a </w:t>
      </w:r>
      <w:r w:rsidR="00871F7A" w:rsidRPr="00024600">
        <w:rPr>
          <w:rFonts w:cs="Arial"/>
        </w:rPr>
        <w:t>jiných odpadů)</w:t>
      </w:r>
      <w:r w:rsidR="00155453" w:rsidRPr="00024600">
        <w:rPr>
          <w:rFonts w:cs="Arial"/>
        </w:rPr>
        <w:t>,</w:t>
      </w:r>
    </w:p>
    <w:p w14:paraId="2A9FE376" w14:textId="30B1EFDA" w:rsidR="00B81544" w:rsidRPr="00024600" w:rsidRDefault="00B81544" w:rsidP="00AF5762">
      <w:pPr>
        <w:numPr>
          <w:ilvl w:val="0"/>
          <w:numId w:val="8"/>
        </w:numPr>
        <w:tabs>
          <w:tab w:val="left" w:pos="567"/>
        </w:tabs>
        <w:spacing w:before="0"/>
        <w:jc w:val="left"/>
        <w:rPr>
          <w:rFonts w:cs="Arial"/>
        </w:rPr>
      </w:pPr>
      <w:r w:rsidRPr="00024600">
        <w:rPr>
          <w:rFonts w:cs="Arial"/>
        </w:rPr>
        <w:t>veškeré návody k obsluze a záruční listy</w:t>
      </w:r>
    </w:p>
    <w:p w14:paraId="5AF94839" w14:textId="60F55E8C" w:rsidR="00155453" w:rsidRPr="00024600" w:rsidRDefault="00155453" w:rsidP="00AF5762">
      <w:pPr>
        <w:numPr>
          <w:ilvl w:val="0"/>
          <w:numId w:val="8"/>
        </w:numPr>
        <w:spacing w:before="0"/>
        <w:jc w:val="left"/>
        <w:rPr>
          <w:rFonts w:cs="Arial"/>
        </w:rPr>
      </w:pPr>
      <w:permStart w:id="364328123" w:edGrp="everyone"/>
      <w:permEnd w:id="364328123"/>
      <w:r w:rsidRPr="00024600">
        <w:rPr>
          <w:rFonts w:cs="Arial"/>
        </w:rPr>
        <w:t>případně další doklady požadované úřady k přejímacímu řízení nebo doklady požadované Objednatelem</w:t>
      </w:r>
      <w:r w:rsidR="00FD1A96" w:rsidRPr="00024600">
        <w:rPr>
          <w:rFonts w:cs="Arial"/>
        </w:rPr>
        <w:t>.</w:t>
      </w:r>
    </w:p>
    <w:p w14:paraId="0601A7B6" w14:textId="77777777" w:rsidR="000F21BD" w:rsidRPr="00024600" w:rsidRDefault="000F21BD" w:rsidP="00EB1252">
      <w:pPr>
        <w:pStyle w:val="01-ODST-2"/>
        <w:tabs>
          <w:tab w:val="clear" w:pos="567"/>
          <w:tab w:val="clear" w:pos="1080"/>
          <w:tab w:val="left" w:pos="709"/>
        </w:tabs>
        <w:ind w:left="709" w:hanging="709"/>
        <w:rPr>
          <w:rFonts w:cs="Arial"/>
        </w:rPr>
      </w:pPr>
      <w:r w:rsidRPr="00024600">
        <w:rPr>
          <w:rFonts w:cs="Arial"/>
        </w:rPr>
        <w:t xml:space="preserve">Veškerá dokumentace musí být Objednateli předána v českém jazyce. Bez výše uvedených dokumentů, předaných Objednateli, nelze považovat závazek Zhotovitele za splněný, tj. nebude-li Zhotovitelem spolu s Dílem předána i výše uvedená dokumentace, má se za to, že plnění Zhotovitele nebylo řádné, tj. bez vad.  </w:t>
      </w:r>
    </w:p>
    <w:p w14:paraId="4BEFAC85" w14:textId="77777777" w:rsidR="00EB1252" w:rsidRPr="00024600" w:rsidRDefault="000F21BD" w:rsidP="00EB1252">
      <w:pPr>
        <w:pStyle w:val="01-ODST-2"/>
        <w:tabs>
          <w:tab w:val="clear" w:pos="567"/>
          <w:tab w:val="clear" w:pos="1080"/>
          <w:tab w:val="left" w:pos="709"/>
        </w:tabs>
        <w:ind w:left="709" w:hanging="709"/>
        <w:rPr>
          <w:rFonts w:cs="Arial"/>
        </w:rPr>
      </w:pPr>
      <w:r w:rsidRPr="00024600">
        <w:rPr>
          <w:rFonts w:cs="Arial"/>
        </w:rPr>
        <w:t>Zaměstnancem pověřeným za předání a převzetí řádně provedeného Díla jsou:</w:t>
      </w:r>
    </w:p>
    <w:p w14:paraId="6E2B046D" w14:textId="44BA35D8" w:rsidR="000F21BD" w:rsidRPr="00024600" w:rsidRDefault="000F21BD" w:rsidP="00EB1252">
      <w:pPr>
        <w:pStyle w:val="01-ODST-2"/>
        <w:numPr>
          <w:ilvl w:val="0"/>
          <w:numId w:val="0"/>
        </w:numPr>
        <w:tabs>
          <w:tab w:val="clear" w:pos="567"/>
          <w:tab w:val="left" w:pos="709"/>
        </w:tabs>
        <w:ind w:left="709"/>
        <w:rPr>
          <w:rFonts w:cs="Arial"/>
        </w:rPr>
      </w:pPr>
      <w:r w:rsidRPr="00024600">
        <w:rPr>
          <w:rFonts w:cs="Arial"/>
        </w:rPr>
        <w:t xml:space="preserve">Za Zhotovitele: </w:t>
      </w:r>
      <w:permStart w:id="1409564864" w:edGrp="everyone"/>
      <w:r w:rsidRPr="00024600">
        <w:rPr>
          <w:rFonts w:cs="Arial"/>
        </w:rPr>
        <w:t>………………………………………………</w:t>
      </w:r>
      <w:permEnd w:id="1409564864"/>
    </w:p>
    <w:p w14:paraId="0355B81F" w14:textId="78E36A07" w:rsidR="000F21BD" w:rsidRPr="00024600" w:rsidRDefault="000F21BD" w:rsidP="00EB1252">
      <w:pPr>
        <w:pStyle w:val="01-ODST-2"/>
        <w:numPr>
          <w:ilvl w:val="0"/>
          <w:numId w:val="0"/>
        </w:numPr>
        <w:tabs>
          <w:tab w:val="clear" w:pos="567"/>
          <w:tab w:val="left" w:pos="709"/>
        </w:tabs>
        <w:ind w:left="709"/>
        <w:rPr>
          <w:rFonts w:cs="Arial"/>
        </w:rPr>
      </w:pPr>
      <w:r w:rsidRPr="00024600">
        <w:rPr>
          <w:rFonts w:cs="Arial"/>
        </w:rPr>
        <w:t>Za Objednatele: osoba oprávněná zapisovat d</w:t>
      </w:r>
      <w:r w:rsidR="00191BE1" w:rsidRPr="00024600">
        <w:rPr>
          <w:rFonts w:cs="Arial"/>
        </w:rPr>
        <w:t xml:space="preserve">o </w:t>
      </w:r>
      <w:r w:rsidR="00FE3F38" w:rsidRPr="00024600">
        <w:rPr>
          <w:rFonts w:cs="Arial"/>
        </w:rPr>
        <w:t>stavebního/</w:t>
      </w:r>
      <w:r w:rsidR="00191BE1" w:rsidRPr="00024600">
        <w:rPr>
          <w:rFonts w:cs="Arial"/>
        </w:rPr>
        <w:t>pracovního/montážního deníku.</w:t>
      </w:r>
      <w:r w:rsidRPr="00024600">
        <w:rPr>
          <w:rFonts w:cs="Arial"/>
        </w:rPr>
        <w:tab/>
      </w:r>
      <w:r w:rsidRPr="00024600">
        <w:rPr>
          <w:rFonts w:cs="Arial"/>
        </w:rPr>
        <w:tab/>
      </w:r>
    </w:p>
    <w:p w14:paraId="0A852DBE" w14:textId="77777777" w:rsidR="000F21BD" w:rsidRPr="00024600" w:rsidRDefault="000F21BD" w:rsidP="00992A50">
      <w:pPr>
        <w:pStyle w:val="01-L"/>
        <w:ind w:left="454"/>
        <w:rPr>
          <w:rFonts w:cs="Arial"/>
          <w:bCs w:val="0"/>
        </w:rPr>
      </w:pPr>
      <w:r w:rsidRPr="00024600">
        <w:rPr>
          <w:rFonts w:cs="Arial"/>
          <w:bCs w:val="0"/>
        </w:rPr>
        <w:t>Práva z vadného plnění, záruka</w:t>
      </w:r>
    </w:p>
    <w:p w14:paraId="32389982" w14:textId="77777777" w:rsidR="000F21BD" w:rsidRPr="00024600" w:rsidRDefault="000F21BD" w:rsidP="00E1054C">
      <w:pPr>
        <w:pStyle w:val="01-ODST-2"/>
        <w:tabs>
          <w:tab w:val="clear" w:pos="567"/>
          <w:tab w:val="clear" w:pos="1080"/>
          <w:tab w:val="left" w:pos="709"/>
        </w:tabs>
        <w:ind w:left="709" w:hanging="709"/>
        <w:rPr>
          <w:rFonts w:cs="Arial"/>
        </w:rPr>
      </w:pPr>
      <w:r w:rsidRPr="00024600">
        <w:rPr>
          <w:rFonts w:cs="Arial"/>
        </w:rPr>
        <w:t xml:space="preserve">Práva zadavatele z vadného plnění a záruka na </w:t>
      </w:r>
      <w:r w:rsidR="008B321D" w:rsidRPr="00024600">
        <w:rPr>
          <w:rFonts w:cs="Arial"/>
        </w:rPr>
        <w:t xml:space="preserve">Dílo </w:t>
      </w:r>
      <w:r w:rsidRPr="00024600">
        <w:rPr>
          <w:rFonts w:cs="Arial"/>
        </w:rPr>
        <w:t>se řídí dle podmínek uvedených v této Smlouvě v souladu s platnou legislativou (českým právem).</w:t>
      </w:r>
    </w:p>
    <w:p w14:paraId="4065CEA4" w14:textId="077BF427" w:rsidR="000F21BD" w:rsidRPr="00024600" w:rsidRDefault="000F21BD" w:rsidP="00E1054C">
      <w:pPr>
        <w:pStyle w:val="01-ODST-2"/>
        <w:tabs>
          <w:tab w:val="clear" w:pos="567"/>
          <w:tab w:val="clear" w:pos="1080"/>
          <w:tab w:val="left" w:pos="709"/>
        </w:tabs>
        <w:ind w:left="709" w:hanging="709"/>
        <w:rPr>
          <w:rFonts w:cs="Arial"/>
        </w:rPr>
      </w:pPr>
      <w:r w:rsidRPr="00024600">
        <w:rPr>
          <w:rFonts w:cs="Arial"/>
        </w:rPr>
        <w:t xml:space="preserve">Zhotovitel poskytuje </w:t>
      </w:r>
      <w:r w:rsidR="008B321D" w:rsidRPr="00024600">
        <w:rPr>
          <w:rFonts w:cs="Arial"/>
        </w:rPr>
        <w:t xml:space="preserve">Objednateli </w:t>
      </w:r>
      <w:r w:rsidRPr="00024600">
        <w:rPr>
          <w:rFonts w:cs="Arial"/>
        </w:rPr>
        <w:t>záruku za Dílo</w:t>
      </w:r>
      <w:r w:rsidR="00C34707">
        <w:rPr>
          <w:rFonts w:cs="Arial"/>
        </w:rPr>
        <w:t xml:space="preserve">, </w:t>
      </w:r>
      <w:r w:rsidR="00C34707" w:rsidRPr="0099418D">
        <w:t>tj. veškeré činnosti a dodávky realizované v rámci díla na základě této smlouvy</w:t>
      </w:r>
      <w:r w:rsidR="00C34707">
        <w:t>,</w:t>
      </w:r>
      <w:r w:rsidR="0019189F" w:rsidRPr="00024600">
        <w:rPr>
          <w:rFonts w:cs="Arial"/>
        </w:rPr>
        <w:t xml:space="preserve"> v délce trvání</w:t>
      </w:r>
      <w:permStart w:id="24338264" w:edGrp="everyone"/>
      <w:r w:rsidR="0019189F" w:rsidRPr="00024600">
        <w:rPr>
          <w:rFonts w:cs="Arial"/>
        </w:rPr>
        <w:t xml:space="preserve"> </w:t>
      </w:r>
      <w:r w:rsidR="00AE6398">
        <w:rPr>
          <w:rFonts w:cs="Arial"/>
        </w:rPr>
        <w:t>24</w:t>
      </w:r>
      <w:permEnd w:id="24338264"/>
      <w:r w:rsidR="0019189F" w:rsidRPr="00024600">
        <w:rPr>
          <w:rFonts w:cs="Arial"/>
        </w:rPr>
        <w:t xml:space="preserve"> měsíců</w:t>
      </w:r>
      <w:r w:rsidR="00AE6398">
        <w:rPr>
          <w:rFonts w:cs="Arial"/>
        </w:rPr>
        <w:t xml:space="preserve">, </w:t>
      </w:r>
      <w:r w:rsidR="00AE6398" w:rsidRPr="0099418D">
        <w:t>s výjimkou kontrol a revizí, kde záruční doba odpovídá jednotlivým intervalům (periodám) provádění kontrol a revizí</w:t>
      </w:r>
      <w:r w:rsidRPr="00AE6398">
        <w:rPr>
          <w:rFonts w:cs="Arial"/>
        </w:rPr>
        <w:t>.</w:t>
      </w:r>
      <w:r w:rsidRPr="00024600">
        <w:rPr>
          <w:rFonts w:cs="Arial"/>
        </w:rPr>
        <w:t xml:space="preserve"> Záruka se nevztahuje na bezporuchovost zařízení</w:t>
      </w:r>
      <w:r w:rsidR="008A47E5" w:rsidRPr="00024600">
        <w:rPr>
          <w:rFonts w:cs="Arial"/>
        </w:rPr>
        <w:t xml:space="preserve"> technologií</w:t>
      </w:r>
      <w:r w:rsidR="003C6104" w:rsidRPr="00024600">
        <w:rPr>
          <w:rFonts w:cs="Arial"/>
        </w:rPr>
        <w:t xml:space="preserve"> </w:t>
      </w:r>
      <w:r w:rsidRPr="00024600">
        <w:rPr>
          <w:rFonts w:cs="Arial"/>
        </w:rPr>
        <w:t xml:space="preserve">v intervalu mezi provedením jednotlivých činností (např. kontrol či revizí) s výjimkou případů, kdy je porucha způsobena zásahem </w:t>
      </w:r>
      <w:r w:rsidR="003C6104" w:rsidRPr="00024600">
        <w:rPr>
          <w:rFonts w:cs="Arial"/>
        </w:rPr>
        <w:t xml:space="preserve">a/nebo opomenutím </w:t>
      </w:r>
      <w:r w:rsidRPr="00024600">
        <w:rPr>
          <w:rFonts w:cs="Arial"/>
        </w:rPr>
        <w:t>Zhotovitele</w:t>
      </w:r>
      <w:r w:rsidR="003C6104" w:rsidRPr="00024600">
        <w:rPr>
          <w:rFonts w:cs="Arial"/>
        </w:rPr>
        <w:t xml:space="preserve"> a/nebo vadou jím provedeného Díla</w:t>
      </w:r>
      <w:r w:rsidR="00321B58" w:rsidRPr="00024600">
        <w:rPr>
          <w:rFonts w:cs="Arial"/>
        </w:rPr>
        <w:t xml:space="preserve"> </w:t>
      </w:r>
      <w:r w:rsidR="003C6104" w:rsidRPr="00024600">
        <w:rPr>
          <w:rFonts w:cs="Arial"/>
        </w:rPr>
        <w:t>(včetně dodaných náhradních dílů)</w:t>
      </w:r>
      <w:r w:rsidRPr="00024600">
        <w:rPr>
          <w:rFonts w:cs="Arial"/>
        </w:rPr>
        <w:t xml:space="preserve">. </w:t>
      </w:r>
    </w:p>
    <w:p w14:paraId="1CB54F2F" w14:textId="77777777" w:rsidR="000F21BD" w:rsidRPr="00024600" w:rsidRDefault="000F21BD" w:rsidP="00E1054C">
      <w:pPr>
        <w:pStyle w:val="01-ODST-2"/>
        <w:tabs>
          <w:tab w:val="clear" w:pos="567"/>
          <w:tab w:val="clear" w:pos="1080"/>
          <w:tab w:val="left" w:pos="709"/>
        </w:tabs>
        <w:ind w:left="709" w:hanging="709"/>
        <w:rPr>
          <w:rFonts w:cs="Arial"/>
        </w:rPr>
      </w:pPr>
      <w:r w:rsidRPr="00024600">
        <w:rPr>
          <w:rFonts w:cs="Arial"/>
        </w:rPr>
        <w:t>Zhotovitel přejímá zejména záruku za to, že Dílo (včetně všech jeho případných změn), jakož i jeho části, bude během záruční doby:</w:t>
      </w:r>
    </w:p>
    <w:p w14:paraId="72AB7D3C" w14:textId="77777777" w:rsidR="000F21BD" w:rsidRPr="00024600" w:rsidRDefault="000F21BD" w:rsidP="00AF5762">
      <w:pPr>
        <w:numPr>
          <w:ilvl w:val="0"/>
          <w:numId w:val="9"/>
        </w:numPr>
        <w:ind w:left="1701"/>
        <w:jc w:val="left"/>
        <w:rPr>
          <w:rFonts w:cs="Arial"/>
        </w:rPr>
      </w:pPr>
      <w:r w:rsidRPr="00024600">
        <w:rPr>
          <w:rFonts w:cs="Arial"/>
        </w:rPr>
        <w:t xml:space="preserve">bez jakýchkoliv vad, </w:t>
      </w:r>
    </w:p>
    <w:p w14:paraId="37F06BB8" w14:textId="77777777" w:rsidR="000F21BD" w:rsidRPr="00024600" w:rsidRDefault="000F21BD" w:rsidP="00AF5762">
      <w:pPr>
        <w:numPr>
          <w:ilvl w:val="0"/>
          <w:numId w:val="9"/>
        </w:numPr>
        <w:ind w:left="1701"/>
        <w:jc w:val="left"/>
        <w:rPr>
          <w:rFonts w:cs="Arial"/>
        </w:rPr>
      </w:pPr>
      <w:r w:rsidRPr="00024600">
        <w:rPr>
          <w:rFonts w:cs="Arial"/>
        </w:rPr>
        <w:t xml:space="preserve">splňovat všechny stanovené požadavky, </w:t>
      </w:r>
    </w:p>
    <w:p w14:paraId="1D6154AD" w14:textId="77777777" w:rsidR="000F21BD" w:rsidRPr="00024600" w:rsidRDefault="000F21BD" w:rsidP="00AF5762">
      <w:pPr>
        <w:numPr>
          <w:ilvl w:val="0"/>
          <w:numId w:val="9"/>
        </w:numPr>
        <w:ind w:left="1701"/>
        <w:jc w:val="left"/>
        <w:rPr>
          <w:rFonts w:cs="Arial"/>
        </w:rPr>
      </w:pPr>
      <w:r w:rsidRPr="00024600">
        <w:rPr>
          <w:rFonts w:cs="Arial"/>
        </w:rPr>
        <w:t>mít vlastnosti Smlouvou vymíněné nebo, pokud tato Smlouva takové vlastnosti nestanoví, vlastnosti obvyklé k účelu sjednanému v této Smlouvě či dílčí smlouvě,</w:t>
      </w:r>
    </w:p>
    <w:p w14:paraId="39FA3ABA" w14:textId="77777777" w:rsidR="000F21BD" w:rsidRPr="00024600" w:rsidRDefault="000F21BD" w:rsidP="00AF5762">
      <w:pPr>
        <w:numPr>
          <w:ilvl w:val="0"/>
          <w:numId w:val="9"/>
        </w:numPr>
        <w:ind w:left="1701"/>
        <w:jc w:val="left"/>
        <w:rPr>
          <w:rFonts w:cs="Arial"/>
        </w:rPr>
      </w:pPr>
      <w:r w:rsidRPr="00024600">
        <w:rPr>
          <w:rFonts w:cs="Arial"/>
        </w:rPr>
        <w:t>splňovat všechny požadavky stanovené platnými zákony a ostatními obecně závaznými právními předpisy, a bude odpovídat platným technickým pravidlům, normám a předpisům,</w:t>
      </w:r>
    </w:p>
    <w:p w14:paraId="4FABCF28" w14:textId="77777777" w:rsidR="000F21BD" w:rsidRPr="00024600" w:rsidRDefault="000F21BD" w:rsidP="00AF5762">
      <w:pPr>
        <w:numPr>
          <w:ilvl w:val="0"/>
          <w:numId w:val="9"/>
        </w:numPr>
        <w:ind w:left="1701"/>
        <w:jc w:val="left"/>
        <w:rPr>
          <w:rFonts w:cs="Arial"/>
        </w:rPr>
      </w:pPr>
      <w:r w:rsidRPr="00024600">
        <w:rPr>
          <w:rFonts w:cs="Arial"/>
        </w:rPr>
        <w:t>způsobilé k účelu sjednanému dle Smlouvy, a</w:t>
      </w:r>
    </w:p>
    <w:p w14:paraId="0D37065A" w14:textId="77777777" w:rsidR="000F21BD" w:rsidRPr="00024600" w:rsidRDefault="000F21BD" w:rsidP="00AF5762">
      <w:pPr>
        <w:numPr>
          <w:ilvl w:val="0"/>
          <w:numId w:val="9"/>
        </w:numPr>
        <w:ind w:left="1701"/>
        <w:jc w:val="left"/>
        <w:rPr>
          <w:rFonts w:cs="Arial"/>
        </w:rPr>
      </w:pPr>
      <w:r w:rsidRPr="00024600">
        <w:rPr>
          <w:rFonts w:cs="Arial"/>
        </w:rPr>
        <w:t>nebude obsahovat chyby a nedostatky.</w:t>
      </w:r>
    </w:p>
    <w:p w14:paraId="12FB75DA" w14:textId="77777777" w:rsidR="000F21BD" w:rsidRPr="00024600" w:rsidRDefault="000F21BD" w:rsidP="00E1054C">
      <w:pPr>
        <w:pStyle w:val="01-ODST-2"/>
        <w:tabs>
          <w:tab w:val="clear" w:pos="567"/>
          <w:tab w:val="clear" w:pos="1080"/>
          <w:tab w:val="left" w:pos="709"/>
        </w:tabs>
        <w:ind w:left="709" w:hanging="709"/>
        <w:rPr>
          <w:rFonts w:cs="Arial"/>
        </w:rPr>
      </w:pPr>
      <w:r w:rsidRPr="00024600">
        <w:rPr>
          <w:rFonts w:cs="Arial"/>
        </w:rPr>
        <w:t xml:space="preserve">Vady plnění, které zjistí Objednatel v záruční době, oznámí Objednatel Zhotoviteli do konce záruční doby. </w:t>
      </w:r>
    </w:p>
    <w:p w14:paraId="0F76AEE0" w14:textId="24C4D921" w:rsidR="000F21BD" w:rsidRPr="00024600" w:rsidRDefault="000F21BD" w:rsidP="00E1054C">
      <w:pPr>
        <w:pStyle w:val="01-ODST-2"/>
        <w:tabs>
          <w:tab w:val="clear" w:pos="567"/>
          <w:tab w:val="clear" w:pos="1080"/>
          <w:tab w:val="left" w:pos="709"/>
        </w:tabs>
        <w:ind w:left="709" w:hanging="709"/>
        <w:rPr>
          <w:rFonts w:cs="Arial"/>
        </w:rPr>
      </w:pPr>
      <w:permStart w:id="923812319" w:edGrp="everyone"/>
      <w:permEnd w:id="923812319"/>
      <w:r w:rsidRPr="00024600">
        <w:rPr>
          <w:rFonts w:cs="Arial"/>
        </w:rPr>
        <w:t xml:space="preserve">Zhotovitel přijímá písemné reklamace vad na poštovní adrese: </w:t>
      </w:r>
      <w:permStart w:id="669542084" w:edGrp="everyone"/>
      <w:r w:rsidRPr="00024600">
        <w:rPr>
          <w:rFonts w:cs="Arial"/>
        </w:rPr>
        <w:t xml:space="preserve">………………………… </w:t>
      </w:r>
      <w:permEnd w:id="669542084"/>
      <w:r w:rsidRPr="00024600">
        <w:rPr>
          <w:rFonts w:cs="Arial"/>
        </w:rPr>
        <w:t xml:space="preserve">nebo na e-mailové adrese: </w:t>
      </w:r>
      <w:permStart w:id="433732815" w:edGrp="everyone"/>
      <w:r w:rsidRPr="00024600">
        <w:rPr>
          <w:rFonts w:cs="Arial"/>
        </w:rPr>
        <w:t>…….</w:t>
      </w:r>
      <w:permEnd w:id="433732815"/>
    </w:p>
    <w:p w14:paraId="571F7288" w14:textId="77777777" w:rsidR="000F21BD" w:rsidRPr="00024600" w:rsidRDefault="000F21BD" w:rsidP="00E1054C">
      <w:pPr>
        <w:pStyle w:val="01-ODST-2"/>
        <w:tabs>
          <w:tab w:val="clear" w:pos="567"/>
          <w:tab w:val="clear" w:pos="1080"/>
          <w:tab w:val="left" w:pos="709"/>
        </w:tabs>
        <w:ind w:left="709" w:hanging="709"/>
        <w:rPr>
          <w:rFonts w:cs="Arial"/>
        </w:rPr>
      </w:pPr>
      <w:r w:rsidRPr="00024600">
        <w:rPr>
          <w:rFonts w:cs="Arial"/>
        </w:rPr>
        <w:t>Kromě povinností Zhotovitele vyplývajících z vadného plnění Zhotovitele a záruky je Zhotovitel povinen uhradit Objednateli vzniklé prokázané škody, které Objednateli vzniknou v souvislosti s vadným plněním Zhotovitele.</w:t>
      </w:r>
    </w:p>
    <w:p w14:paraId="6C79BD38" w14:textId="77777777" w:rsidR="000F21BD" w:rsidRPr="00024600" w:rsidRDefault="000F21BD" w:rsidP="001B79D7">
      <w:pPr>
        <w:pStyle w:val="01-L"/>
        <w:ind w:left="454"/>
        <w:rPr>
          <w:rFonts w:cs="Arial"/>
          <w:bCs w:val="0"/>
        </w:rPr>
      </w:pPr>
      <w:r w:rsidRPr="00024600">
        <w:rPr>
          <w:rFonts w:cs="Arial"/>
          <w:bCs w:val="0"/>
        </w:rPr>
        <w:t xml:space="preserve">Pojištění Zhotovitele </w:t>
      </w:r>
    </w:p>
    <w:p w14:paraId="155D0A2D" w14:textId="77777777" w:rsidR="000F21BD" w:rsidRPr="00024600" w:rsidRDefault="000F21BD" w:rsidP="00E1054C">
      <w:pPr>
        <w:pStyle w:val="01-ODST-2"/>
        <w:tabs>
          <w:tab w:val="clear" w:pos="567"/>
          <w:tab w:val="clear" w:pos="1080"/>
          <w:tab w:val="left" w:pos="709"/>
        </w:tabs>
        <w:ind w:left="709" w:hanging="709"/>
        <w:rPr>
          <w:rFonts w:cs="Arial"/>
        </w:rPr>
      </w:pPr>
      <w:r w:rsidRPr="00024600">
        <w:rPr>
          <w:rFonts w:cs="Arial"/>
        </w:rPr>
        <w:t>Zhotovitel prohlašuje, že má ke dni podpisu Smlouvy platně uzavřeno příslušné pojištění</w:t>
      </w:r>
    </w:p>
    <w:p w14:paraId="2D5C2B81" w14:textId="5950BA2F" w:rsidR="000F21BD" w:rsidRPr="00024600" w:rsidRDefault="000F21BD" w:rsidP="00AF5762">
      <w:pPr>
        <w:numPr>
          <w:ilvl w:val="0"/>
          <w:numId w:val="10"/>
        </w:numPr>
        <w:tabs>
          <w:tab w:val="left" w:pos="567"/>
        </w:tabs>
        <w:spacing w:before="0" w:after="120"/>
        <w:rPr>
          <w:rFonts w:cs="Arial"/>
        </w:rPr>
      </w:pPr>
      <w:permStart w:id="1062218098" w:edGrp="everyone"/>
      <w:r w:rsidRPr="00024600">
        <w:rPr>
          <w:rFonts w:cs="Arial"/>
        </w:rPr>
        <w:t>pro případ odpovědnosti za škodu způsobenou třetí osobě vzniklou v souvislosti s výkonem jeho podnikatelské činnosti s</w:t>
      </w:r>
      <w:r w:rsidR="00AF0C76">
        <w:rPr>
          <w:rFonts w:cs="Arial"/>
        </w:rPr>
        <w:t xml:space="preserve"> limitem </w:t>
      </w:r>
      <w:r w:rsidRPr="00024600">
        <w:rPr>
          <w:rFonts w:cs="Arial"/>
        </w:rPr>
        <w:t>pojistn</w:t>
      </w:r>
      <w:r w:rsidR="00AF0C76">
        <w:rPr>
          <w:rFonts w:cs="Arial"/>
        </w:rPr>
        <w:t xml:space="preserve">ého </w:t>
      </w:r>
      <w:r w:rsidRPr="00024600">
        <w:rPr>
          <w:rFonts w:cs="Arial"/>
        </w:rPr>
        <w:t xml:space="preserve">plnění ve výši min. </w:t>
      </w:r>
      <w:r w:rsidR="0042252A">
        <w:rPr>
          <w:rFonts w:cs="Arial"/>
        </w:rPr>
        <w:t>1</w:t>
      </w:r>
      <w:r w:rsidR="005645B7" w:rsidRPr="00024600">
        <w:rPr>
          <w:rFonts w:cs="Arial"/>
        </w:rPr>
        <w:t>0 </w:t>
      </w:r>
      <w:r w:rsidRPr="00024600">
        <w:rPr>
          <w:rFonts w:cs="Arial"/>
        </w:rPr>
        <w:t>000 000,- Kč.</w:t>
      </w:r>
    </w:p>
    <w:permEnd w:id="1062218098"/>
    <w:p w14:paraId="5C02F12D" w14:textId="79ED9CDA" w:rsidR="00016BB1" w:rsidRPr="00024600" w:rsidRDefault="00016BB1" w:rsidP="00016BB1">
      <w:pPr>
        <w:tabs>
          <w:tab w:val="left" w:pos="567"/>
        </w:tabs>
        <w:spacing w:before="0" w:after="120"/>
        <w:ind w:left="927"/>
        <w:rPr>
          <w:rFonts w:cs="Arial"/>
        </w:rPr>
      </w:pPr>
      <w:r w:rsidRPr="00024600">
        <w:rPr>
          <w:rFonts w:cs="Arial"/>
        </w:rPr>
        <w:lastRenderedPageBreak/>
        <w:t>a zavazuje se jej mít uzavřené po celou dobu trvání Smlouvy</w:t>
      </w:r>
    </w:p>
    <w:p w14:paraId="41EE60DE" w14:textId="1847F855" w:rsidR="00D83DD4" w:rsidRPr="00024600" w:rsidRDefault="00016BB1" w:rsidP="00E1054C">
      <w:pPr>
        <w:pStyle w:val="01-ODST-2"/>
        <w:tabs>
          <w:tab w:val="clear" w:pos="567"/>
          <w:tab w:val="clear" w:pos="1080"/>
          <w:tab w:val="left" w:pos="709"/>
        </w:tabs>
        <w:ind w:left="709" w:hanging="709"/>
        <w:rPr>
          <w:rFonts w:cs="Arial"/>
        </w:rPr>
      </w:pPr>
      <w:permStart w:id="697460139" w:edGrp="everyone"/>
      <w:r w:rsidRPr="00024600">
        <w:rPr>
          <w:rFonts w:cs="Arial"/>
        </w:rPr>
        <w:t xml:space="preserve">Zhotovitel </w:t>
      </w:r>
      <w:proofErr w:type="gramStart"/>
      <w:r w:rsidRPr="00024600">
        <w:rPr>
          <w:rFonts w:cs="Arial"/>
        </w:rPr>
        <w:t>předloží</w:t>
      </w:r>
      <w:proofErr w:type="gramEnd"/>
      <w:r w:rsidRPr="00024600">
        <w:rPr>
          <w:rFonts w:cs="Arial"/>
        </w:rPr>
        <w:t xml:space="preserve"> Objednateli </w:t>
      </w:r>
      <w:r w:rsidR="00AF0C76">
        <w:rPr>
          <w:rFonts w:cs="Arial"/>
        </w:rPr>
        <w:t>originál nebo kopii pojistného certifikátu případně</w:t>
      </w:r>
      <w:r w:rsidRPr="00024600">
        <w:rPr>
          <w:rFonts w:cs="Arial"/>
        </w:rPr>
        <w:t xml:space="preserve"> pojistné smlouvy před podpisem Smlouvy s tím, že Objednatel je oprávněn si udělat kopii předložen</w:t>
      </w:r>
      <w:r w:rsidR="00AF0C76">
        <w:rPr>
          <w:rFonts w:cs="Arial"/>
        </w:rPr>
        <w:t>ých dokumentů</w:t>
      </w:r>
      <w:r w:rsidRPr="00024600">
        <w:rPr>
          <w:rFonts w:cs="Arial"/>
        </w:rPr>
        <w:t>.</w:t>
      </w:r>
    </w:p>
    <w:permEnd w:id="697460139"/>
    <w:p w14:paraId="710702D5" w14:textId="261A213E" w:rsidR="00D83DD4" w:rsidRPr="00024600" w:rsidRDefault="00D83DD4" w:rsidP="00E1054C">
      <w:pPr>
        <w:pStyle w:val="01-ODST-2"/>
        <w:tabs>
          <w:tab w:val="clear" w:pos="567"/>
          <w:tab w:val="clear" w:pos="1080"/>
          <w:tab w:val="left" w:pos="709"/>
        </w:tabs>
        <w:ind w:left="709" w:hanging="709"/>
        <w:rPr>
          <w:rFonts w:cs="Arial"/>
        </w:rPr>
      </w:pPr>
      <w:r w:rsidRPr="00024600">
        <w:rPr>
          <w:rFonts w:cs="Arial"/>
        </w:rPr>
        <w:t xml:space="preserve">Zhotovitel je povinen zajistit nepřetržité trvání pojištění v dohodnutém rozsahu a po dohodnutou dobu. V případě snížení </w:t>
      </w:r>
      <w:r w:rsidR="00AF0C76">
        <w:rPr>
          <w:rFonts w:cs="Arial"/>
        </w:rPr>
        <w:t>limitu pojistného plnění</w:t>
      </w:r>
      <w:r w:rsidRPr="00024600">
        <w:rPr>
          <w:rFonts w:cs="Arial"/>
        </w:rPr>
        <w:t xml:space="preserve"> pod</w:t>
      </w:r>
      <w:r w:rsidR="00321924">
        <w:rPr>
          <w:rFonts w:cs="Arial"/>
        </w:rPr>
        <w:t xml:space="preserve"> </w:t>
      </w:r>
      <w:r w:rsidR="00AF0C76">
        <w:rPr>
          <w:rFonts w:cs="Arial"/>
        </w:rPr>
        <w:t>požadovanou</w:t>
      </w:r>
      <w:r w:rsidR="00321924">
        <w:rPr>
          <w:rFonts w:cs="Arial"/>
        </w:rPr>
        <w:t xml:space="preserve"> minimální výši </w:t>
      </w:r>
      <w:r w:rsidR="00AF0C76">
        <w:rPr>
          <w:rFonts w:cs="Arial"/>
        </w:rPr>
        <w:t xml:space="preserve"> </w:t>
      </w:r>
      <w:r w:rsidRPr="00024600">
        <w:rPr>
          <w:rFonts w:cs="Arial"/>
        </w:rPr>
        <w:t>či ukončení pojistné smlouvy během doby trvání této Smlouvy, je Zhotovitel povinen informovat Objednatele nejpozději ke dni účinnosti změny pojistného plnění či ke dni ukončení pojistné smlouvy.</w:t>
      </w:r>
    </w:p>
    <w:p w14:paraId="35048B95" w14:textId="77777777" w:rsidR="00D83DD4" w:rsidRPr="00024600" w:rsidRDefault="00D83DD4" w:rsidP="00E1054C">
      <w:pPr>
        <w:pStyle w:val="01-ODST-2"/>
        <w:tabs>
          <w:tab w:val="clear" w:pos="567"/>
          <w:tab w:val="clear" w:pos="1080"/>
          <w:tab w:val="left" w:pos="709"/>
        </w:tabs>
        <w:ind w:left="709" w:hanging="709"/>
        <w:rPr>
          <w:rFonts w:cs="Arial"/>
        </w:rPr>
      </w:pPr>
      <w:r w:rsidRPr="00024600">
        <w:rPr>
          <w:rFonts w:cs="Arial"/>
        </w:rPr>
        <w:t>Pokud nebude mít Zhotovitel sjednáno pojištění nebo nebude mít sjednáno pojištění s odpovídajícím pojistným plněním, je Objednatel oprávněn pozastavit provádění Díla. O tuto dobu se však neprodlužuje dohodnutý termín pro dokončení a předání Díla.</w:t>
      </w:r>
    </w:p>
    <w:p w14:paraId="0A6BA3AE" w14:textId="10EE1F42" w:rsidR="00D83DD4" w:rsidRPr="00024600" w:rsidRDefault="00D83DD4" w:rsidP="00E1054C">
      <w:pPr>
        <w:pStyle w:val="01-ODST-2"/>
        <w:tabs>
          <w:tab w:val="clear" w:pos="567"/>
          <w:tab w:val="clear" w:pos="1080"/>
          <w:tab w:val="left" w:pos="709"/>
        </w:tabs>
        <w:ind w:left="709" w:hanging="709"/>
        <w:rPr>
          <w:rFonts w:cs="Arial"/>
        </w:rPr>
      </w:pPr>
      <w:r w:rsidRPr="00024600">
        <w:rPr>
          <w:rFonts w:cs="Arial"/>
        </w:rPr>
        <w:t xml:space="preserve">V případě výše uvedené změny pojistné smlouvy nebo jejího nového sjednání je Zhotovitel povinen a Objednatel oprávněn postupovat obdobně podle odst. </w:t>
      </w:r>
      <w:permStart w:id="1474370396" w:edGrp="everyone"/>
      <w:r w:rsidRPr="00024600">
        <w:rPr>
          <w:rFonts w:cs="Arial"/>
        </w:rPr>
        <w:t>1</w:t>
      </w:r>
      <w:r w:rsidR="00DC6218">
        <w:rPr>
          <w:rFonts w:cs="Arial"/>
        </w:rPr>
        <w:t>3</w:t>
      </w:r>
      <w:r w:rsidRPr="00024600">
        <w:rPr>
          <w:rFonts w:cs="Arial"/>
        </w:rPr>
        <w:t>.2.</w:t>
      </w:r>
      <w:permEnd w:id="1474370396"/>
      <w:r w:rsidRPr="00024600">
        <w:rPr>
          <w:rFonts w:cs="Arial"/>
        </w:rPr>
        <w:t xml:space="preserve"> Smlouvy</w:t>
      </w:r>
      <w:r w:rsidR="0019189F" w:rsidRPr="00024600">
        <w:rPr>
          <w:rFonts w:cs="Arial"/>
        </w:rPr>
        <w:t>.</w:t>
      </w:r>
    </w:p>
    <w:p w14:paraId="0EE43B91" w14:textId="4A73648E" w:rsidR="000F21BD" w:rsidRPr="00024600" w:rsidRDefault="000F21BD" w:rsidP="001B79D7">
      <w:pPr>
        <w:pStyle w:val="01-L"/>
        <w:ind w:left="454"/>
        <w:rPr>
          <w:rFonts w:cs="Arial"/>
          <w:bCs w:val="0"/>
        </w:rPr>
      </w:pPr>
      <w:r w:rsidRPr="00024600">
        <w:rPr>
          <w:rFonts w:cs="Arial"/>
          <w:bCs w:val="0"/>
        </w:rPr>
        <w:t>Smluvní pokuty a úrok z prodlení</w:t>
      </w:r>
    </w:p>
    <w:p w14:paraId="64CDD9DA" w14:textId="77777777"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Smluvní strana je oprávněna v případě prodlení druhé Smluvní strany s úhradou peněžitého plnění požadovat úhradu úroku z prodlení v zákonné výši podle občanskoprávních předpisů.</w:t>
      </w:r>
    </w:p>
    <w:p w14:paraId="482B7888" w14:textId="3D8EF3BE" w:rsidR="000F21BD" w:rsidRPr="00024600" w:rsidRDefault="00AE452B" w:rsidP="001768A4">
      <w:pPr>
        <w:pStyle w:val="01-ODST-2"/>
        <w:tabs>
          <w:tab w:val="clear" w:pos="567"/>
          <w:tab w:val="clear" w:pos="1080"/>
          <w:tab w:val="left" w:pos="709"/>
        </w:tabs>
        <w:ind w:left="709" w:hanging="709"/>
        <w:rPr>
          <w:rFonts w:cs="Arial"/>
        </w:rPr>
      </w:pPr>
      <w:r w:rsidRPr="00024600">
        <w:rPr>
          <w:rFonts w:cs="Arial"/>
        </w:rPr>
        <w:t xml:space="preserve">Nedostaví-li se Zhotovitel k převzetí </w:t>
      </w:r>
      <w:r w:rsidR="008E50AE" w:rsidRPr="00024600">
        <w:rPr>
          <w:rFonts w:cs="Arial"/>
        </w:rPr>
        <w:t>staveniště/</w:t>
      </w:r>
      <w:r w:rsidRPr="00024600">
        <w:rPr>
          <w:rFonts w:cs="Arial"/>
        </w:rPr>
        <w:t>pracoviště ve stanoveném termínu, je Objednatel oprávněn po Zhotoviteli požadovat úhradu smluvní pokuty ve výši 10 000,- Kč</w:t>
      </w:r>
      <w:r w:rsidR="00CA2EBF" w:rsidRPr="00024600">
        <w:rPr>
          <w:rFonts w:cs="Arial"/>
        </w:rPr>
        <w:t xml:space="preserve"> za každý i započatý den prodlení</w:t>
      </w:r>
      <w:r w:rsidRPr="00024600">
        <w:rPr>
          <w:rFonts w:cs="Arial"/>
        </w:rPr>
        <w:t>.</w:t>
      </w:r>
    </w:p>
    <w:p w14:paraId="2D003C71" w14:textId="3A329C58" w:rsidR="000F21BD" w:rsidRPr="00024600" w:rsidRDefault="00AE452B" w:rsidP="001768A4">
      <w:pPr>
        <w:pStyle w:val="01-ODST-2"/>
        <w:tabs>
          <w:tab w:val="clear" w:pos="567"/>
          <w:tab w:val="clear" w:pos="1080"/>
          <w:tab w:val="left" w:pos="709"/>
        </w:tabs>
        <w:ind w:left="709" w:hanging="709"/>
        <w:rPr>
          <w:rFonts w:cs="Arial"/>
        </w:rPr>
      </w:pPr>
      <w:r w:rsidRPr="00024600">
        <w:rPr>
          <w:rFonts w:cs="Arial"/>
        </w:rPr>
        <w:t>Bude-li Zhotovitel v prodlení se splněním termínu předání Díla či části Díla z důvodu na své straně, je Objednatel oprávněn požadovat po Zhotoviteli úhradu smluvní pokuty ve výši 10 000,- Kč za každý i započatý den prodlení.</w:t>
      </w:r>
    </w:p>
    <w:p w14:paraId="5C13BD35" w14:textId="15D64A5E" w:rsidR="00FB3A02" w:rsidRPr="00024600" w:rsidRDefault="00FB3A02" w:rsidP="001768A4">
      <w:pPr>
        <w:pStyle w:val="01-ODST-2"/>
        <w:tabs>
          <w:tab w:val="clear" w:pos="567"/>
          <w:tab w:val="clear" w:pos="1080"/>
          <w:tab w:val="left" w:pos="709"/>
        </w:tabs>
        <w:ind w:left="709" w:hanging="709"/>
        <w:rPr>
          <w:rFonts w:cs="Arial"/>
        </w:rPr>
      </w:pPr>
      <w:r w:rsidRPr="00024600">
        <w:rPr>
          <w:rFonts w:cs="Arial"/>
        </w:rPr>
        <w:t>Pokud Zhotovitel neodstraní nedodělky či vady zjištěné při přejímacím řízení v dohodnutém termínu, je Objednatel oprávněn požadovat po Zhotoviteli úhradu smluvní pokuty 10 000,- Kč za každý nedodělek či vadu a za každý započatý den prodlení.</w:t>
      </w:r>
    </w:p>
    <w:p w14:paraId="58EFC865" w14:textId="56C49388" w:rsidR="00FB3A02" w:rsidRPr="00024600" w:rsidRDefault="00FB3A02" w:rsidP="001768A4">
      <w:pPr>
        <w:pStyle w:val="01-ODST-2"/>
        <w:tabs>
          <w:tab w:val="clear" w:pos="567"/>
          <w:tab w:val="clear" w:pos="1080"/>
          <w:tab w:val="left" w:pos="709"/>
        </w:tabs>
        <w:ind w:left="709" w:hanging="709"/>
        <w:rPr>
          <w:rFonts w:cs="Arial"/>
        </w:rPr>
      </w:pPr>
      <w:r w:rsidRPr="00024600">
        <w:rPr>
          <w:rFonts w:cs="Arial"/>
        </w:rPr>
        <w:t xml:space="preserve">Pokud Zhotovitel nevyklidí </w:t>
      </w:r>
      <w:r w:rsidR="008E50AE" w:rsidRPr="00024600">
        <w:rPr>
          <w:rFonts w:cs="Arial"/>
        </w:rPr>
        <w:t>staveniště/</w:t>
      </w:r>
      <w:r w:rsidRPr="00024600">
        <w:rPr>
          <w:rFonts w:cs="Arial"/>
        </w:rPr>
        <w:t>pracoviště ve sjednaném termínu, je Objednatel oprávněn požadovat po Zhotoviteli úhradu smluvní pokuty ve výši 5 000,- Kč za každý i započatý den prodlení.</w:t>
      </w:r>
    </w:p>
    <w:p w14:paraId="14002A73" w14:textId="05342777" w:rsidR="00FB3A02" w:rsidRPr="00024600" w:rsidRDefault="00FB3A02" w:rsidP="001768A4">
      <w:pPr>
        <w:pStyle w:val="01-ODST-2"/>
        <w:tabs>
          <w:tab w:val="clear" w:pos="567"/>
          <w:tab w:val="clear" w:pos="1080"/>
          <w:tab w:val="left" w:pos="709"/>
        </w:tabs>
        <w:ind w:left="709" w:hanging="709"/>
        <w:rPr>
          <w:rFonts w:cs="Arial"/>
        </w:rPr>
      </w:pPr>
      <w:r w:rsidRPr="00024600">
        <w:rPr>
          <w:rFonts w:cs="Arial"/>
        </w:rPr>
        <w:t>Smluvní pokuta za neodstranění reklamovaných vad v záruční době</w:t>
      </w:r>
    </w:p>
    <w:p w14:paraId="3CDABFB2" w14:textId="1C9434FC" w:rsidR="00FB3A02" w:rsidRPr="00024600" w:rsidRDefault="00FB3A02" w:rsidP="00AF5762">
      <w:pPr>
        <w:pStyle w:val="01-ODST-2"/>
        <w:numPr>
          <w:ilvl w:val="0"/>
          <w:numId w:val="17"/>
        </w:numPr>
        <w:rPr>
          <w:rFonts w:cs="Arial"/>
        </w:rPr>
      </w:pPr>
      <w:r w:rsidRPr="00024600">
        <w:rPr>
          <w:rFonts w:cs="Arial"/>
        </w:rPr>
        <w:t>Při prodlení se splněním stanoveného termínu odstranění reklamované vady Díla nebo dohodnutého termínu nástupu na odstranění reklamované vady Díla, je Objednatel oprávněn po Zhotoviteli požadovat úhradu smluvní pokuty ve výši 5 000,- Kč za každou vadu a započatý den prodlení.</w:t>
      </w:r>
    </w:p>
    <w:p w14:paraId="7CC16BA7" w14:textId="00FA134F" w:rsidR="00FB3A02" w:rsidRPr="00024600" w:rsidRDefault="00FB3A02" w:rsidP="00AF5762">
      <w:pPr>
        <w:pStyle w:val="01-ODST-2"/>
        <w:numPr>
          <w:ilvl w:val="0"/>
          <w:numId w:val="17"/>
        </w:numPr>
        <w:rPr>
          <w:rFonts w:cs="Arial"/>
        </w:rPr>
      </w:pPr>
      <w:r w:rsidRPr="00024600">
        <w:rPr>
          <w:rFonts w:cs="Arial"/>
        </w:rPr>
        <w:t>Pokud Zhotovitel nebude písemně reagovat na písemnou reklamaci vady ve stanovených lhůtách, nebo si v těchto lhůtách písemně nedohodne s Objednatelem vzhledem k rozsahu a složitosti reklamované vady lhůtu delší, je Objednatel oprávněn po Zhotoviteli požadovat úhradu další smluvní pokuty ve výši 5 000,- Kč za každou reklamaci.</w:t>
      </w:r>
    </w:p>
    <w:p w14:paraId="14C362CB" w14:textId="3168B6E9" w:rsidR="00FB3A02" w:rsidRPr="00024600" w:rsidRDefault="00FB3A02" w:rsidP="00AF5762">
      <w:pPr>
        <w:pStyle w:val="01-ODST-2"/>
        <w:numPr>
          <w:ilvl w:val="0"/>
          <w:numId w:val="17"/>
        </w:numPr>
        <w:rPr>
          <w:rFonts w:cs="Arial"/>
        </w:rPr>
      </w:pPr>
      <w:r w:rsidRPr="00024600">
        <w:rPr>
          <w:rFonts w:cs="Arial"/>
        </w:rPr>
        <w:t>Pokud Zhotovitel poruší své povinnosti, jak je uvedeno v předchozích dvou odstavcích a</w:t>
      </w:r>
      <w:r w:rsidR="009C047E" w:rsidRPr="00024600">
        <w:rPr>
          <w:rFonts w:cs="Arial"/>
        </w:rPr>
        <w:t> </w:t>
      </w:r>
      <w:r w:rsidRPr="00024600">
        <w:rPr>
          <w:rFonts w:cs="Arial"/>
        </w:rPr>
        <w:t>v</w:t>
      </w:r>
      <w:r w:rsidR="009C047E" w:rsidRPr="00024600">
        <w:rPr>
          <w:rFonts w:cs="Arial"/>
        </w:rPr>
        <w:t> </w:t>
      </w:r>
      <w:r w:rsidRPr="00024600">
        <w:rPr>
          <w:rFonts w:cs="Arial"/>
        </w:rPr>
        <w:t>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14:paraId="5856165C" w14:textId="64BEE393" w:rsidR="00FB3A02" w:rsidRPr="00024600" w:rsidRDefault="00FB3A02" w:rsidP="001768A4">
      <w:pPr>
        <w:pStyle w:val="01-ODST-2"/>
        <w:tabs>
          <w:tab w:val="clear" w:pos="567"/>
          <w:tab w:val="clear" w:pos="1080"/>
          <w:tab w:val="left" w:pos="709"/>
        </w:tabs>
        <w:ind w:left="709" w:hanging="709"/>
        <w:rPr>
          <w:rFonts w:cs="Arial"/>
        </w:rPr>
      </w:pPr>
      <w:r w:rsidRPr="00024600">
        <w:rPr>
          <w:rFonts w:cs="Arial"/>
        </w:rPr>
        <w:t>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„Registr“), který tvoří nedílnou součást této Smlouvy. Nestanoví-li Registr podle předchozí věty smluvní pokutu za příslušné porušení právních předpisů k zajištění BOZP a</w:t>
      </w:r>
      <w:r w:rsidR="00F11261" w:rsidRPr="00024600">
        <w:rPr>
          <w:rFonts w:cs="Arial"/>
        </w:rPr>
        <w:t> </w:t>
      </w:r>
      <w:r w:rsidRPr="00024600">
        <w:rPr>
          <w:rFonts w:cs="Arial"/>
        </w:rPr>
        <w:t>požární ochrany upravujících nakládání s odpady a/nebo vnitřních předpisů Objednatele, pak činí smluvní pokuta částku 5 000,- Kč za každý jednotlivý případ porušení. Porušení bude zaznamenáno v deníku oprávněným Zástupcem Objednatele.</w:t>
      </w:r>
    </w:p>
    <w:p w14:paraId="2F3C914C" w14:textId="4795D8CB" w:rsidR="00FB3A02" w:rsidRPr="00024600" w:rsidRDefault="00EF1176" w:rsidP="001768A4">
      <w:pPr>
        <w:pStyle w:val="01-ODST-2"/>
        <w:tabs>
          <w:tab w:val="clear" w:pos="567"/>
          <w:tab w:val="clear" w:pos="1080"/>
          <w:tab w:val="left" w:pos="709"/>
        </w:tabs>
        <w:ind w:left="709" w:hanging="709"/>
        <w:rPr>
          <w:rFonts w:cs="Arial"/>
        </w:rPr>
      </w:pPr>
      <w:r w:rsidRPr="00024600">
        <w:rPr>
          <w:rFonts w:cs="Arial"/>
        </w:rPr>
        <w:t>V případě, že Zhotovitel postoupí tuto Smlouvu, dílčí smlouvu či jednotlivé části třetí osobě bez souhlasu Objednatele, je Objednatel oprávněn vyúčtovat Zhotoviteli smluvní pokutu ve výši 20</w:t>
      </w:r>
      <w:r w:rsidR="00F11261" w:rsidRPr="00024600">
        <w:rPr>
          <w:rFonts w:cs="Arial"/>
        </w:rPr>
        <w:t> </w:t>
      </w:r>
      <w:r w:rsidRPr="00024600">
        <w:rPr>
          <w:rFonts w:cs="Arial"/>
        </w:rPr>
        <w:t>000,- Kč.</w:t>
      </w:r>
    </w:p>
    <w:p w14:paraId="51D78BE7" w14:textId="73943E55" w:rsidR="007D34B2" w:rsidRPr="00024600" w:rsidRDefault="007D34B2" w:rsidP="001768A4">
      <w:pPr>
        <w:pStyle w:val="01-ODST-2"/>
        <w:tabs>
          <w:tab w:val="clear" w:pos="567"/>
          <w:tab w:val="clear" w:pos="1080"/>
          <w:tab w:val="left" w:pos="709"/>
        </w:tabs>
        <w:ind w:left="709" w:hanging="709"/>
        <w:rPr>
          <w:rFonts w:cs="Arial"/>
        </w:rPr>
      </w:pPr>
      <w:r w:rsidRPr="00024600">
        <w:rPr>
          <w:rFonts w:cs="Arial"/>
        </w:rPr>
        <w:lastRenderedPageBreak/>
        <w:t>Bude-li Zhotovitel v prodlení se splněním informační povinnosti dle odst. 13.3. této Smlouvy, je Objednatel oprávněn požadovat po Zhotoviteli úhradu smluvní pokuty ve výši 5 000,- Kč za každý i</w:t>
      </w:r>
      <w:r w:rsidR="009C047E" w:rsidRPr="00024600">
        <w:rPr>
          <w:rFonts w:cs="Arial"/>
        </w:rPr>
        <w:t> </w:t>
      </w:r>
      <w:r w:rsidRPr="00024600">
        <w:rPr>
          <w:rFonts w:cs="Arial"/>
        </w:rPr>
        <w:t>započatý den prodlení.</w:t>
      </w:r>
    </w:p>
    <w:p w14:paraId="65C53936" w14:textId="73F9B187" w:rsidR="007D34B2" w:rsidRPr="00024600" w:rsidRDefault="007D34B2" w:rsidP="001768A4">
      <w:pPr>
        <w:pStyle w:val="01-ODST-2"/>
        <w:tabs>
          <w:tab w:val="clear" w:pos="567"/>
          <w:tab w:val="clear" w:pos="1080"/>
          <w:tab w:val="left" w:pos="709"/>
        </w:tabs>
        <w:ind w:left="709" w:hanging="709"/>
        <w:rPr>
          <w:rFonts w:cs="Arial"/>
        </w:rPr>
      </w:pPr>
      <w:r w:rsidRPr="00024600">
        <w:rPr>
          <w:rFonts w:cs="Arial"/>
        </w:rPr>
        <w:t>Pokud Zhotovitel poruší povinnost mít uzavřené příslušné pojištění po celou dobu trvání Smlouvy, je Objednatel oprávněn požadovat po Zhotoviteli úhradu smluvní pokuty ve výši 1 % z minimálního pojistného plnění pro to pojištění, které nemá uzavřeno.</w:t>
      </w:r>
    </w:p>
    <w:p w14:paraId="3AB08E01" w14:textId="3643C997" w:rsidR="007D34B2" w:rsidRPr="00024600" w:rsidRDefault="007D34B2" w:rsidP="001768A4">
      <w:pPr>
        <w:pStyle w:val="01-ODST-2"/>
        <w:tabs>
          <w:tab w:val="clear" w:pos="567"/>
          <w:tab w:val="clear" w:pos="1080"/>
          <w:tab w:val="left" w:pos="709"/>
        </w:tabs>
        <w:ind w:left="709" w:hanging="709"/>
        <w:rPr>
          <w:rFonts w:cs="Arial"/>
        </w:rPr>
      </w:pPr>
      <w:r w:rsidRPr="00024600">
        <w:rPr>
          <w:rFonts w:cs="Arial"/>
        </w:rPr>
        <w:t>Pokud Zhotovitel uvede nepravdivé údaje v čestném prohlášení o neexistenci střetu zájmů a</w:t>
      </w:r>
      <w:r w:rsidR="009C047E" w:rsidRPr="00024600">
        <w:rPr>
          <w:rFonts w:cs="Arial"/>
        </w:rPr>
        <w:t> </w:t>
      </w:r>
      <w:r w:rsidRPr="00024600">
        <w:rPr>
          <w:rFonts w:cs="Arial"/>
        </w:rPr>
        <w:t xml:space="preserve">pravdivosti údajů o skutečném majiteli, které je </w:t>
      </w:r>
      <w:permStart w:id="2022638050" w:edGrp="everyone"/>
      <w:r w:rsidRPr="00024600">
        <w:rPr>
          <w:rFonts w:cs="Arial"/>
        </w:rPr>
        <w:t xml:space="preserve">přílohou č. 5 </w:t>
      </w:r>
      <w:permEnd w:id="2022638050"/>
      <w:r w:rsidRPr="00024600">
        <w:rPr>
          <w:rFonts w:cs="Arial"/>
        </w:rPr>
        <w:t>této rámcové dohody, zavazuje se uhradit Objednateli smluvní pokutu ve výši ve výši 50.000 Kč (slovy: padesát tisíc korun českých).</w:t>
      </w:r>
    </w:p>
    <w:p w14:paraId="339334FA" w14:textId="0ACCBB1C" w:rsidR="007D34B2" w:rsidRPr="00024600" w:rsidRDefault="007D34B2" w:rsidP="001768A4">
      <w:pPr>
        <w:pStyle w:val="01-ODST-2"/>
        <w:tabs>
          <w:tab w:val="clear" w:pos="567"/>
          <w:tab w:val="clear" w:pos="1080"/>
          <w:tab w:val="left" w:pos="709"/>
        </w:tabs>
        <w:ind w:left="709" w:hanging="709"/>
        <w:rPr>
          <w:rFonts w:cs="Arial"/>
        </w:rPr>
      </w:pPr>
      <w:r w:rsidRPr="00024600">
        <w:rPr>
          <w:rFonts w:cs="Arial"/>
        </w:rPr>
        <w:t>V případě, že Zhotovitel poruší povinnost dle odst. 15.13. této rámcové dohody informovat Objednatele o změně v zápisu údajů o jeho skutečném majiteli nebo o změně v zápisu údajů o</w:t>
      </w:r>
      <w:r w:rsidR="009C047E" w:rsidRPr="00024600">
        <w:rPr>
          <w:rFonts w:cs="Arial"/>
        </w:rPr>
        <w:t> </w:t>
      </w:r>
      <w:r w:rsidRPr="00024600">
        <w:rPr>
          <w:rFonts w:cs="Arial"/>
        </w:rPr>
        <w:t>skutečném majiteli poddodavatele, jehož prostřednictvím Zhotovitel v zadávacím řízení vedoucím k uzavření této smlouvy prokazoval kvalifikaci, zavazuje se uhradit Objednateli smluvní pokutu ve výši 10.000 Kč (slovy: deset tisíc korun českých) za každý započatý den prodlení s</w:t>
      </w:r>
      <w:r w:rsidR="00F11261" w:rsidRPr="00024600">
        <w:rPr>
          <w:rFonts w:cs="Arial"/>
        </w:rPr>
        <w:t> </w:t>
      </w:r>
      <w:r w:rsidRPr="00024600">
        <w:rPr>
          <w:rFonts w:cs="Arial"/>
        </w:rPr>
        <w:t>porušením této povinnosti, došlo-li v důsledku této změny k zápisu veřejného funkcionáře uvedeného v ust. § 2 odst. 1 písm. c) ZSZ jako skutečného majitele Zhotovitele nebo poddodavatele z titulu osoby s koncovým vlivem, nebo smluvní pokutu ve výši ve výši 5.000 Kč (slovy: pět tisíc korun českých) za každý započatý den prodlení s porušením této povinnosti, došlo-li v důsledku této změny k zápisu jakékoliv jiné změny</w:t>
      </w:r>
    </w:p>
    <w:p w14:paraId="49007340" w14:textId="29679931" w:rsidR="00EF1176" w:rsidRPr="00024600" w:rsidRDefault="00EF1176" w:rsidP="001768A4">
      <w:pPr>
        <w:pStyle w:val="01-ODST-2"/>
        <w:tabs>
          <w:tab w:val="clear" w:pos="567"/>
          <w:tab w:val="clear" w:pos="1080"/>
          <w:tab w:val="left" w:pos="709"/>
        </w:tabs>
        <w:ind w:left="709" w:hanging="709"/>
        <w:rPr>
          <w:rFonts w:cs="Arial"/>
        </w:rPr>
      </w:pPr>
      <w:r w:rsidRPr="00024600">
        <w:rPr>
          <w:rFonts w:cs="Arial"/>
        </w:rPr>
        <w:t xml:space="preserve">Pokud Zhotovitel uvede nepravdivé údaje v čestném prohlášení o nepodléhání omezujícím opatřením, které je </w:t>
      </w:r>
      <w:permStart w:id="1194150301" w:edGrp="everyone"/>
      <w:r w:rsidRPr="00024600">
        <w:rPr>
          <w:rFonts w:cs="Arial"/>
        </w:rPr>
        <w:t xml:space="preserve">přílohou č. 6 </w:t>
      </w:r>
      <w:permEnd w:id="1194150301"/>
      <w:r w:rsidRPr="00024600">
        <w:rPr>
          <w:rFonts w:cs="Arial"/>
        </w:rPr>
        <w:t>této rámcové dohody, zavazuje se uhradit Objednateli smluvní pokutu ve výši ve výši 50.000 Kč (slovy: padesát tisíc korun českých).</w:t>
      </w:r>
    </w:p>
    <w:p w14:paraId="7284DD56" w14:textId="5A6B69AF" w:rsidR="00124808" w:rsidRPr="00024600" w:rsidRDefault="00EF1176" w:rsidP="001768A4">
      <w:pPr>
        <w:pStyle w:val="01-ODST-2"/>
        <w:tabs>
          <w:tab w:val="clear" w:pos="567"/>
          <w:tab w:val="clear" w:pos="1080"/>
          <w:tab w:val="left" w:pos="709"/>
        </w:tabs>
        <w:ind w:left="709" w:hanging="709"/>
        <w:rPr>
          <w:rFonts w:cs="Arial"/>
        </w:rPr>
      </w:pPr>
      <w:r w:rsidRPr="00024600">
        <w:rPr>
          <w:rFonts w:cs="Arial"/>
        </w:rPr>
        <w:t xml:space="preserve">V případě, že Zhotovitel poruší povinnost dle odst. 15.15. této rámcové dohody informovat Objednatele o změně údajů a skutečností, o nichž činil Zhotovitel čestné prohlášení o nepodléhání omezujícím opatřením, které je </w:t>
      </w:r>
      <w:permStart w:id="1607422633" w:edGrp="everyone"/>
      <w:r w:rsidRPr="00024600">
        <w:rPr>
          <w:rFonts w:cs="Arial"/>
        </w:rPr>
        <w:t xml:space="preserve">přílohou č. 6 </w:t>
      </w:r>
      <w:permEnd w:id="1607422633"/>
      <w:r w:rsidRPr="00024600">
        <w:rPr>
          <w:rFonts w:cs="Arial"/>
        </w:rPr>
        <w:t>této rámcové dohody, a které vedou k jeho nepravdivosti zavazuje se uhradit Objednateli smluvní pokutu ve výši 10.000 Kč (slovy: deset tisíc korun českých) za každý započatý den prodlení s porušením této povinnosti.</w:t>
      </w:r>
    </w:p>
    <w:p w14:paraId="67964532" w14:textId="4F13FF4B" w:rsidR="007D34B2" w:rsidRPr="00024600" w:rsidRDefault="003E1206" w:rsidP="001768A4">
      <w:pPr>
        <w:pStyle w:val="01-ODST-2"/>
        <w:tabs>
          <w:tab w:val="clear" w:pos="567"/>
          <w:tab w:val="clear" w:pos="1080"/>
          <w:tab w:val="left" w:pos="709"/>
        </w:tabs>
        <w:ind w:left="709" w:hanging="709"/>
        <w:rPr>
          <w:rFonts w:cs="Arial"/>
        </w:rPr>
      </w:pPr>
      <w:r w:rsidRPr="00024600">
        <w:rPr>
          <w:rFonts w:cs="Arial"/>
        </w:rPr>
        <w:t xml:space="preserve">Smluvní strany se dohodly, že v případě vzájemného souhlasu, je možné smluvní pokutu vyrovnat odpovídajícím věcným či jiným plněním. Tento souhlas musí být písemný a musí v něm být vyúčtována výše smluvní pokuty a přesně specifikováno, jakým </w:t>
      </w:r>
      <w:r w:rsidR="001524AB" w:rsidRPr="00024600">
        <w:rPr>
          <w:rFonts w:cs="Arial"/>
        </w:rPr>
        <w:t xml:space="preserve">věcným či jiným </w:t>
      </w:r>
      <w:r w:rsidRPr="00024600">
        <w:rPr>
          <w:rFonts w:cs="Arial"/>
        </w:rPr>
        <w:t xml:space="preserve">plněním bude smluvní pokuta vyrovnána. </w:t>
      </w:r>
    </w:p>
    <w:p w14:paraId="35AF2AEB" w14:textId="65C23C75"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Smluvní pokutu vyúčtuje oprávněná Smluvní strana povinné Smluvní straně písemnou formou.</w:t>
      </w:r>
    </w:p>
    <w:p w14:paraId="1C0E3FF5" w14:textId="77777777"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Ve vyúčtování musí být uvedeno ustanovení Smlouvy, které k vyúčtování smluvní pokuty opravňuje a způsob výpočtu celkové výše smluvní pokuty.</w:t>
      </w:r>
    </w:p>
    <w:p w14:paraId="69B85186" w14:textId="77777777"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Povinná Smluvní strana je povinna uhradit vyúčtované smluvní pokuty nejpozději do 30 dnů ode dne obdržení příslušného vyúčtování.</w:t>
      </w:r>
    </w:p>
    <w:p w14:paraId="5F1C725F" w14:textId="77777777"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Zaplacením jakékoli smluvní pokuty není dotčeno právo Objednatele požadovat na Zhotoviteli náhradu škody, a to v plném rozsahu.</w:t>
      </w:r>
    </w:p>
    <w:p w14:paraId="615C878B" w14:textId="77777777"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 xml:space="preserve">Zhotovitel prohlašuje, že smluvní pokuty </w:t>
      </w:r>
      <w:r w:rsidR="00D97207" w:rsidRPr="00024600">
        <w:rPr>
          <w:rFonts w:cs="Arial"/>
        </w:rPr>
        <w:t xml:space="preserve">stanovené touto Smlouvou považuje </w:t>
      </w:r>
      <w:r w:rsidRPr="00024600">
        <w:rPr>
          <w:rFonts w:cs="Arial"/>
        </w:rPr>
        <w:t>za přiměřené</w:t>
      </w:r>
      <w:r w:rsidR="00D97207" w:rsidRPr="00024600">
        <w:rPr>
          <w:rFonts w:cs="Arial"/>
        </w:rPr>
        <w:t xml:space="preserve">, a to s ohledem na </w:t>
      </w:r>
      <w:r w:rsidRPr="00024600">
        <w:rPr>
          <w:rFonts w:cs="Arial"/>
        </w:rPr>
        <w:t>povinnost</w:t>
      </w:r>
      <w:r w:rsidR="00D97207" w:rsidRPr="00024600">
        <w:rPr>
          <w:rFonts w:cs="Arial"/>
        </w:rPr>
        <w:t>i</w:t>
      </w:r>
      <w:r w:rsidRPr="00024600">
        <w:rPr>
          <w:rFonts w:cs="Arial"/>
        </w:rPr>
        <w:t xml:space="preserve">, ke kterým se </w:t>
      </w:r>
      <w:r w:rsidR="00D97207" w:rsidRPr="00024600">
        <w:rPr>
          <w:rFonts w:cs="Arial"/>
        </w:rPr>
        <w:t>vztahují</w:t>
      </w:r>
      <w:r w:rsidRPr="00024600">
        <w:rPr>
          <w:rFonts w:cs="Arial"/>
        </w:rPr>
        <w:t xml:space="preserve">. </w:t>
      </w:r>
    </w:p>
    <w:p w14:paraId="35C8C1F4" w14:textId="77777777" w:rsidR="000F21BD" w:rsidRPr="00024600" w:rsidRDefault="000F21BD" w:rsidP="004C26FF">
      <w:pPr>
        <w:pStyle w:val="01-L"/>
        <w:ind w:left="454"/>
        <w:rPr>
          <w:rFonts w:cs="Arial"/>
          <w:bCs w:val="0"/>
        </w:rPr>
      </w:pPr>
      <w:r w:rsidRPr="00024600">
        <w:rPr>
          <w:rFonts w:cs="Arial"/>
          <w:bCs w:val="0"/>
        </w:rPr>
        <w:t>Další ujednání</w:t>
      </w:r>
    </w:p>
    <w:p w14:paraId="71C57B0A" w14:textId="7B6FA6E4" w:rsidR="00472B2B" w:rsidRPr="00024600" w:rsidRDefault="00472B2B" w:rsidP="001768A4">
      <w:pPr>
        <w:pStyle w:val="01-ODST-2"/>
        <w:tabs>
          <w:tab w:val="clear" w:pos="567"/>
          <w:tab w:val="clear" w:pos="1080"/>
          <w:tab w:val="left" w:pos="709"/>
        </w:tabs>
        <w:ind w:left="709" w:hanging="709"/>
        <w:rPr>
          <w:rFonts w:cs="Arial"/>
        </w:rPr>
      </w:pPr>
      <w:r w:rsidRPr="00024600">
        <w:rPr>
          <w:rFonts w:cs="Arial"/>
        </w:rPr>
        <w:t>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w:t>
      </w:r>
      <w:r w:rsidR="00F872EF" w:rsidRPr="00024600">
        <w:rPr>
          <w:rFonts w:cs="Arial"/>
        </w:rPr>
        <w:t xml:space="preserve"> </w:t>
      </w:r>
      <w:r w:rsidRPr="00024600">
        <w:rPr>
          <w:rFonts w:cs="Arial"/>
        </w:rPr>
        <w:t xml:space="preserve">dílčí smlouvy. </w:t>
      </w:r>
    </w:p>
    <w:p w14:paraId="400E20D3" w14:textId="77777777" w:rsidR="00472B2B" w:rsidRPr="00024600" w:rsidRDefault="00472B2B" w:rsidP="001768A4">
      <w:pPr>
        <w:pStyle w:val="01-ODST-2"/>
        <w:tabs>
          <w:tab w:val="clear" w:pos="567"/>
          <w:tab w:val="clear" w:pos="1080"/>
          <w:tab w:val="left" w:pos="709"/>
        </w:tabs>
        <w:ind w:left="709" w:hanging="709"/>
        <w:rPr>
          <w:rFonts w:cs="Arial"/>
        </w:rPr>
      </w:pPr>
      <w:r w:rsidRPr="00024600">
        <w:rPr>
          <w:rFonts w:cs="Arial"/>
        </w:rPr>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790E1198" w14:textId="235D37FB" w:rsidR="00472B2B" w:rsidRPr="00024600" w:rsidRDefault="00472B2B" w:rsidP="001768A4">
      <w:pPr>
        <w:pStyle w:val="01-ODST-2"/>
        <w:tabs>
          <w:tab w:val="clear" w:pos="567"/>
          <w:tab w:val="clear" w:pos="1080"/>
          <w:tab w:val="left" w:pos="709"/>
        </w:tabs>
        <w:ind w:left="709" w:hanging="709"/>
        <w:rPr>
          <w:rFonts w:cs="Arial"/>
        </w:rPr>
      </w:pPr>
      <w:r w:rsidRPr="00024600">
        <w:rPr>
          <w:rFonts w:cs="Arial"/>
        </w:rPr>
        <w:t xml:space="preserve">Smluvní strany se zavazují jednat a přijmout taková opatření, aby nevzniklo jakékoliv důvodné podezření ze spáchání trestného činu či nedošlo k samotnému spáchání trestného činu (včetně </w:t>
      </w:r>
      <w:r w:rsidRPr="00024600">
        <w:rPr>
          <w:rFonts w:cs="Arial"/>
        </w:rPr>
        <w:lastRenderedPageBreak/>
        <w:t>formy účastenství), které by mohlo být jakékoliv ze Smluvních stran přičteno podle zákona č.</w:t>
      </w:r>
      <w:r w:rsidR="00F11261" w:rsidRPr="00024600">
        <w:rPr>
          <w:rFonts w:cs="Arial"/>
        </w:rPr>
        <w:t> </w:t>
      </w:r>
      <w:r w:rsidRPr="00024600">
        <w:rPr>
          <w:rFonts w:cs="Arial"/>
        </w:rPr>
        <w:t>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kodexem pro obchodní partnery společnosti ČEPRO, a.s. a veřejnost v</w:t>
      </w:r>
      <w:r w:rsidR="00F11261" w:rsidRPr="00024600">
        <w:rPr>
          <w:rFonts w:cs="Arial"/>
        </w:rPr>
        <w:t> </w:t>
      </w:r>
      <w:r w:rsidRPr="00024600">
        <w:rPr>
          <w:rFonts w:cs="Arial"/>
        </w:rPr>
        <w:t>platném znění (dále jen „Etický kodex“) a zavazuje se tento dodržovat na vlastní náklady a</w:t>
      </w:r>
      <w:r w:rsidR="00F11261" w:rsidRPr="00024600">
        <w:rPr>
          <w:rFonts w:cs="Arial"/>
        </w:rPr>
        <w:t> </w:t>
      </w:r>
      <w:r w:rsidRPr="00024600">
        <w:rPr>
          <w:rFonts w:cs="Arial"/>
        </w:rPr>
        <w:t xml:space="preserve">odpovědnost při plnění svých závazků vzniklých z této Smlouvy. Etický kodex v platném znění je uveřejněn na webových stránkách ČEPRO, a.s. </w:t>
      </w:r>
      <w:hyperlink r:id="rId11" w:history="1">
        <w:r w:rsidRPr="00024600">
          <w:t>www.ceproas.cz</w:t>
        </w:r>
      </w:hyperlink>
      <w:r w:rsidRPr="00024600">
        <w:rPr>
          <w:rFonts w:cs="Arial"/>
        </w:rPr>
        <w:t>.</w:t>
      </w:r>
    </w:p>
    <w:p w14:paraId="2BC5F758" w14:textId="14FFDC91" w:rsidR="00472B2B" w:rsidRPr="00024600" w:rsidRDefault="00472B2B" w:rsidP="001768A4">
      <w:pPr>
        <w:pStyle w:val="01-ODST-2"/>
        <w:tabs>
          <w:tab w:val="clear" w:pos="567"/>
          <w:tab w:val="clear" w:pos="1080"/>
          <w:tab w:val="left" w:pos="709"/>
        </w:tabs>
        <w:ind w:left="709" w:hanging="709"/>
        <w:rPr>
          <w:rFonts w:cs="Arial"/>
        </w:rPr>
      </w:pPr>
      <w:r w:rsidRPr="00024600">
        <w:rPr>
          <w:rFonts w:cs="Arial"/>
        </w:rPr>
        <w:t xml:space="preserve">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1F091326" w14:textId="037B5C88" w:rsidR="00472B2B" w:rsidRPr="00024600" w:rsidRDefault="00F872EF" w:rsidP="001768A4">
      <w:pPr>
        <w:pStyle w:val="01-ODST-2"/>
        <w:tabs>
          <w:tab w:val="clear" w:pos="567"/>
          <w:tab w:val="clear" w:pos="1080"/>
          <w:tab w:val="left" w:pos="709"/>
        </w:tabs>
        <w:ind w:left="709" w:hanging="709"/>
        <w:rPr>
          <w:rFonts w:cs="Arial"/>
        </w:rPr>
      </w:pPr>
      <w:r w:rsidRPr="00024600">
        <w:rPr>
          <w:rFonts w:cs="Arial"/>
        </w:rPr>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12" w:history="1">
        <w:r w:rsidRPr="00024600">
          <w:rPr>
            <w:rFonts w:cs="Arial"/>
            <w:u w:val="single"/>
          </w:rPr>
          <w:t>https://www.ceproas.cz/vyberova-rizeni</w:t>
        </w:r>
      </w:hyperlink>
      <w:r w:rsidRPr="00024600">
        <w:rPr>
          <w:rFonts w:cs="Arial"/>
          <w:u w:val="single"/>
        </w:rPr>
        <w:t xml:space="preserve"> a etické zásady</w:t>
      </w:r>
      <w:r w:rsidRPr="00024600">
        <w:rPr>
          <w:rFonts w:cs="Arial"/>
        </w:rPr>
        <w:t>, obsažené v Etickém kodexu</w:t>
      </w:r>
      <w:r w:rsidR="00472B2B" w:rsidRPr="00024600">
        <w:rPr>
          <w:rFonts w:cs="Arial"/>
        </w:rPr>
        <w:t>.</w:t>
      </w:r>
    </w:p>
    <w:p w14:paraId="3A306D66" w14:textId="77777777" w:rsidR="00472B2B" w:rsidRPr="00024600" w:rsidRDefault="00472B2B" w:rsidP="001768A4">
      <w:pPr>
        <w:pStyle w:val="01-ODST-2"/>
        <w:tabs>
          <w:tab w:val="clear" w:pos="567"/>
          <w:tab w:val="clear" w:pos="1080"/>
          <w:tab w:val="left" w:pos="709"/>
        </w:tabs>
        <w:ind w:left="709" w:hanging="709"/>
        <w:rPr>
          <w:rFonts w:cs="Arial"/>
        </w:rPr>
      </w:pPr>
      <w:r w:rsidRPr="00024600">
        <w:rPr>
          <w:rFonts w:cs="Arial"/>
        </w:rPr>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3" w:history="1">
        <w:r w:rsidRPr="00024600">
          <w:t>www.ceproas.cz</w:t>
        </w:r>
      </w:hyperlink>
      <w:r w:rsidRPr="00024600">
        <w:rPr>
          <w:rFonts w:cs="Arial"/>
        </w:rPr>
        <w:t xml:space="preserve"> v sekci Ochrana osobních údajů.</w:t>
      </w:r>
    </w:p>
    <w:p w14:paraId="6EE1BEAA" w14:textId="4EC2031B" w:rsidR="00472B2B" w:rsidRPr="00024600" w:rsidRDefault="00472B2B" w:rsidP="001768A4">
      <w:pPr>
        <w:pStyle w:val="01-ODST-2"/>
        <w:tabs>
          <w:tab w:val="clear" w:pos="567"/>
          <w:tab w:val="clear" w:pos="1080"/>
          <w:tab w:val="left" w:pos="709"/>
        </w:tabs>
        <w:ind w:left="709" w:hanging="709"/>
        <w:rPr>
          <w:rFonts w:cs="Arial"/>
        </w:rPr>
      </w:pPr>
      <w:r w:rsidRPr="00024600">
        <w:rPr>
          <w:rFonts w:cs="Arial"/>
        </w:rPr>
        <w:t>Zhotovitel odpovídá Objednateli za splnění veškerých povinností plynoucích z této Smlouvy a</w:t>
      </w:r>
      <w:r w:rsidR="001D17AE" w:rsidRPr="00024600">
        <w:rPr>
          <w:rFonts w:cs="Arial"/>
        </w:rPr>
        <w:t> </w:t>
      </w:r>
      <w:r w:rsidRPr="00024600">
        <w:rPr>
          <w:rFonts w:cs="Arial"/>
        </w:rPr>
        <w:t>veškeré důsledky vzniklé porušením některé povinnosti Zhotovitele jdou k tíži Zhotovitele a</w:t>
      </w:r>
      <w:r w:rsidR="001D17AE" w:rsidRPr="00024600">
        <w:rPr>
          <w:rFonts w:cs="Arial"/>
        </w:rPr>
        <w:t> </w:t>
      </w:r>
      <w:r w:rsidRPr="00024600">
        <w:rPr>
          <w:rFonts w:cs="Arial"/>
        </w:rPr>
        <w:t xml:space="preserve">Zhotovitel se nemůže zprostit odpovědnosti vůči Objednateli poukazem na případné nesplnění povinností třetí osobou. </w:t>
      </w:r>
    </w:p>
    <w:p w14:paraId="655C6D14" w14:textId="41878157" w:rsidR="00472B2B" w:rsidRPr="00024600" w:rsidRDefault="00472B2B" w:rsidP="001768A4">
      <w:pPr>
        <w:pStyle w:val="01-ODST-2"/>
        <w:tabs>
          <w:tab w:val="clear" w:pos="567"/>
          <w:tab w:val="clear" w:pos="1080"/>
          <w:tab w:val="left" w:pos="709"/>
        </w:tabs>
        <w:ind w:left="709" w:hanging="709"/>
        <w:rPr>
          <w:rFonts w:cs="Arial"/>
        </w:rPr>
      </w:pPr>
      <w:r w:rsidRPr="00024600">
        <w:rPr>
          <w:rFonts w:cs="Arial"/>
        </w:rPr>
        <w:t>Zhotovitel je povinen Objednateli nahradit újmu vzniklou při plnění této Smlouvy a v souvislosti s ní nesplněním závazku či porušením povinnosti plynoucích z této Smlouvy. Pro náhradu majetkové a</w:t>
      </w:r>
      <w:r w:rsidR="001D17AE" w:rsidRPr="00024600">
        <w:rPr>
          <w:rFonts w:cs="Arial"/>
        </w:rPr>
        <w:t> </w:t>
      </w:r>
      <w:r w:rsidRPr="00024600">
        <w:rPr>
          <w:rFonts w:cs="Arial"/>
        </w:rPr>
        <w:t>nemajetkové újmy se užijí příslušná ustanovení platných právních předpisů, nebude-li mezi Smluvními stranami výslovně dohodnuto jinak.</w:t>
      </w:r>
    </w:p>
    <w:p w14:paraId="25D172B5" w14:textId="77777777" w:rsidR="00472B2B" w:rsidRPr="00024600" w:rsidRDefault="00472B2B" w:rsidP="001768A4">
      <w:pPr>
        <w:pStyle w:val="01-ODST-2"/>
        <w:tabs>
          <w:tab w:val="clear" w:pos="567"/>
          <w:tab w:val="clear" w:pos="1080"/>
          <w:tab w:val="left" w:pos="709"/>
        </w:tabs>
        <w:ind w:left="709" w:hanging="709"/>
        <w:rPr>
          <w:rFonts w:cs="Arial"/>
        </w:rPr>
      </w:pPr>
      <w:r w:rsidRPr="00024600">
        <w:rPr>
          <w:rFonts w:cs="Arial"/>
        </w:rPr>
        <w:t>Smluvní strany se zavazují zachovávat mlčenlivost o veškerých informacích, které budou označeny za důvěrné informace.</w:t>
      </w:r>
    </w:p>
    <w:p w14:paraId="573A3FAB" w14:textId="0696B593" w:rsidR="00016BB1" w:rsidRPr="00024600" w:rsidRDefault="00016BB1" w:rsidP="001768A4">
      <w:pPr>
        <w:pStyle w:val="01-ODST-2"/>
        <w:tabs>
          <w:tab w:val="clear" w:pos="567"/>
          <w:tab w:val="clear" w:pos="1080"/>
          <w:tab w:val="left" w:pos="709"/>
        </w:tabs>
        <w:ind w:left="709" w:hanging="709"/>
        <w:rPr>
          <w:rFonts w:cs="Arial"/>
        </w:rPr>
      </w:pPr>
      <w:r w:rsidRPr="00024600">
        <w:rPr>
          <w:rFonts w:cs="Arial"/>
        </w:rPr>
        <w:t>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w:t>
      </w:r>
      <w:r w:rsidR="001D17AE" w:rsidRPr="00024600">
        <w:rPr>
          <w:rFonts w:cs="Arial"/>
        </w:rPr>
        <w:t> </w:t>
      </w:r>
      <w:r w:rsidRPr="00024600">
        <w:rPr>
          <w:rFonts w:cs="Arial"/>
        </w:rPr>
        <w:t>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70A97250" w14:textId="77777777" w:rsidR="00016BB1" w:rsidRPr="00024600" w:rsidRDefault="00016BB1" w:rsidP="001768A4">
      <w:pPr>
        <w:pStyle w:val="01-ODST-2"/>
        <w:tabs>
          <w:tab w:val="clear" w:pos="567"/>
          <w:tab w:val="clear" w:pos="1080"/>
          <w:tab w:val="left" w:pos="709"/>
        </w:tabs>
        <w:ind w:left="709" w:hanging="709"/>
        <w:rPr>
          <w:rFonts w:cs="Arial"/>
        </w:rPr>
      </w:pPr>
      <w:r w:rsidRPr="00024600">
        <w:rPr>
          <w:rFonts w:cs="Arial"/>
        </w:rPr>
        <w:t>Zhotovitel prohlašuje, že veřejný funkcionář uvedený v ust. § 2 odst. 1 písm. c) ZSZ,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2F93562F" w14:textId="0154C470" w:rsidR="00016BB1" w:rsidRPr="00024600" w:rsidRDefault="00016BB1" w:rsidP="001768A4">
      <w:pPr>
        <w:pStyle w:val="01-ODST-2"/>
        <w:tabs>
          <w:tab w:val="clear" w:pos="567"/>
          <w:tab w:val="clear" w:pos="1080"/>
          <w:tab w:val="left" w:pos="709"/>
        </w:tabs>
        <w:ind w:left="709" w:hanging="709"/>
        <w:rPr>
          <w:rFonts w:cs="Arial"/>
        </w:rPr>
      </w:pPr>
      <w:r w:rsidRPr="00024600">
        <w:rPr>
          <w:rFonts w:cs="Arial"/>
        </w:rPr>
        <w:t>Pokud po uzavření této smlouvy veřejný funkcionář uvedený v ust. § 2 odst. 1 písm. c) ZSZ nebo jím ovládaná osoba nabude do vlastnictví podíl představující alespoň 25 % účasti společníka v</w:t>
      </w:r>
      <w:r w:rsidR="001D17AE" w:rsidRPr="00024600">
        <w:rPr>
          <w:rFonts w:cs="Arial"/>
        </w:rPr>
        <w:t> </w:t>
      </w:r>
      <w:r w:rsidRPr="00024600">
        <w:rPr>
          <w:rFonts w:cs="Arial"/>
        </w:rPr>
        <w:t>Zhotoviteli nebo v osobě, jejímž prostřednictvím Zhotovitel v zadávacím řízení vedoucím k</w:t>
      </w:r>
      <w:r w:rsidR="00883F96" w:rsidRPr="00024600">
        <w:rPr>
          <w:rFonts w:cs="Arial"/>
        </w:rPr>
        <w:t> </w:t>
      </w:r>
      <w:r w:rsidRPr="00024600">
        <w:rPr>
          <w:rFonts w:cs="Arial"/>
        </w:rPr>
        <w:t xml:space="preserve">uzavření této smlouvy prokazoval kvalifikaci, zavazuje se Zhotovitel o této skutečnosti písemně vyrozumět Objednatele bez zbytečného odkladu po jejím vzniku, nejpozději však do pěti (5) pracovních dnů po jejím vzniku. </w:t>
      </w:r>
    </w:p>
    <w:p w14:paraId="425E0AF0" w14:textId="75D3D819" w:rsidR="00016BB1" w:rsidRPr="00024600" w:rsidRDefault="00016BB1" w:rsidP="001768A4">
      <w:pPr>
        <w:pStyle w:val="01-ODST-2"/>
        <w:tabs>
          <w:tab w:val="clear" w:pos="567"/>
          <w:tab w:val="clear" w:pos="1080"/>
          <w:tab w:val="left" w:pos="709"/>
        </w:tabs>
        <w:ind w:left="709" w:hanging="709"/>
        <w:rPr>
          <w:rFonts w:cs="Arial"/>
        </w:rPr>
      </w:pPr>
      <w:r w:rsidRPr="00024600">
        <w:rPr>
          <w:rFonts w:cs="Arial"/>
        </w:rPr>
        <w:t xml:space="preserve">Zhotovitel se zavazuje, že po dobu účinnosti této </w:t>
      </w:r>
      <w:r w:rsidR="002F2CC1" w:rsidRPr="00024600">
        <w:rPr>
          <w:rFonts w:cs="Arial"/>
        </w:rPr>
        <w:t>S</w:t>
      </w:r>
      <w:r w:rsidRPr="00024600">
        <w:rPr>
          <w:rFonts w:cs="Arial"/>
        </w:rPr>
        <w:t xml:space="preserve">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w:t>
      </w:r>
      <w:r w:rsidRPr="00024600">
        <w:rPr>
          <w:rFonts w:cs="Arial"/>
        </w:rPr>
        <w:lastRenderedPageBreak/>
        <w:t xml:space="preserve">k uzavření této </w:t>
      </w:r>
      <w:r w:rsidR="002F2CC1" w:rsidRPr="00024600">
        <w:rPr>
          <w:rFonts w:cs="Arial"/>
        </w:rPr>
        <w:t>S</w:t>
      </w:r>
      <w:r w:rsidRPr="00024600">
        <w:rPr>
          <w:rFonts w:cs="Arial"/>
        </w:rPr>
        <w:t>mlouvy prokazoval kvalifikaci, uvedených v evidenci skutečných majitelů bez zbytečného odkladu po jejich změně, nejpozději však do pěti (5) pracovních dnů po jejich změně.</w:t>
      </w:r>
    </w:p>
    <w:p w14:paraId="38165B97" w14:textId="77777777" w:rsidR="00016BB1" w:rsidRPr="00024600" w:rsidRDefault="00016BB1" w:rsidP="001768A4">
      <w:pPr>
        <w:spacing w:after="80"/>
        <w:ind w:left="709"/>
        <w:rPr>
          <w:rFonts w:cs="Arial"/>
          <w:bCs/>
          <w:sz w:val="19"/>
          <w:szCs w:val="19"/>
        </w:rPr>
      </w:pPr>
      <w:permStart w:id="1875714779" w:edGrp="everyone"/>
      <w:r w:rsidRPr="00024600">
        <w:rPr>
          <w:rFonts w:cs="Arial"/>
          <w:bCs/>
          <w:i/>
          <w:iCs/>
          <w:sz w:val="19"/>
          <w:szCs w:val="19"/>
        </w:rPr>
        <w:t>Alternativní varianta pro právnické osoby se sídlem v České republice</w:t>
      </w:r>
    </w:p>
    <w:p w14:paraId="4CC47949" w14:textId="58259105" w:rsidR="00016BB1" w:rsidRPr="00024600" w:rsidRDefault="00016BB1" w:rsidP="001768A4">
      <w:pPr>
        <w:spacing w:after="160"/>
        <w:ind w:left="709"/>
        <w:rPr>
          <w:rFonts w:cs="Arial"/>
          <w:bCs/>
          <w:sz w:val="19"/>
          <w:szCs w:val="19"/>
        </w:rPr>
      </w:pPr>
      <w:r w:rsidRPr="00024600">
        <w:rPr>
          <w:rFonts w:cs="Arial"/>
          <w:bCs/>
          <w:sz w:val="19"/>
          <w:szCs w:val="19"/>
        </w:rPr>
        <w:t>Zhotovitel prohlašuje, že má v evidenci skutečných majitelů zapsány úplné, přesné a aktuální údaje o</w:t>
      </w:r>
      <w:r w:rsidR="001D17AE" w:rsidRPr="00024600">
        <w:rPr>
          <w:rFonts w:cs="Arial"/>
          <w:bCs/>
          <w:sz w:val="19"/>
          <w:szCs w:val="19"/>
        </w:rPr>
        <w:t> </w:t>
      </w:r>
      <w:r w:rsidRPr="00024600">
        <w:rPr>
          <w:rFonts w:cs="Arial"/>
          <w:bCs/>
          <w:sz w:val="19"/>
          <w:szCs w:val="19"/>
        </w:rPr>
        <w:t>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w:t>
      </w:r>
      <w:proofErr w:type="spellStart"/>
      <w:r w:rsidRPr="00024600">
        <w:rPr>
          <w:rFonts w:cs="Arial"/>
          <w:bCs/>
          <w:sz w:val="19"/>
          <w:szCs w:val="19"/>
        </w:rPr>
        <w:t>ust</w:t>
      </w:r>
      <w:proofErr w:type="spellEnd"/>
      <w:r w:rsidRPr="00024600">
        <w:rPr>
          <w:rFonts w:cs="Arial"/>
          <w:bCs/>
          <w:sz w:val="19"/>
          <w:szCs w:val="19"/>
        </w:rPr>
        <w:t>. § 2 odst. 1 písm. c) ZSZ.</w:t>
      </w:r>
    </w:p>
    <w:p w14:paraId="286DBFA9" w14:textId="187A3D1D" w:rsidR="00016BB1" w:rsidRPr="00024600" w:rsidRDefault="00016BB1" w:rsidP="001768A4">
      <w:pPr>
        <w:spacing w:after="160"/>
        <w:ind w:left="709"/>
        <w:rPr>
          <w:rFonts w:cs="Arial"/>
          <w:sz w:val="19"/>
          <w:szCs w:val="19"/>
        </w:rPr>
      </w:pPr>
      <w:r w:rsidRPr="00024600">
        <w:rPr>
          <w:rFonts w:cs="Arial"/>
          <w:bCs/>
          <w:sz w:val="19"/>
          <w:szCs w:val="19"/>
        </w:rPr>
        <w:t>Zhotovitel prohlašuje, že poddodavatel, jehož prostřednictvím Zhotovitel v zadávacím řízení vedoucím k</w:t>
      </w:r>
      <w:r w:rsidR="001D17AE" w:rsidRPr="00024600">
        <w:rPr>
          <w:rFonts w:cs="Arial"/>
          <w:bCs/>
          <w:sz w:val="19"/>
          <w:szCs w:val="19"/>
        </w:rPr>
        <w:t> </w:t>
      </w:r>
      <w:r w:rsidRPr="00024600">
        <w:rPr>
          <w:rFonts w:cs="Arial"/>
          <w:bCs/>
          <w:sz w:val="19"/>
          <w:szCs w:val="19"/>
        </w:rPr>
        <w:t>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w:t>
      </w:r>
      <w:r w:rsidRPr="00024600">
        <w:rPr>
          <w:rFonts w:cs="Arial"/>
          <w:sz w:val="19"/>
          <w:szCs w:val="19"/>
        </w:rPr>
        <w:t xml:space="preserve"> </w:t>
      </w:r>
      <w:r w:rsidRPr="00024600">
        <w:rPr>
          <w:rFonts w:cs="Arial"/>
          <w:bCs/>
          <w:sz w:val="19"/>
          <w:szCs w:val="19"/>
        </w:rPr>
        <w:t>veřejný funkcionář uvedený v </w:t>
      </w:r>
      <w:proofErr w:type="spellStart"/>
      <w:r w:rsidRPr="00024600">
        <w:rPr>
          <w:rFonts w:cs="Arial"/>
          <w:bCs/>
          <w:sz w:val="19"/>
          <w:szCs w:val="19"/>
        </w:rPr>
        <w:t>ust</w:t>
      </w:r>
      <w:proofErr w:type="spellEnd"/>
      <w:r w:rsidRPr="00024600">
        <w:rPr>
          <w:rFonts w:cs="Arial"/>
          <w:bCs/>
          <w:sz w:val="19"/>
          <w:szCs w:val="19"/>
        </w:rPr>
        <w:t>. § 2 odst. 1 písm. c) ZSZ</w:t>
      </w:r>
      <w:r w:rsidRPr="00024600">
        <w:rPr>
          <w:rFonts w:cs="Arial"/>
          <w:sz w:val="19"/>
          <w:szCs w:val="19"/>
        </w:rPr>
        <w:t>.</w:t>
      </w:r>
    </w:p>
    <w:p w14:paraId="155E7D94" w14:textId="77777777" w:rsidR="00016BB1" w:rsidRPr="00024600" w:rsidRDefault="00016BB1" w:rsidP="001768A4">
      <w:pPr>
        <w:keepNext/>
        <w:keepLines/>
        <w:spacing w:after="80"/>
        <w:ind w:left="709"/>
        <w:rPr>
          <w:rFonts w:cs="Arial"/>
          <w:sz w:val="19"/>
          <w:szCs w:val="19"/>
        </w:rPr>
      </w:pPr>
      <w:r w:rsidRPr="00024600">
        <w:rPr>
          <w:rFonts w:cs="Arial"/>
          <w:bCs/>
          <w:i/>
          <w:iCs/>
          <w:sz w:val="19"/>
          <w:szCs w:val="19"/>
        </w:rPr>
        <w:t>Alternativní varianta pro právnické osoby se sídlem v zahraničí</w:t>
      </w:r>
    </w:p>
    <w:p w14:paraId="65045FAB" w14:textId="6CD8F041" w:rsidR="00016BB1" w:rsidRPr="00024600" w:rsidRDefault="00016BB1" w:rsidP="001768A4">
      <w:pPr>
        <w:spacing w:after="160"/>
        <w:ind w:left="709"/>
        <w:rPr>
          <w:rFonts w:cs="Arial"/>
          <w:sz w:val="19"/>
          <w:szCs w:val="19"/>
        </w:rPr>
      </w:pPr>
      <w:r w:rsidRPr="00024600">
        <w:rPr>
          <w:rFonts w:cs="Arial"/>
          <w:sz w:val="19"/>
          <w:szCs w:val="19"/>
        </w:rPr>
        <w:t>Zhotovitel prohlašuje, že má v zahraniční evidenci obdobné evidenci skutečných majitelů podle zákona č. 37/2021 Sb., o evidenci skutečných majitelů, ve znění pozdějších předpisů (dále jen „</w:t>
      </w:r>
      <w:r w:rsidRPr="00024600">
        <w:rPr>
          <w:rFonts w:cs="Arial"/>
          <w:sz w:val="19"/>
          <w:szCs w:val="19"/>
          <w:u w:val="single"/>
        </w:rPr>
        <w:t>ZESM</w:t>
      </w:r>
      <w:r w:rsidRPr="00024600">
        <w:rPr>
          <w:rFonts w:cs="Arial"/>
          <w:sz w:val="19"/>
          <w:szCs w:val="19"/>
        </w:rPr>
        <w:t>“), zapsány úplné, přesné a aktuální údaje o svém skutečném majiteli, případně nemá povinnost mít v</w:t>
      </w:r>
      <w:r w:rsidR="00883F96" w:rsidRPr="00024600">
        <w:rPr>
          <w:rFonts w:cs="Arial"/>
          <w:sz w:val="19"/>
          <w:szCs w:val="19"/>
        </w:rPr>
        <w:t> </w:t>
      </w:r>
      <w:r w:rsidRPr="00024600">
        <w:rPr>
          <w:rFonts w:cs="Arial"/>
          <w:sz w:val="19"/>
          <w:szCs w:val="19"/>
        </w:rPr>
        <w:t>zahraniční evidenci tyto údaje zapsány nebo taková zahraniční evidence není příslušným státem vedena.</w:t>
      </w:r>
    </w:p>
    <w:p w14:paraId="73D71935" w14:textId="74AA277F" w:rsidR="00016BB1" w:rsidRPr="00024600" w:rsidRDefault="00016BB1" w:rsidP="001768A4">
      <w:pPr>
        <w:pStyle w:val="Odstavec2"/>
        <w:ind w:left="709"/>
        <w:rPr>
          <w:rFonts w:cs="Arial"/>
          <w:sz w:val="19"/>
          <w:szCs w:val="19"/>
        </w:rPr>
      </w:pPr>
      <w:r w:rsidRPr="00024600">
        <w:rPr>
          <w:rFonts w:cs="Arial"/>
          <w:sz w:val="19"/>
          <w:szCs w:val="19"/>
        </w:rPr>
        <w:t>Zhotovitel prohlašuje, že poddodavatel, jehož prostřednictvím Zhotovitel v zadávacím řízení vedoucím k</w:t>
      </w:r>
      <w:r w:rsidR="001D17AE" w:rsidRPr="00024600">
        <w:rPr>
          <w:rFonts w:cs="Arial"/>
          <w:sz w:val="19"/>
          <w:szCs w:val="19"/>
        </w:rPr>
        <w:t> </w:t>
      </w:r>
      <w:r w:rsidRPr="00024600">
        <w:rPr>
          <w:rFonts w:cs="Arial"/>
          <w:sz w:val="19"/>
          <w:szCs w:val="19"/>
        </w:rPr>
        <w:t>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ermEnd w:id="1875714779"/>
    <w:p w14:paraId="22156F3B" w14:textId="2F3CC669" w:rsidR="003158E9" w:rsidRPr="00024600" w:rsidRDefault="003158E9" w:rsidP="001768A4">
      <w:pPr>
        <w:pStyle w:val="01-ODST-2"/>
        <w:tabs>
          <w:tab w:val="clear" w:pos="567"/>
          <w:tab w:val="clear" w:pos="1080"/>
          <w:tab w:val="left" w:pos="709"/>
        </w:tabs>
        <w:ind w:left="709" w:hanging="709"/>
        <w:rPr>
          <w:rFonts w:cs="Arial"/>
        </w:rPr>
      </w:pPr>
      <w:r w:rsidRPr="00024600">
        <w:rPr>
          <w:rFonts w:cs="Arial"/>
        </w:rPr>
        <w:t>Dodavatel prohlašuje a zavazuje se, že po dobu účinnosti této rámcové dohody nebude podléhat 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w:t>
      </w:r>
      <w:r w:rsidR="00883F96" w:rsidRPr="00024600">
        <w:rPr>
          <w:rFonts w:cs="Arial"/>
        </w:rPr>
        <w:t> </w:t>
      </w:r>
      <w:r w:rsidRPr="00024600">
        <w:rPr>
          <w:rFonts w:cs="Arial"/>
        </w:rPr>
        <w:t xml:space="preserve">nepodléhání omezujícím opatření, které je přílohou č. </w:t>
      </w:r>
      <w:permStart w:id="207313615" w:edGrp="everyone"/>
      <w:r w:rsidR="0075309D" w:rsidRPr="00024600">
        <w:rPr>
          <w:rFonts w:cs="Arial"/>
        </w:rPr>
        <w:t>6</w:t>
      </w:r>
      <w:permEnd w:id="207313615"/>
      <w:r w:rsidRPr="00024600">
        <w:rPr>
          <w:rFonts w:cs="Arial"/>
        </w:rPr>
        <w:t xml:space="preserve"> této rámcové dohody. </w:t>
      </w:r>
    </w:p>
    <w:p w14:paraId="6A3055F3" w14:textId="0775EC2F" w:rsidR="00A724C3" w:rsidRPr="00024600" w:rsidRDefault="003158E9" w:rsidP="001768A4">
      <w:pPr>
        <w:pStyle w:val="01-ODST-2"/>
        <w:tabs>
          <w:tab w:val="clear" w:pos="567"/>
          <w:tab w:val="clear" w:pos="1080"/>
          <w:tab w:val="left" w:pos="709"/>
        </w:tabs>
        <w:ind w:left="709" w:hanging="709"/>
        <w:rPr>
          <w:rFonts w:cs="Arial"/>
        </w:rPr>
      </w:pPr>
      <w:r w:rsidRPr="00024600">
        <w:rPr>
          <w:rFonts w:cs="Arial"/>
        </w:rPr>
        <w:t>Dodavatel se současně zavazuje písemně vyrozumět objednatele o změně údajů a skutečností, o</w:t>
      </w:r>
      <w:r w:rsidR="001D17AE" w:rsidRPr="00024600">
        <w:rPr>
          <w:rFonts w:cs="Arial"/>
        </w:rPr>
        <w:t> </w:t>
      </w:r>
      <w:r w:rsidRPr="00024600">
        <w:rPr>
          <w:rFonts w:cs="Arial"/>
        </w:rPr>
        <w:t xml:space="preserve">nichž činil čestné prohlášení o nepodléhání omezujícím opatření, které je přílohou č. </w:t>
      </w:r>
      <w:permStart w:id="73346884" w:edGrp="everyone"/>
      <w:r w:rsidR="00B840CC" w:rsidRPr="00024600">
        <w:rPr>
          <w:rFonts w:cs="Arial"/>
        </w:rPr>
        <w:t>6</w:t>
      </w:r>
      <w:permEnd w:id="73346884"/>
      <w:r w:rsidRPr="00024600">
        <w:rPr>
          <w:rFonts w:cs="Arial"/>
        </w:rPr>
        <w:t xml:space="preserve"> této rámcové dohody/ smlouvy, a to bez zbytečného odkladu, nejpozději však do pěti (5) pracovních dnů ode dne, kdy se dodavatel o takové změně dozvěděl a/nebo měl dozvědět.</w:t>
      </w:r>
    </w:p>
    <w:p w14:paraId="1F0D0FD4" w14:textId="77777777" w:rsidR="000F21BD" w:rsidRPr="00024600" w:rsidRDefault="000F21BD" w:rsidP="004C26FF">
      <w:pPr>
        <w:pStyle w:val="01-L"/>
        <w:ind w:left="454"/>
        <w:rPr>
          <w:rFonts w:cs="Arial"/>
          <w:bCs w:val="0"/>
        </w:rPr>
      </w:pPr>
      <w:r w:rsidRPr="00024600">
        <w:rPr>
          <w:rFonts w:cs="Arial"/>
          <w:bCs w:val="0"/>
        </w:rPr>
        <w:t>Doba trvání Smlouvy, způsoby ukončení</w:t>
      </w:r>
    </w:p>
    <w:p w14:paraId="5324EE90" w14:textId="73FD41F4"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 xml:space="preserve">Tato Smlouva je uzavřena na dobu určitou v délce trvání </w:t>
      </w:r>
      <w:permStart w:id="510545321" w:edGrp="everyone"/>
      <w:r w:rsidRPr="00024600">
        <w:rPr>
          <w:rFonts w:cs="Arial"/>
        </w:rPr>
        <w:t>48</w:t>
      </w:r>
      <w:permEnd w:id="510545321"/>
      <w:r w:rsidRPr="00024600">
        <w:rPr>
          <w:rFonts w:cs="Arial"/>
        </w:rPr>
        <w:t xml:space="preserve"> měsíců ode dne nabytí účinnosti</w:t>
      </w:r>
      <w:r w:rsidR="005960EA" w:rsidRPr="00024600">
        <w:rPr>
          <w:rFonts w:cs="Arial"/>
        </w:rPr>
        <w:t xml:space="preserve"> s</w:t>
      </w:r>
      <w:r w:rsidR="001D17AE" w:rsidRPr="00024600">
        <w:rPr>
          <w:rFonts w:cs="Arial"/>
        </w:rPr>
        <w:t> </w:t>
      </w:r>
      <w:r w:rsidR="005960EA" w:rsidRPr="00024600">
        <w:rPr>
          <w:rFonts w:cs="Arial"/>
        </w:rPr>
        <w:t xml:space="preserve">limitem plnění v částce </w:t>
      </w:r>
      <w:permStart w:id="897918392" w:edGrp="everyone"/>
      <w:r w:rsidR="006F366D">
        <w:rPr>
          <w:rFonts w:cs="Arial"/>
        </w:rPr>
        <w:t>2</w:t>
      </w:r>
      <w:r w:rsidR="005960EA" w:rsidRPr="00024600">
        <w:rPr>
          <w:rFonts w:cs="Arial"/>
        </w:rPr>
        <w:t>0 000 000</w:t>
      </w:r>
      <w:permEnd w:id="897918392"/>
      <w:r w:rsidR="005960EA" w:rsidRPr="00024600">
        <w:rPr>
          <w:rFonts w:cs="Arial"/>
        </w:rPr>
        <w:t xml:space="preserve">,- Kč bez DPH, </w:t>
      </w:r>
      <w:r w:rsidR="005858DF" w:rsidRPr="00024600">
        <w:rPr>
          <w:rFonts w:cs="Arial"/>
        </w:rPr>
        <w:t xml:space="preserve">s tím </w:t>
      </w:r>
      <w:r w:rsidR="005960EA" w:rsidRPr="00024600">
        <w:rPr>
          <w:rFonts w:cs="Arial"/>
        </w:rPr>
        <w:t xml:space="preserve">že platnost a účinnost Smlouvy </w:t>
      </w:r>
      <w:proofErr w:type="gramStart"/>
      <w:r w:rsidR="005960EA" w:rsidRPr="00024600">
        <w:rPr>
          <w:rFonts w:cs="Arial"/>
        </w:rPr>
        <w:t>skončí</w:t>
      </w:r>
      <w:proofErr w:type="gramEnd"/>
      <w:r w:rsidR="005960EA" w:rsidRPr="00024600">
        <w:rPr>
          <w:rFonts w:cs="Arial"/>
        </w:rPr>
        <w:t xml:space="preserve"> dnem, kdy bude vyčerpán finanční limit stanovený pro plnění Zhotovitele na základě této Smlouvy a</w:t>
      </w:r>
      <w:r w:rsidR="001D17AE" w:rsidRPr="00024600">
        <w:rPr>
          <w:rFonts w:cs="Arial"/>
        </w:rPr>
        <w:t> </w:t>
      </w:r>
      <w:r w:rsidR="005960EA" w:rsidRPr="00024600">
        <w:rPr>
          <w:rFonts w:cs="Arial"/>
        </w:rPr>
        <w:t xml:space="preserve">nebude-li tento výše stanovený finanční limit vyčerpán, platnost a účinnost této Smlouvy skončí </w:t>
      </w:r>
      <w:permStart w:id="1886613644" w:edGrp="everyone"/>
      <w:r w:rsidR="005960EA" w:rsidRPr="00024600">
        <w:rPr>
          <w:rFonts w:cs="Arial"/>
        </w:rPr>
        <w:t>48</w:t>
      </w:r>
      <w:permEnd w:id="1886613644"/>
      <w:r w:rsidR="005960EA" w:rsidRPr="00024600">
        <w:rPr>
          <w:rFonts w:cs="Arial"/>
        </w:rPr>
        <w:t xml:space="preserve"> měsíců od dne nabytí jej účinnosti</w:t>
      </w:r>
      <w:r w:rsidRPr="00024600">
        <w:rPr>
          <w:rFonts w:cs="Arial"/>
        </w:rPr>
        <w:t>.</w:t>
      </w:r>
      <w:r w:rsidR="007A22E6" w:rsidRPr="00024600">
        <w:rPr>
          <w:rFonts w:cs="Arial"/>
        </w:rPr>
        <w:t xml:space="preserve">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p>
    <w:p w14:paraId="4AE0ED24" w14:textId="46D78328" w:rsidR="000F21BD" w:rsidRPr="00024600" w:rsidRDefault="00720D53" w:rsidP="001768A4">
      <w:pPr>
        <w:pStyle w:val="01-ODST-2"/>
        <w:tabs>
          <w:tab w:val="clear" w:pos="567"/>
          <w:tab w:val="clear" w:pos="1080"/>
          <w:tab w:val="left" w:pos="709"/>
        </w:tabs>
        <w:ind w:left="709" w:hanging="709"/>
        <w:rPr>
          <w:rFonts w:cs="Arial"/>
        </w:rPr>
      </w:pPr>
      <w:r w:rsidRPr="00024600">
        <w:rPr>
          <w:rFonts w:cs="Arial"/>
        </w:rPr>
        <w:t>Účinnost Smlouvy nastane dnem, kdy bude uzavřena Smlouva, nestanoví-li obecně závazný právní předpis jinak. Dnem uzavření je de</w:t>
      </w:r>
      <w:r w:rsidR="00DF2420" w:rsidRPr="00024600">
        <w:rPr>
          <w:rFonts w:cs="Arial"/>
        </w:rPr>
        <w:t>n</w:t>
      </w:r>
      <w:r w:rsidRPr="00024600">
        <w:rPr>
          <w:rFonts w:cs="Arial"/>
        </w:rPr>
        <w:t xml:space="preserve"> uvedený u podpisů Smluvních stran, je-li uvedeno více dní, pak je dnem uzavření den pozdější</w:t>
      </w:r>
      <w:r w:rsidR="000F21BD" w:rsidRPr="00024600">
        <w:rPr>
          <w:rFonts w:cs="Arial"/>
        </w:rPr>
        <w:t xml:space="preserve">. </w:t>
      </w:r>
    </w:p>
    <w:p w14:paraId="31F66E52" w14:textId="77777777" w:rsidR="000F21BD" w:rsidRPr="00024600" w:rsidRDefault="00720D53" w:rsidP="001768A4">
      <w:pPr>
        <w:pStyle w:val="01-ODST-2"/>
        <w:tabs>
          <w:tab w:val="clear" w:pos="567"/>
          <w:tab w:val="clear" w:pos="1080"/>
          <w:tab w:val="left" w:pos="709"/>
        </w:tabs>
        <w:ind w:left="709" w:hanging="709"/>
        <w:rPr>
          <w:rFonts w:cs="Arial"/>
        </w:rPr>
      </w:pPr>
      <w:r w:rsidRPr="00024600">
        <w:rPr>
          <w:rFonts w:cs="Arial"/>
        </w:rPr>
        <w:t>Zánik této Smlouvy a/nebo dílčí smlouvy je upraven ve VOP a této Smlouvě</w:t>
      </w:r>
      <w:r w:rsidR="00303A4E" w:rsidRPr="00024600">
        <w:rPr>
          <w:rFonts w:cs="Arial"/>
        </w:rPr>
        <w:t>.</w:t>
      </w:r>
    </w:p>
    <w:p w14:paraId="55F31D60" w14:textId="77777777"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lastRenderedPageBreak/>
        <w:t>Smluvní strany se dohodly, že tato Smlouva, jakož i dílčí smlouva uzavřená na základě této Smlouvy zaniká písemnou dohodou Smluvních stran či jednostranným právním jednáním jedné ze Smluvních stran v souladu s platnou legislativou.</w:t>
      </w:r>
    </w:p>
    <w:p w14:paraId="6ABAC0B1" w14:textId="77777777"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Pro účely odstoupení od Smlouvy a odstoupení od dílčí smlouvy jednou ze Smluvních stran platí příslušná ustanovení č. 15 VOP.</w:t>
      </w:r>
    </w:p>
    <w:p w14:paraId="197F37D2" w14:textId="5E6F009F"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 xml:space="preserve">Smluvní strany se dohodly, že kterákoli ze Smluvních stran může tuto Smlouvu vypovědět bez udání důvodu ve výpovědní lhůtě </w:t>
      </w:r>
      <w:permStart w:id="2000365900" w:edGrp="everyone"/>
      <w:r w:rsidR="00BF0B71" w:rsidRPr="00024600">
        <w:rPr>
          <w:rFonts w:cs="Arial"/>
        </w:rPr>
        <w:t>tří</w:t>
      </w:r>
      <w:r w:rsidRPr="00024600">
        <w:rPr>
          <w:rFonts w:cs="Arial"/>
        </w:rPr>
        <w:t xml:space="preserve"> (</w:t>
      </w:r>
      <w:r w:rsidR="00BF0B71" w:rsidRPr="00024600">
        <w:rPr>
          <w:rFonts w:cs="Arial"/>
        </w:rPr>
        <w:t>3</w:t>
      </w:r>
      <w:r w:rsidRPr="00024600">
        <w:rPr>
          <w:rFonts w:cs="Arial"/>
        </w:rPr>
        <w:t xml:space="preserve">) </w:t>
      </w:r>
      <w:permEnd w:id="2000365900"/>
      <w:r w:rsidRPr="00024600">
        <w:rPr>
          <w:rFonts w:cs="Arial"/>
        </w:rPr>
        <w:t>měsíců. Výpovědní lhůta počíná běžet prvním dnem v</w:t>
      </w:r>
      <w:r w:rsidR="00883F96" w:rsidRPr="00024600">
        <w:rPr>
          <w:rFonts w:cs="Arial"/>
        </w:rPr>
        <w:t> </w:t>
      </w:r>
      <w:r w:rsidRPr="00024600">
        <w:rPr>
          <w:rFonts w:cs="Arial"/>
        </w:rPr>
        <w:t>měsíci následujícím po měsíci, ve kterém byla výpověď druhé Smluvní straně doručena.</w:t>
      </w:r>
    </w:p>
    <w:p w14:paraId="408D2DE2" w14:textId="0C454F32"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 xml:space="preserve">Odstoupení od Smlouvy/dílčí smlouvy je účinné dnem </w:t>
      </w:r>
      <w:r w:rsidR="00544231" w:rsidRPr="00024600">
        <w:rPr>
          <w:rFonts w:cs="Arial"/>
        </w:rPr>
        <w:t>následujícím po dni doručení písemného oznámení o odstoupení druhé Smluvní straně. Odstoupení od Smlouvy se však nedotýká nároku na úhradu částek již poskytnutého plnění plynoucí ze Smlouvy/dílčí smlouvy</w:t>
      </w:r>
      <w:r w:rsidRPr="00024600">
        <w:rPr>
          <w:rFonts w:cs="Arial"/>
        </w:rPr>
        <w:t>.</w:t>
      </w:r>
    </w:p>
    <w:p w14:paraId="59FBE23E" w14:textId="6C53208C" w:rsidR="007A22E6" w:rsidRPr="00024600" w:rsidRDefault="007A22E6" w:rsidP="001768A4">
      <w:pPr>
        <w:pStyle w:val="01-ODST-2"/>
        <w:tabs>
          <w:tab w:val="clear" w:pos="567"/>
          <w:tab w:val="clear" w:pos="1080"/>
          <w:tab w:val="left" w:pos="709"/>
        </w:tabs>
        <w:ind w:left="709" w:hanging="709"/>
        <w:rPr>
          <w:rFonts w:cs="Arial"/>
        </w:rPr>
      </w:pPr>
      <w:r w:rsidRPr="00024600">
        <w:rPr>
          <w:rFonts w:cs="Arial"/>
        </w:rPr>
        <w:t>Smluvní strany se dohodly, že Objednatel má právo odstoupit od této Smlouvy zcela či zčásti v</w:t>
      </w:r>
      <w:r w:rsidR="00883F96" w:rsidRPr="00024600">
        <w:rPr>
          <w:rFonts w:cs="Arial"/>
        </w:rPr>
        <w:t> </w:t>
      </w:r>
      <w:r w:rsidRPr="00024600">
        <w:rPr>
          <w:rFonts w:cs="Arial"/>
        </w:rPr>
        <w:t>těchto případech: bezdůvodné odmítnutí uzavřít dílčí smlouvu; Zhotovitel neprovádí dílo řádně a</w:t>
      </w:r>
      <w:r w:rsidR="00883F96" w:rsidRPr="00024600">
        <w:rPr>
          <w:rFonts w:cs="Arial"/>
        </w:rPr>
        <w:t> </w:t>
      </w:r>
      <w:r w:rsidRPr="00024600">
        <w:rPr>
          <w:rFonts w:cs="Arial"/>
        </w:rPr>
        <w:t>včas; Zhotovitel opakovaně nedodrží podmínky stanovené touto Smlouvou; bude na Zhotovitele podán návrh na zahájení insolvenčního řízení dle zákona č. 182/2006 Sb., insolvenční zákon, v</w:t>
      </w:r>
      <w:r w:rsidR="00883F96" w:rsidRPr="00024600">
        <w:rPr>
          <w:rFonts w:cs="Arial"/>
        </w:rPr>
        <w:t> </w:t>
      </w:r>
      <w:r w:rsidRPr="00024600">
        <w:rPr>
          <w:rFonts w:cs="Arial"/>
        </w:rPr>
        <w:t>platném znění; dojde ke vstupu Zhotovitele do likvidace; Zhotoviteli zanikne oprávnění nezbytné pro řádné plnění povinností ze Smlouvy a dílčích smluv; pravomocné odsouzení Zhotovitele pro trestný čin podle zákona č. 418/2011 Sb., o trestní odpovědnosti právnických osob a řízení proti nim, ve znění pozdějších předpisů.</w:t>
      </w:r>
    </w:p>
    <w:p w14:paraId="66A3FC60" w14:textId="1E4CA931" w:rsidR="000F21BD" w:rsidRPr="00024600" w:rsidRDefault="007A22E6" w:rsidP="001768A4">
      <w:pPr>
        <w:pStyle w:val="01-ODST-2"/>
        <w:tabs>
          <w:tab w:val="clear" w:pos="567"/>
          <w:tab w:val="clear" w:pos="1080"/>
          <w:tab w:val="left" w:pos="709"/>
        </w:tabs>
        <w:ind w:left="709" w:hanging="709"/>
        <w:rPr>
          <w:rFonts w:cs="Arial"/>
        </w:rPr>
      </w:pPr>
      <w:r w:rsidRPr="00024600">
        <w:rPr>
          <w:rFonts w:cs="Arial"/>
        </w:rPr>
        <w:t xml:space="preserve">Objednatel je oprávněn s okamžitou účinností odstoupit od této Smlouvy v případě, že bude </w:t>
      </w:r>
      <w:bookmarkStart w:id="21" w:name="_Hlk125715514"/>
      <w:r w:rsidRPr="00024600">
        <w:rPr>
          <w:rFonts w:cs="Arial"/>
        </w:rPr>
        <w:t>zahájeno trestní stíhání proti Zhotoviteli podle zákona č. 141/1961 Sb., o trestním řízení soudním, ve znění pozdějších předpisů, pro trestný čin, který je mu přičítán podle zákona č. 418/2011 Sb., o</w:t>
      </w:r>
      <w:r w:rsidR="000330EA" w:rsidRPr="00024600">
        <w:rPr>
          <w:rFonts w:cs="Arial"/>
        </w:rPr>
        <w:t> </w:t>
      </w:r>
      <w:r w:rsidRPr="00024600">
        <w:rPr>
          <w:rFonts w:cs="Arial"/>
        </w:rPr>
        <w:t>trestní odpovědnosti právnických osob a řízení proti nim, ve znění pozdějších předpisů.</w:t>
      </w:r>
      <w:bookmarkEnd w:id="21"/>
    </w:p>
    <w:p w14:paraId="0FF681D9" w14:textId="168E4D01" w:rsidR="00AD5C2B" w:rsidRPr="00024600" w:rsidRDefault="00AD5C2B" w:rsidP="001768A4">
      <w:pPr>
        <w:pStyle w:val="01-ODST-2"/>
        <w:tabs>
          <w:tab w:val="clear" w:pos="567"/>
          <w:tab w:val="clear" w:pos="1080"/>
          <w:tab w:val="left" w:pos="709"/>
        </w:tabs>
        <w:ind w:left="709" w:hanging="709"/>
        <w:rPr>
          <w:rFonts w:cs="Arial"/>
        </w:rPr>
      </w:pPr>
      <w:r w:rsidRPr="00024600">
        <w:rPr>
          <w:rFonts w:cs="Arial"/>
        </w:rPr>
        <w:t xml:space="preserve">Objednatel je oprávněn od této Smlouvy odstoupit také v případě, že Zhotovitel dle odst. </w:t>
      </w:r>
      <w:permStart w:id="1414603483" w:edGrp="everyone"/>
      <w:r w:rsidRPr="00024600">
        <w:rPr>
          <w:rFonts w:cs="Arial"/>
        </w:rPr>
        <w:t>1</w:t>
      </w:r>
      <w:r w:rsidR="00A450E1">
        <w:rPr>
          <w:rFonts w:cs="Arial"/>
        </w:rPr>
        <w:t>3</w:t>
      </w:r>
      <w:r w:rsidRPr="00024600">
        <w:rPr>
          <w:rFonts w:cs="Arial"/>
        </w:rPr>
        <w:t xml:space="preserve">.3. </w:t>
      </w:r>
      <w:permEnd w:id="1414603483"/>
      <w:r w:rsidRPr="00024600">
        <w:rPr>
          <w:rFonts w:cs="Arial"/>
        </w:rPr>
        <w:t>této Smlouvy nevyrozuměl Objednatele o snížení výše pojistného plnění pod minimální stanovenou výši nebo o ukončení pojistné smlouvy a se splněním této povinnosti je v prodlení alespoň 10 pracovních dní.</w:t>
      </w:r>
    </w:p>
    <w:p w14:paraId="77DD04A4" w14:textId="0D5F6244" w:rsidR="00AD5C2B" w:rsidRPr="00024600" w:rsidRDefault="00AD5C2B" w:rsidP="001768A4">
      <w:pPr>
        <w:pStyle w:val="01-ODST-2"/>
        <w:tabs>
          <w:tab w:val="clear" w:pos="567"/>
          <w:tab w:val="clear" w:pos="1080"/>
          <w:tab w:val="left" w:pos="709"/>
        </w:tabs>
        <w:ind w:left="709" w:hanging="709"/>
        <w:rPr>
          <w:rFonts w:cs="Arial"/>
        </w:rPr>
      </w:pPr>
      <w:r w:rsidRPr="00024600">
        <w:rPr>
          <w:rFonts w:cs="Arial"/>
        </w:rPr>
        <w:t xml:space="preserve">Objednatel je oprávněn od této Smlouvy odstoupit také v případě, že Zhotoviteli bude pozastaveno provádění Díla dle odst. </w:t>
      </w:r>
      <w:permStart w:id="779911010" w:edGrp="everyone"/>
      <w:r w:rsidRPr="00024600">
        <w:rPr>
          <w:rFonts w:cs="Arial"/>
        </w:rPr>
        <w:t>1</w:t>
      </w:r>
      <w:r w:rsidR="00A450E1">
        <w:rPr>
          <w:rFonts w:cs="Arial"/>
        </w:rPr>
        <w:t>3</w:t>
      </w:r>
      <w:r w:rsidRPr="00024600">
        <w:rPr>
          <w:rFonts w:cs="Arial"/>
        </w:rPr>
        <w:t>.4</w:t>
      </w:r>
      <w:permEnd w:id="779911010"/>
      <w:r w:rsidRPr="00024600">
        <w:rPr>
          <w:rFonts w:cs="Arial"/>
        </w:rPr>
        <w:t>. Smlouvy.</w:t>
      </w:r>
    </w:p>
    <w:p w14:paraId="544192F6" w14:textId="2864CB9D" w:rsidR="00975186" w:rsidRPr="00024600" w:rsidRDefault="00975186" w:rsidP="001768A4">
      <w:pPr>
        <w:pStyle w:val="01-ODST-2"/>
        <w:tabs>
          <w:tab w:val="clear" w:pos="567"/>
          <w:tab w:val="clear" w:pos="1080"/>
          <w:tab w:val="left" w:pos="709"/>
        </w:tabs>
        <w:ind w:left="709" w:hanging="709"/>
        <w:rPr>
          <w:rFonts w:cs="Arial"/>
        </w:rPr>
      </w:pPr>
      <w:r w:rsidRPr="00024600">
        <w:rPr>
          <w:rFonts w:cs="Arial"/>
        </w:rPr>
        <w:t>Objednatel je oprávněn od této Smlouvy odstoupit v případě, že Zhotovitel uvedl nepravdivé údaje v čestném prohlášení o neexistenci střetu zájmů a pravdivosti údajů o skutečném majiteli, které je přílohou</w:t>
      </w:r>
      <w:permStart w:id="867107844" w:edGrp="everyone"/>
      <w:r w:rsidRPr="00024600">
        <w:rPr>
          <w:rFonts w:cs="Arial"/>
        </w:rPr>
        <w:t xml:space="preserve"> č. </w:t>
      </w:r>
      <w:r w:rsidR="009E0FC8" w:rsidRPr="00024600">
        <w:rPr>
          <w:rFonts w:cs="Arial"/>
        </w:rPr>
        <w:t xml:space="preserve">5 </w:t>
      </w:r>
      <w:permEnd w:id="867107844"/>
      <w:r w:rsidRPr="00024600">
        <w:rPr>
          <w:rFonts w:cs="Arial"/>
        </w:rPr>
        <w:t>této smlouvy.</w:t>
      </w:r>
    </w:p>
    <w:p w14:paraId="46BF3C6E" w14:textId="6F17B49A" w:rsidR="00975186" w:rsidRPr="00024600" w:rsidRDefault="00975186" w:rsidP="001768A4">
      <w:pPr>
        <w:pStyle w:val="01-ODST-2"/>
        <w:tabs>
          <w:tab w:val="clear" w:pos="567"/>
          <w:tab w:val="clear" w:pos="1080"/>
          <w:tab w:val="left" w:pos="709"/>
        </w:tabs>
        <w:ind w:left="709" w:hanging="709"/>
        <w:rPr>
          <w:rFonts w:cs="Arial"/>
        </w:rPr>
      </w:pPr>
      <w:r w:rsidRPr="00024600">
        <w:rPr>
          <w:rFonts w:cs="Arial"/>
        </w:rPr>
        <w:t xml:space="preserve">Objednatel je oprávněn od této Smlouvy odstoupit také v případě, že Zhotovitel ve lhůtě dle odst. </w:t>
      </w:r>
      <w:permStart w:id="637685822" w:edGrp="everyone"/>
      <w:r w:rsidRPr="00024600">
        <w:rPr>
          <w:rFonts w:cs="Arial"/>
        </w:rPr>
        <w:t>1</w:t>
      </w:r>
      <w:r w:rsidR="006F366D">
        <w:rPr>
          <w:rFonts w:cs="Arial"/>
        </w:rPr>
        <w:t>5</w:t>
      </w:r>
      <w:r w:rsidRPr="00024600">
        <w:rPr>
          <w:rFonts w:cs="Arial"/>
        </w:rPr>
        <w:t>.1</w:t>
      </w:r>
      <w:r w:rsidR="00BF0B71" w:rsidRPr="00024600">
        <w:rPr>
          <w:rFonts w:cs="Arial"/>
        </w:rPr>
        <w:t>3</w:t>
      </w:r>
      <w:permEnd w:id="637685822"/>
      <w:r w:rsidRPr="00024600">
        <w:rPr>
          <w:rFonts w:cs="Arial"/>
        </w:rPr>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 ZSZ</w:t>
      </w:r>
    </w:p>
    <w:p w14:paraId="35FE372B" w14:textId="2EC2F1A8" w:rsidR="00953E48" w:rsidRPr="00024600" w:rsidRDefault="00953E48" w:rsidP="001768A4">
      <w:pPr>
        <w:pStyle w:val="01-ODST-2"/>
        <w:tabs>
          <w:tab w:val="clear" w:pos="567"/>
          <w:tab w:val="clear" w:pos="1080"/>
          <w:tab w:val="left" w:pos="709"/>
        </w:tabs>
        <w:ind w:left="709" w:hanging="709"/>
        <w:rPr>
          <w:rFonts w:cs="Arial"/>
        </w:rPr>
      </w:pPr>
      <w:r w:rsidRPr="00024600">
        <w:rPr>
          <w:rFonts w:cs="Arial"/>
        </w:rPr>
        <w:t xml:space="preserve">Objednatel je oprávněn od této rámcové dohody/ smlouvy odstoupit v případě, že dodavatel </w:t>
      </w:r>
      <w:bookmarkStart w:id="22" w:name="_Hlk73711307"/>
      <w:r w:rsidRPr="00024600">
        <w:rPr>
          <w:rFonts w:cs="Arial"/>
        </w:rPr>
        <w:t>uvedl nepravdivé údaje v čestném prohlášení o nepodléhání omezujícím opatřením, které je přílohou č.</w:t>
      </w:r>
      <w:permStart w:id="1793600637" w:edGrp="everyone"/>
      <w:r w:rsidR="00883F96" w:rsidRPr="00024600">
        <w:rPr>
          <w:rFonts w:cs="Arial"/>
        </w:rPr>
        <w:t> </w:t>
      </w:r>
      <w:r w:rsidRPr="00024600">
        <w:rPr>
          <w:rFonts w:cs="Arial"/>
        </w:rPr>
        <w:t>6</w:t>
      </w:r>
      <w:r w:rsidR="0059401D" w:rsidRPr="00024600">
        <w:rPr>
          <w:rFonts w:cs="Arial"/>
        </w:rPr>
        <w:t> </w:t>
      </w:r>
      <w:permEnd w:id="1793600637"/>
      <w:r w:rsidRPr="00024600">
        <w:rPr>
          <w:rFonts w:cs="Arial"/>
        </w:rPr>
        <w:t>této rámcové dohody.</w:t>
      </w:r>
    </w:p>
    <w:p w14:paraId="506DA2D3" w14:textId="65EE5A3B" w:rsidR="00953E48" w:rsidRPr="00024600" w:rsidRDefault="00953E48" w:rsidP="001768A4">
      <w:pPr>
        <w:pStyle w:val="01-ODST-2"/>
        <w:tabs>
          <w:tab w:val="clear" w:pos="567"/>
          <w:tab w:val="clear" w:pos="1080"/>
          <w:tab w:val="left" w:pos="709"/>
        </w:tabs>
        <w:ind w:left="709" w:hanging="709"/>
        <w:rPr>
          <w:rFonts w:cs="Arial"/>
        </w:rPr>
      </w:pPr>
      <w:r w:rsidRPr="00024600">
        <w:rPr>
          <w:rFonts w:cs="Arial"/>
        </w:rPr>
        <w:t>Objednatel je oprávněn od této rámcové dohody odstoupit také v případě, že dodavatel nevyrozuměl objednatele o změně údajů a skutečností, o nichž činil dodavatel čestné prohlášení o</w:t>
      </w:r>
      <w:r w:rsidR="00883F96" w:rsidRPr="00024600">
        <w:rPr>
          <w:rFonts w:cs="Arial"/>
        </w:rPr>
        <w:t> </w:t>
      </w:r>
      <w:r w:rsidRPr="00024600">
        <w:rPr>
          <w:rFonts w:cs="Arial"/>
        </w:rPr>
        <w:t xml:space="preserve">nepodléhání omezujícím opatřením, které je přílohou č. </w:t>
      </w:r>
      <w:permStart w:id="1986559203" w:edGrp="everyone"/>
      <w:r w:rsidR="006906E8" w:rsidRPr="00024600">
        <w:rPr>
          <w:rFonts w:cs="Arial"/>
        </w:rPr>
        <w:t>6</w:t>
      </w:r>
      <w:permEnd w:id="1986559203"/>
      <w:r w:rsidRPr="00024600">
        <w:rPr>
          <w:rFonts w:cs="Arial"/>
        </w:rPr>
        <w:t xml:space="preserve"> </w:t>
      </w:r>
      <w:proofErr w:type="gramStart"/>
      <w:r w:rsidRPr="00024600">
        <w:rPr>
          <w:rFonts w:cs="Arial"/>
        </w:rPr>
        <w:t xml:space="preserve">této  </w:t>
      </w:r>
      <w:r w:rsidR="00DB6230">
        <w:rPr>
          <w:rFonts w:cs="Arial"/>
        </w:rPr>
        <w:t>S</w:t>
      </w:r>
      <w:r w:rsidRPr="00024600">
        <w:rPr>
          <w:rFonts w:cs="Arial"/>
        </w:rPr>
        <w:t>mlouvy</w:t>
      </w:r>
      <w:proofErr w:type="gramEnd"/>
      <w:r w:rsidRPr="00024600">
        <w:rPr>
          <w:rFonts w:cs="Arial"/>
        </w:rPr>
        <w:t xml:space="preserve"> a které vedou k jeho </w:t>
      </w:r>
      <w:r w:rsidR="006906E8" w:rsidRPr="00024600">
        <w:rPr>
          <w:rFonts w:cs="Arial"/>
        </w:rPr>
        <w:t>nepravdivosti, a</w:t>
      </w:r>
      <w:r w:rsidRPr="00024600">
        <w:rPr>
          <w:rFonts w:cs="Arial"/>
        </w:rPr>
        <w:t xml:space="preserve"> to </w:t>
      </w:r>
      <w:bookmarkEnd w:id="22"/>
      <w:r w:rsidRPr="00024600">
        <w:rPr>
          <w:rFonts w:cs="Arial"/>
        </w:rPr>
        <w:t xml:space="preserve">ve lhůtě stanovené v ustanovení </w:t>
      </w:r>
      <w:permStart w:id="2074739884" w:edGrp="everyone"/>
      <w:r w:rsidR="0045714C" w:rsidRPr="00024600">
        <w:rPr>
          <w:rFonts w:cs="Arial"/>
        </w:rPr>
        <w:t>1</w:t>
      </w:r>
      <w:r w:rsidR="005C6CBE">
        <w:rPr>
          <w:rFonts w:cs="Arial"/>
        </w:rPr>
        <w:t>5</w:t>
      </w:r>
      <w:r w:rsidR="0045714C" w:rsidRPr="00024600">
        <w:rPr>
          <w:rFonts w:cs="Arial"/>
        </w:rPr>
        <w:t>.15</w:t>
      </w:r>
      <w:permEnd w:id="2074739884"/>
      <w:r w:rsidR="00614757" w:rsidRPr="00024600">
        <w:rPr>
          <w:rFonts w:cs="Arial"/>
        </w:rPr>
        <w:t xml:space="preserve"> </w:t>
      </w:r>
      <w:r w:rsidRPr="00024600">
        <w:rPr>
          <w:rFonts w:cs="Arial"/>
        </w:rPr>
        <w:t xml:space="preserve">této </w:t>
      </w:r>
      <w:r w:rsidR="00DB6230">
        <w:rPr>
          <w:rFonts w:cs="Arial"/>
        </w:rPr>
        <w:t>Smlouvy</w:t>
      </w:r>
      <w:r w:rsidR="00614757" w:rsidRPr="00024600">
        <w:rPr>
          <w:rFonts w:cs="Arial"/>
        </w:rPr>
        <w:t>.</w:t>
      </w:r>
    </w:p>
    <w:p w14:paraId="40E27EE7" w14:textId="53B0B2DA" w:rsidR="006F5FB4" w:rsidRPr="00024600" w:rsidRDefault="006F5FB4" w:rsidP="001768A4">
      <w:pPr>
        <w:pStyle w:val="01-ODST-2"/>
        <w:tabs>
          <w:tab w:val="clear" w:pos="567"/>
          <w:tab w:val="clear" w:pos="1080"/>
          <w:tab w:val="left" w:pos="709"/>
        </w:tabs>
        <w:ind w:left="709" w:hanging="709"/>
        <w:rPr>
          <w:rFonts w:cs="Arial"/>
        </w:rPr>
      </w:pPr>
      <w:r w:rsidRPr="00024600">
        <w:rPr>
          <w:rFonts w:cs="Arial"/>
        </w:rPr>
        <w:t>Zhotovitel je oprávněn písemně odstoupit od Smlouvy a/nebo od dílčí smlouvy, vyjma důvodů uvedených v zákoně č. 89/2012 Sb., občanský zákoník, v platném znění, též z důvodu: prodlení Objednatele s úhradou Ceny díla; Objednatel vstoupí do likvidace nebo bude vůči němu (Objednateli) podán návrh dle zákona č. 182/2006 Sb., insolvenční zákon, v platném znění; pravomocné odsouzení Objednatele pro trestný čin podle zákona č. 418/2011 Sb., o trestní odpovědnosti právnických osob a řízení proti nim, ve znění pozdějších předpisů.</w:t>
      </w:r>
    </w:p>
    <w:p w14:paraId="02E40A04" w14:textId="77777777" w:rsidR="006F5FB4" w:rsidRPr="00024600" w:rsidRDefault="006F5FB4" w:rsidP="001768A4">
      <w:pPr>
        <w:pStyle w:val="01-ODST-2"/>
        <w:tabs>
          <w:tab w:val="clear" w:pos="567"/>
          <w:tab w:val="clear" w:pos="1080"/>
          <w:tab w:val="left" w:pos="709"/>
        </w:tabs>
        <w:ind w:left="709" w:hanging="709"/>
        <w:rPr>
          <w:rFonts w:cs="Arial"/>
        </w:rPr>
      </w:pPr>
      <w:r w:rsidRPr="00024600">
        <w:rPr>
          <w:rFonts w:cs="Arial"/>
        </w:rPr>
        <w:t xml:space="preserve">Výpověď nebo odstoupení od Smlouvy a/nebo 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w:t>
      </w:r>
      <w:r w:rsidRPr="00024600">
        <w:rPr>
          <w:rFonts w:cs="Arial"/>
        </w:rPr>
        <w:lastRenderedPageBreak/>
        <w:t>uložení zásilky na poště se má za den doručení. Smluvní strany jsou povinny se pro tento účel navzájem vyrozumět o jakýchkoliv změnách jejich adres nejpozději do tří (3) dnů od vzniku takové změny.</w:t>
      </w:r>
    </w:p>
    <w:p w14:paraId="2A3DC5D9" w14:textId="1F1C05A3" w:rsidR="006F5FB4" w:rsidRPr="00024600" w:rsidRDefault="006F5FB4" w:rsidP="001768A4">
      <w:pPr>
        <w:pStyle w:val="01-ODST-2"/>
        <w:tabs>
          <w:tab w:val="clear" w:pos="567"/>
          <w:tab w:val="clear" w:pos="1080"/>
          <w:tab w:val="left" w:pos="709"/>
        </w:tabs>
        <w:ind w:left="709" w:hanging="709"/>
        <w:rPr>
          <w:rFonts w:cs="Arial"/>
        </w:rPr>
      </w:pPr>
      <w:r w:rsidRPr="00024600">
        <w:rPr>
          <w:rFonts w:cs="Arial"/>
        </w:rPr>
        <w:t>Výpovědí se tato Smlouva ruší s výjimkou ustanovení, z jejichž povahy vyplývá, že mají trvat i po skončení této Smlouvy.</w:t>
      </w:r>
    </w:p>
    <w:p w14:paraId="3C15E0B2" w14:textId="77777777" w:rsidR="000F21BD" w:rsidRPr="00024600" w:rsidRDefault="000F21BD" w:rsidP="004C26FF">
      <w:pPr>
        <w:pStyle w:val="01-L"/>
        <w:ind w:left="454"/>
        <w:rPr>
          <w:rFonts w:cs="Arial"/>
          <w:bCs w:val="0"/>
        </w:rPr>
      </w:pPr>
      <w:r w:rsidRPr="00024600">
        <w:rPr>
          <w:rFonts w:cs="Arial"/>
          <w:bCs w:val="0"/>
        </w:rPr>
        <w:t>Závěrečná ustanovení</w:t>
      </w:r>
    </w:p>
    <w:p w14:paraId="2E59D3C6" w14:textId="77777777" w:rsidR="00D97207" w:rsidRPr="00024600" w:rsidRDefault="00D97207" w:rsidP="001768A4">
      <w:pPr>
        <w:pStyle w:val="01-ODST-2"/>
        <w:tabs>
          <w:tab w:val="clear" w:pos="567"/>
          <w:tab w:val="clear" w:pos="1080"/>
          <w:tab w:val="left" w:pos="709"/>
        </w:tabs>
        <w:ind w:left="709" w:hanging="709"/>
        <w:rPr>
          <w:rFonts w:cs="Arial"/>
        </w:rPr>
      </w:pPr>
      <w:r w:rsidRPr="00024600">
        <w:rPr>
          <w:rFonts w:cs="Arial"/>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471E14DE" w14:textId="77777777" w:rsidR="00D97207" w:rsidRPr="00024600" w:rsidRDefault="00D97207" w:rsidP="001768A4">
      <w:pPr>
        <w:pStyle w:val="01-ODST-2"/>
        <w:tabs>
          <w:tab w:val="clear" w:pos="567"/>
          <w:tab w:val="clear" w:pos="1080"/>
          <w:tab w:val="left" w:pos="709"/>
        </w:tabs>
        <w:ind w:left="709" w:hanging="709"/>
        <w:rPr>
          <w:rFonts w:cs="Arial"/>
        </w:rPr>
      </w:pPr>
      <w:r w:rsidRPr="00024600">
        <w:rPr>
          <w:rFonts w:cs="Arial"/>
        </w:rPr>
        <w:t xml:space="preserve">Tato Smlouva a/nebo dílčí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a/nebo dílčí smlouvy nepoužijí. Smluvní strany se dále s ohledem na povahu Smlouvy a dílčích smluv dohodly, že Zhotovitel přebírá na sebe nebezpečí změny okolností ve smyslu ust. § 2620 odst. 2 z. č. 89/2012 Sb., občanského zákoníku, a dále že bez předchozího písemného souhlasu Objednatele Zhotovitel nepřevede svá práva a povinnosti ze Smlouvy ani její části třetí osobě podle ust. §§ 1895-1900 z. č. 89/2012 Sb., občanského zákoníku. </w:t>
      </w:r>
    </w:p>
    <w:p w14:paraId="68135C7E" w14:textId="77777777" w:rsidR="00D97207" w:rsidRPr="00024600" w:rsidRDefault="00D97207" w:rsidP="001768A4">
      <w:pPr>
        <w:pStyle w:val="01-ODST-2"/>
        <w:tabs>
          <w:tab w:val="clear" w:pos="567"/>
          <w:tab w:val="clear" w:pos="1080"/>
          <w:tab w:val="left" w:pos="709"/>
        </w:tabs>
        <w:ind w:left="709" w:hanging="709"/>
        <w:rPr>
          <w:rFonts w:cs="Arial"/>
        </w:rPr>
      </w:pPr>
      <w:r w:rsidRPr="00024600">
        <w:rPr>
          <w:rFonts w:cs="Arial"/>
        </w:rPr>
        <w:t xml:space="preserve">Tato Smlouva není převoditelná rubopisem. </w:t>
      </w:r>
    </w:p>
    <w:p w14:paraId="49D0316E" w14:textId="77777777" w:rsidR="00D97207" w:rsidRPr="00024600" w:rsidRDefault="00D97207" w:rsidP="001768A4">
      <w:pPr>
        <w:pStyle w:val="01-ODST-2"/>
        <w:tabs>
          <w:tab w:val="clear" w:pos="567"/>
          <w:tab w:val="clear" w:pos="1080"/>
          <w:tab w:val="left" w:pos="709"/>
        </w:tabs>
        <w:ind w:left="709" w:hanging="709"/>
        <w:rPr>
          <w:rFonts w:cs="Arial"/>
        </w:rPr>
      </w:pPr>
      <w:r w:rsidRPr="00024600">
        <w:rPr>
          <w:rFonts w:cs="Arial"/>
        </w:rPr>
        <w:t xml:space="preserve">Smluvní strany prohlašují, že veškeré podmínky plnění, zejména práva a povinnosti, sankce za porušení Smlouvy, které byly mezi nimi v souvislosti s Dílem ujednány, jsou obsaženy v textu této Smlouvy včetně jejích příloh, Závazných podkladech a dokumentech, na které Smlouva výslovně odkazuje.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jiné ujednání, které by tuto Smlouvu doplňovalo nebo měnilo. </w:t>
      </w:r>
    </w:p>
    <w:p w14:paraId="530512C4" w14:textId="77777777" w:rsidR="00D97207" w:rsidRPr="00024600" w:rsidRDefault="00D97207" w:rsidP="001768A4">
      <w:pPr>
        <w:pStyle w:val="01-ODST-2"/>
        <w:tabs>
          <w:tab w:val="clear" w:pos="567"/>
          <w:tab w:val="clear" w:pos="1080"/>
          <w:tab w:val="left" w:pos="709"/>
        </w:tabs>
        <w:ind w:left="709" w:hanging="709"/>
        <w:rPr>
          <w:rFonts w:cs="Arial"/>
        </w:rPr>
      </w:pPr>
      <w:r w:rsidRPr="00024600">
        <w:rPr>
          <w:rFonts w:cs="Arial"/>
        </w:rPr>
        <w:t>Jakékoliv jednání předvídané v této Smlouvě a/nebo dílčí smlouvy, musí být učiněno, není-li ve Smlouvě výslovně stanoveno jinak, písemně v listinné podobě a musí být s vyloučením ust. § 566 zák. č. 89/2012 Sb., občanský zákoník, řádně podepsané oprávněnými osobami. Jakékoliv jiné jednání, včetně e-mailové korespondence, je bez právního významu, není-li ve Smlouvě výslovně stanoveno jinak.</w:t>
      </w:r>
    </w:p>
    <w:p w14:paraId="04ADBFD3" w14:textId="77777777" w:rsidR="00D97207" w:rsidRPr="00024600" w:rsidRDefault="00D97207" w:rsidP="001768A4">
      <w:pPr>
        <w:pStyle w:val="01-ODST-2"/>
        <w:tabs>
          <w:tab w:val="clear" w:pos="567"/>
          <w:tab w:val="clear" w:pos="1080"/>
          <w:tab w:val="left" w:pos="709"/>
        </w:tabs>
        <w:ind w:left="709" w:hanging="709"/>
        <w:rPr>
          <w:rFonts w:cs="Arial"/>
        </w:rPr>
      </w:pPr>
      <w:r w:rsidRPr="00024600">
        <w:rPr>
          <w:rFonts w:cs="Arial"/>
        </w:rPr>
        <w:t>Veškeré změny a doplnění této Smlouvy mohou být provedeny, pouze pokud to právní předpisy umožňují, a to pouze vzestupně číslovanými písemnými dodatky, podepsanými oprávněnými zástupci obou Smluvních stran na téže listině.</w:t>
      </w:r>
    </w:p>
    <w:p w14:paraId="18A4B43B" w14:textId="77777777" w:rsidR="00D97207" w:rsidRPr="00024600" w:rsidRDefault="00D97207" w:rsidP="001768A4">
      <w:pPr>
        <w:pStyle w:val="01-ODST-2"/>
        <w:tabs>
          <w:tab w:val="clear" w:pos="567"/>
          <w:tab w:val="clear" w:pos="1080"/>
          <w:tab w:val="left" w:pos="709"/>
        </w:tabs>
        <w:ind w:left="709" w:hanging="709"/>
        <w:rPr>
          <w:rFonts w:cs="Arial"/>
        </w:rPr>
      </w:pPr>
      <w:bookmarkStart w:id="23" w:name="_Ref321332148"/>
      <w:r w:rsidRPr="00024600">
        <w:rPr>
          <w:rFonts w:cs="Arial"/>
        </w:rPr>
        <w:t>Nedílnou součástí této Smlouvy jsou přílohy:</w:t>
      </w:r>
      <w:bookmarkEnd w:id="23"/>
    </w:p>
    <w:p w14:paraId="01A30637" w14:textId="0B56E00B" w:rsidR="00D97207" w:rsidRPr="00024600" w:rsidRDefault="00D97207" w:rsidP="00C7709B">
      <w:pPr>
        <w:pStyle w:val="Odstavec3"/>
        <w:numPr>
          <w:ilvl w:val="0"/>
          <w:numId w:val="0"/>
        </w:numPr>
        <w:tabs>
          <w:tab w:val="clear" w:pos="1134"/>
          <w:tab w:val="left" w:pos="1985"/>
        </w:tabs>
        <w:ind w:left="709"/>
        <w:jc w:val="left"/>
        <w:rPr>
          <w:rFonts w:cs="Arial"/>
        </w:rPr>
      </w:pPr>
      <w:permStart w:id="513937552" w:edGrp="everyone"/>
      <w:r w:rsidRPr="00024600">
        <w:rPr>
          <w:rFonts w:cs="Arial"/>
          <w:color w:val="000000"/>
        </w:rPr>
        <w:t xml:space="preserve">příloha č. 1 </w:t>
      </w:r>
      <w:r w:rsidR="00077841" w:rsidRPr="00024600">
        <w:rPr>
          <w:rFonts w:cs="Arial"/>
          <w:color w:val="000000"/>
        </w:rPr>
        <w:tab/>
      </w:r>
      <w:r w:rsidR="006C3CC2" w:rsidRPr="00024600">
        <w:rPr>
          <w:rFonts w:cs="Arial"/>
        </w:rPr>
        <w:t>–</w:t>
      </w:r>
      <w:r w:rsidR="006C3CC2" w:rsidRPr="00024600">
        <w:rPr>
          <w:rFonts w:cs="Arial"/>
          <w:color w:val="000000"/>
        </w:rPr>
        <w:tab/>
      </w:r>
      <w:r w:rsidR="001A462E">
        <w:rPr>
          <w:rFonts w:cs="Arial"/>
          <w:color w:val="000000"/>
        </w:rPr>
        <w:t>Položkový rozpočet/</w:t>
      </w:r>
      <w:r w:rsidR="00587E69" w:rsidRPr="00024600">
        <w:rPr>
          <w:rFonts w:cs="Arial"/>
        </w:rPr>
        <w:t xml:space="preserve">Výkaz </w:t>
      </w:r>
      <w:r w:rsidR="00E0348F">
        <w:rPr>
          <w:rFonts w:cs="Arial"/>
        </w:rPr>
        <w:t>elektrických zařízení</w:t>
      </w:r>
    </w:p>
    <w:p w14:paraId="66322A18" w14:textId="2041C493" w:rsidR="00D97207" w:rsidRPr="00024600" w:rsidRDefault="00D97207" w:rsidP="00C7709B">
      <w:pPr>
        <w:pStyle w:val="Odstavec3"/>
        <w:numPr>
          <w:ilvl w:val="0"/>
          <w:numId w:val="0"/>
        </w:numPr>
        <w:tabs>
          <w:tab w:val="clear" w:pos="1134"/>
          <w:tab w:val="left" w:pos="1985"/>
        </w:tabs>
        <w:spacing w:before="0"/>
        <w:ind w:left="709"/>
        <w:jc w:val="left"/>
        <w:rPr>
          <w:rFonts w:cs="Arial"/>
        </w:rPr>
      </w:pPr>
      <w:r w:rsidRPr="00024600">
        <w:rPr>
          <w:rFonts w:cs="Arial"/>
        </w:rPr>
        <w:t xml:space="preserve">příloha č. 2 </w:t>
      </w:r>
      <w:r w:rsidR="00077841" w:rsidRPr="00024600">
        <w:rPr>
          <w:rFonts w:cs="Arial"/>
        </w:rPr>
        <w:tab/>
      </w:r>
      <w:r w:rsidR="000F5CB1" w:rsidRPr="00024600">
        <w:rPr>
          <w:rFonts w:cs="Arial"/>
        </w:rPr>
        <w:t>–</w:t>
      </w:r>
      <w:r w:rsidR="006C3CC2" w:rsidRPr="00024600">
        <w:rPr>
          <w:rFonts w:cs="Arial"/>
        </w:rPr>
        <w:tab/>
      </w:r>
      <w:r w:rsidR="000A30B5" w:rsidRPr="00024600">
        <w:rPr>
          <w:rFonts w:cs="Arial"/>
        </w:rPr>
        <w:t>Pod</w:t>
      </w:r>
      <w:r w:rsidR="008150A5" w:rsidRPr="00024600">
        <w:rPr>
          <w:rFonts w:cs="Arial"/>
        </w:rPr>
        <w:t>dodavatelé</w:t>
      </w:r>
    </w:p>
    <w:p w14:paraId="4930E5EF" w14:textId="7007A018" w:rsidR="00FD6A36" w:rsidRPr="00024600" w:rsidRDefault="001A2833" w:rsidP="00C7709B">
      <w:pPr>
        <w:pStyle w:val="Odstavec3"/>
        <w:numPr>
          <w:ilvl w:val="0"/>
          <w:numId w:val="0"/>
        </w:numPr>
        <w:tabs>
          <w:tab w:val="clear" w:pos="1134"/>
          <w:tab w:val="left" w:pos="1985"/>
        </w:tabs>
        <w:spacing w:before="0"/>
        <w:ind w:left="709"/>
        <w:jc w:val="left"/>
        <w:rPr>
          <w:rFonts w:cs="Arial"/>
        </w:rPr>
      </w:pPr>
      <w:r w:rsidRPr="00024600">
        <w:rPr>
          <w:rFonts w:cs="Arial"/>
        </w:rPr>
        <w:t xml:space="preserve">příloha č. 3 </w:t>
      </w:r>
      <w:r w:rsidR="00077841" w:rsidRPr="00024600">
        <w:rPr>
          <w:rFonts w:cs="Arial"/>
        </w:rPr>
        <w:tab/>
      </w:r>
      <w:r w:rsidRPr="00024600">
        <w:rPr>
          <w:rFonts w:cs="Arial"/>
        </w:rPr>
        <w:t>–</w:t>
      </w:r>
      <w:r w:rsidR="006C3CC2" w:rsidRPr="00024600">
        <w:rPr>
          <w:rFonts w:cs="Arial"/>
        </w:rPr>
        <w:tab/>
      </w:r>
      <w:r w:rsidR="00E0348F">
        <w:rPr>
          <w:rFonts w:cs="Arial"/>
        </w:rPr>
        <w:t>Standardizovaný pracovní postup</w:t>
      </w:r>
    </w:p>
    <w:p w14:paraId="16F31B50" w14:textId="4E2560EC" w:rsidR="004862F2" w:rsidRPr="00024600" w:rsidRDefault="004862F2" w:rsidP="00C7709B">
      <w:pPr>
        <w:pStyle w:val="Odstavec3"/>
        <w:numPr>
          <w:ilvl w:val="0"/>
          <w:numId w:val="0"/>
        </w:numPr>
        <w:tabs>
          <w:tab w:val="clear" w:pos="1134"/>
          <w:tab w:val="left" w:pos="1985"/>
        </w:tabs>
        <w:spacing w:before="0"/>
        <w:ind w:left="709"/>
        <w:jc w:val="left"/>
        <w:rPr>
          <w:rFonts w:cs="Arial"/>
        </w:rPr>
      </w:pPr>
      <w:r w:rsidRPr="00024600">
        <w:rPr>
          <w:rFonts w:cs="Arial"/>
        </w:rPr>
        <w:t xml:space="preserve">příloha č. 4 </w:t>
      </w:r>
      <w:r w:rsidR="00077841" w:rsidRPr="00024600">
        <w:rPr>
          <w:rFonts w:cs="Arial"/>
        </w:rPr>
        <w:tab/>
      </w:r>
      <w:r w:rsidRPr="00024600">
        <w:rPr>
          <w:rFonts w:cs="Arial"/>
        </w:rPr>
        <w:t>–</w:t>
      </w:r>
      <w:r w:rsidR="006C3CC2" w:rsidRPr="00024600">
        <w:rPr>
          <w:rFonts w:cs="Arial"/>
        </w:rPr>
        <w:tab/>
      </w:r>
      <w:r w:rsidRPr="00024600">
        <w:rPr>
          <w:rFonts w:cs="Arial"/>
        </w:rPr>
        <w:t xml:space="preserve">Seznam </w:t>
      </w:r>
      <w:r w:rsidR="00E0348F">
        <w:rPr>
          <w:rFonts w:cs="Arial"/>
        </w:rPr>
        <w:t>míst plnění</w:t>
      </w:r>
    </w:p>
    <w:p w14:paraId="5C9A31D1" w14:textId="1B4D88CD" w:rsidR="002510F6" w:rsidRPr="00024600" w:rsidRDefault="004862F2" w:rsidP="00C7709B">
      <w:pPr>
        <w:pStyle w:val="Odstavec3"/>
        <w:numPr>
          <w:ilvl w:val="0"/>
          <w:numId w:val="0"/>
        </w:numPr>
        <w:tabs>
          <w:tab w:val="clear" w:pos="1134"/>
          <w:tab w:val="left" w:pos="1985"/>
        </w:tabs>
        <w:spacing w:before="0"/>
        <w:ind w:left="709"/>
        <w:jc w:val="left"/>
        <w:rPr>
          <w:rFonts w:cs="Arial"/>
        </w:rPr>
      </w:pPr>
      <w:r w:rsidRPr="00024600">
        <w:rPr>
          <w:rFonts w:cs="Arial"/>
        </w:rPr>
        <w:t xml:space="preserve">příloha č. 5 </w:t>
      </w:r>
      <w:r w:rsidR="00077841" w:rsidRPr="00024600">
        <w:rPr>
          <w:rFonts w:cs="Arial"/>
        </w:rPr>
        <w:tab/>
      </w:r>
      <w:r w:rsidR="002510F6" w:rsidRPr="00024600">
        <w:rPr>
          <w:rFonts w:cs="Arial"/>
        </w:rPr>
        <w:t>–</w:t>
      </w:r>
      <w:r w:rsidR="006C3CC2" w:rsidRPr="00024600">
        <w:rPr>
          <w:rFonts w:cs="Arial"/>
        </w:rPr>
        <w:tab/>
      </w:r>
      <w:r w:rsidR="002510F6" w:rsidRPr="00024600">
        <w:rPr>
          <w:rFonts w:cs="Arial"/>
        </w:rPr>
        <w:t xml:space="preserve">Čestné prohlášení o neexistenci střetu zájmů a pravdivosti údajů o skutečném </w:t>
      </w:r>
      <w:r w:rsidR="003A1AE8" w:rsidRPr="00024600">
        <w:rPr>
          <w:rFonts w:cs="Arial"/>
        </w:rPr>
        <w:tab/>
      </w:r>
      <w:r w:rsidR="003A1AE8" w:rsidRPr="00024600">
        <w:rPr>
          <w:rFonts w:cs="Arial"/>
        </w:rPr>
        <w:tab/>
      </w:r>
      <w:r w:rsidR="00077841" w:rsidRPr="00024600">
        <w:rPr>
          <w:rFonts w:cs="Arial"/>
        </w:rPr>
        <w:tab/>
      </w:r>
      <w:r w:rsidR="002510F6" w:rsidRPr="00024600">
        <w:rPr>
          <w:rFonts w:cs="Arial"/>
        </w:rPr>
        <w:t>majiteli</w:t>
      </w:r>
    </w:p>
    <w:p w14:paraId="630E3442" w14:textId="0885D467" w:rsidR="00A0178C" w:rsidRPr="00024600" w:rsidRDefault="00891C3F" w:rsidP="00C7709B">
      <w:pPr>
        <w:pStyle w:val="Odstavec3"/>
        <w:numPr>
          <w:ilvl w:val="0"/>
          <w:numId w:val="0"/>
        </w:numPr>
        <w:tabs>
          <w:tab w:val="clear" w:pos="1134"/>
          <w:tab w:val="left" w:pos="1985"/>
        </w:tabs>
        <w:spacing w:before="0"/>
        <w:ind w:left="709"/>
        <w:jc w:val="left"/>
        <w:rPr>
          <w:rFonts w:cs="Arial"/>
        </w:rPr>
      </w:pPr>
      <w:r w:rsidRPr="00024600">
        <w:rPr>
          <w:rFonts w:cs="Arial"/>
        </w:rPr>
        <w:t>p</w:t>
      </w:r>
      <w:r w:rsidR="00321DF1" w:rsidRPr="00024600">
        <w:rPr>
          <w:rFonts w:cs="Arial"/>
        </w:rPr>
        <w:t xml:space="preserve">říloha č. 6 </w:t>
      </w:r>
      <w:r w:rsidR="00077841" w:rsidRPr="00024600">
        <w:rPr>
          <w:rFonts w:cs="Arial"/>
        </w:rPr>
        <w:tab/>
      </w:r>
      <w:r w:rsidR="00BC7677" w:rsidRPr="00024600">
        <w:rPr>
          <w:rFonts w:cs="Arial"/>
        </w:rPr>
        <w:t>–</w:t>
      </w:r>
      <w:r w:rsidR="006C3CC2" w:rsidRPr="00024600">
        <w:rPr>
          <w:rFonts w:cs="Arial"/>
        </w:rPr>
        <w:tab/>
      </w:r>
      <w:r w:rsidR="001F6AE0" w:rsidRPr="00024600">
        <w:rPr>
          <w:rFonts w:cs="Arial"/>
        </w:rPr>
        <w:t>Čestné prohlášení o nepodléhání omezujícím opatřením</w:t>
      </w:r>
    </w:p>
    <w:p w14:paraId="76C01144" w14:textId="77DFAEBB" w:rsidR="001022EF" w:rsidRDefault="001F6AE0" w:rsidP="00E0348F">
      <w:pPr>
        <w:pStyle w:val="Odstavec3"/>
        <w:numPr>
          <w:ilvl w:val="0"/>
          <w:numId w:val="0"/>
        </w:numPr>
        <w:tabs>
          <w:tab w:val="clear" w:pos="1134"/>
          <w:tab w:val="left" w:pos="1985"/>
        </w:tabs>
        <w:spacing w:before="0"/>
        <w:ind w:left="709"/>
        <w:jc w:val="left"/>
        <w:rPr>
          <w:rFonts w:cs="Arial"/>
        </w:rPr>
      </w:pPr>
      <w:r w:rsidRPr="00024600">
        <w:rPr>
          <w:rFonts w:cs="Arial"/>
        </w:rPr>
        <w:t xml:space="preserve">příloha č. 7 </w:t>
      </w:r>
      <w:r w:rsidR="00077841" w:rsidRPr="00024600">
        <w:rPr>
          <w:rFonts w:cs="Arial"/>
        </w:rPr>
        <w:tab/>
      </w:r>
      <w:r w:rsidRPr="00024600">
        <w:rPr>
          <w:rFonts w:cs="Arial"/>
        </w:rPr>
        <w:t>–</w:t>
      </w:r>
      <w:r w:rsidR="006C3CC2" w:rsidRPr="00024600">
        <w:rPr>
          <w:rFonts w:cs="Arial"/>
        </w:rPr>
        <w:tab/>
      </w:r>
      <w:r w:rsidR="00E0348F">
        <w:rPr>
          <w:rFonts w:cs="Arial"/>
        </w:rPr>
        <w:t>Analýza rizik prací zhotovitele</w:t>
      </w:r>
    </w:p>
    <w:p w14:paraId="35484DC8" w14:textId="302C352A" w:rsidR="005E35E4" w:rsidRPr="00024600" w:rsidRDefault="005E35E4" w:rsidP="005E35E4">
      <w:pPr>
        <w:pStyle w:val="Odstavec3"/>
        <w:numPr>
          <w:ilvl w:val="0"/>
          <w:numId w:val="0"/>
        </w:numPr>
        <w:tabs>
          <w:tab w:val="clear" w:pos="1134"/>
          <w:tab w:val="left" w:pos="1985"/>
        </w:tabs>
        <w:spacing w:before="0"/>
        <w:ind w:left="709"/>
        <w:jc w:val="left"/>
        <w:rPr>
          <w:rFonts w:cs="Arial"/>
        </w:rPr>
      </w:pPr>
      <w:r w:rsidRPr="00024600">
        <w:rPr>
          <w:rFonts w:cs="Arial"/>
        </w:rPr>
        <w:t xml:space="preserve">příloha č. </w:t>
      </w:r>
      <w:r>
        <w:rPr>
          <w:rFonts w:cs="Arial"/>
        </w:rPr>
        <w:t>8</w:t>
      </w:r>
      <w:r w:rsidRPr="00024600">
        <w:rPr>
          <w:rFonts w:cs="Arial"/>
        </w:rPr>
        <w:t xml:space="preserve"> </w:t>
      </w:r>
      <w:r w:rsidRPr="00024600">
        <w:rPr>
          <w:rFonts w:cs="Arial"/>
        </w:rPr>
        <w:tab/>
        <w:t>–</w:t>
      </w:r>
      <w:r w:rsidRPr="00024600">
        <w:rPr>
          <w:rFonts w:cs="Arial"/>
        </w:rPr>
        <w:tab/>
      </w:r>
      <w:r>
        <w:rPr>
          <w:rFonts w:cs="Arial"/>
        </w:rPr>
        <w:t>Postup tvorby protokolů o revizi spotřebičů v elektronickém systému zadavatele</w:t>
      </w:r>
    </w:p>
    <w:p w14:paraId="5B3F42A7" w14:textId="77777777" w:rsidR="005E35E4" w:rsidRPr="00024600" w:rsidRDefault="005E35E4" w:rsidP="00E0348F">
      <w:pPr>
        <w:pStyle w:val="Odstavec3"/>
        <w:numPr>
          <w:ilvl w:val="0"/>
          <w:numId w:val="0"/>
        </w:numPr>
        <w:tabs>
          <w:tab w:val="clear" w:pos="1134"/>
          <w:tab w:val="left" w:pos="1985"/>
        </w:tabs>
        <w:spacing w:before="0"/>
        <w:ind w:left="709"/>
        <w:jc w:val="left"/>
        <w:rPr>
          <w:rFonts w:cs="Arial"/>
        </w:rPr>
      </w:pPr>
    </w:p>
    <w:permEnd w:id="513937552"/>
    <w:p w14:paraId="5B340F71" w14:textId="281AEDA1" w:rsidR="008809C4" w:rsidRPr="00024600" w:rsidRDefault="008809C4" w:rsidP="008809C4">
      <w:pPr>
        <w:pStyle w:val="Zhlav"/>
        <w:tabs>
          <w:tab w:val="clear" w:pos="4536"/>
          <w:tab w:val="clear" w:pos="9072"/>
        </w:tabs>
        <w:ind w:right="-15"/>
        <w:jc w:val="center"/>
        <w:rPr>
          <w:rFonts w:cs="Arial"/>
          <w:b/>
        </w:rPr>
      </w:pPr>
    </w:p>
    <w:p w14:paraId="3D3689E4" w14:textId="11C262EB" w:rsidR="00D97207" w:rsidRDefault="00D97207" w:rsidP="00C7709B">
      <w:pPr>
        <w:pStyle w:val="01-ODST-2"/>
        <w:tabs>
          <w:tab w:val="clear" w:pos="567"/>
          <w:tab w:val="clear" w:pos="1080"/>
          <w:tab w:val="left" w:pos="709"/>
        </w:tabs>
        <w:ind w:left="709" w:hanging="709"/>
        <w:rPr>
          <w:rFonts w:cs="Arial"/>
        </w:rPr>
      </w:pPr>
      <w:permStart w:id="396063415" w:edGrp="everyone"/>
      <w:r w:rsidRPr="00024600">
        <w:rPr>
          <w:rFonts w:cs="Arial"/>
        </w:rPr>
        <w:t xml:space="preserve">Tato Smlouva byla Smluvními stranami podepsána v </w:t>
      </w:r>
      <w:r w:rsidR="000F5CB1" w:rsidRPr="00024600">
        <w:rPr>
          <w:rFonts w:cs="Arial"/>
        </w:rPr>
        <w:t>pěti</w:t>
      </w:r>
      <w:r w:rsidRPr="00024600">
        <w:rPr>
          <w:rFonts w:cs="Arial"/>
        </w:rPr>
        <w:t xml:space="preserve"> vyhotoveních, z nichž Objednatel </w:t>
      </w:r>
      <w:proofErr w:type="gramStart"/>
      <w:r w:rsidR="000F5CB1" w:rsidRPr="00024600">
        <w:rPr>
          <w:rFonts w:cs="Arial"/>
        </w:rPr>
        <w:t>obdrží</w:t>
      </w:r>
      <w:proofErr w:type="gramEnd"/>
      <w:r w:rsidR="000F5CB1" w:rsidRPr="00024600">
        <w:rPr>
          <w:rFonts w:cs="Arial"/>
        </w:rPr>
        <w:t xml:space="preserve"> tři (3) vyhotovení a Zhotovitel obdrží dvě </w:t>
      </w:r>
      <w:r w:rsidRPr="00024600">
        <w:rPr>
          <w:rFonts w:cs="Arial"/>
        </w:rPr>
        <w:t>(</w:t>
      </w:r>
      <w:r w:rsidR="000F5CB1" w:rsidRPr="00024600">
        <w:rPr>
          <w:rFonts w:cs="Arial"/>
        </w:rPr>
        <w:t>2</w:t>
      </w:r>
      <w:r w:rsidRPr="00024600">
        <w:rPr>
          <w:rFonts w:cs="Arial"/>
        </w:rPr>
        <w:t>) vyhotovení. Nedílnou součástí každého vyhotovení jsou všechny přílohy uvedené v této Smlouvě. Smluvní strany shodně prohlašují, že si Smlouvu před jejím podepsáním přečetly a s jejím obsahem souhlasí, že byla sepsána podle jejich pravé, svobodné a</w:t>
      </w:r>
      <w:r w:rsidR="002E7433" w:rsidRPr="00024600">
        <w:rPr>
          <w:rFonts w:cs="Arial"/>
        </w:rPr>
        <w:t> </w:t>
      </w:r>
      <w:r w:rsidRPr="00024600">
        <w:rPr>
          <w:rFonts w:cs="Arial"/>
        </w:rPr>
        <w:t>vážné vůle. Na důkaz připojují obě Smluvní strany podpisy svých oprávněných zástupců.</w:t>
      </w:r>
    </w:p>
    <w:p w14:paraId="651489C4" w14:textId="3CB01222" w:rsidR="00E05143" w:rsidRDefault="00E05143" w:rsidP="00E05143">
      <w:pPr>
        <w:pStyle w:val="01-ODST-2"/>
        <w:numPr>
          <w:ilvl w:val="0"/>
          <w:numId w:val="0"/>
        </w:numPr>
        <w:tabs>
          <w:tab w:val="clear" w:pos="567"/>
          <w:tab w:val="left" w:pos="709"/>
        </w:tabs>
        <w:ind w:left="709"/>
        <w:rPr>
          <w:rFonts w:cs="Arial"/>
        </w:rPr>
      </w:pPr>
      <w:r>
        <w:rPr>
          <w:rFonts w:cs="Arial"/>
        </w:rPr>
        <w:t>Alternativně</w:t>
      </w:r>
    </w:p>
    <w:p w14:paraId="51B60B1B" w14:textId="72D6BED8" w:rsidR="00F075DC" w:rsidRDefault="00F075DC" w:rsidP="002F0EC8">
      <w:pPr>
        <w:pStyle w:val="01-ODST-2"/>
        <w:numPr>
          <w:ilvl w:val="0"/>
          <w:numId w:val="0"/>
        </w:numPr>
        <w:tabs>
          <w:tab w:val="clear" w:pos="567"/>
          <w:tab w:val="left" w:pos="709"/>
        </w:tabs>
        <w:ind w:left="709"/>
        <w:rPr>
          <w:rFonts w:cs="Arial"/>
        </w:rPr>
      </w:pPr>
      <w:r>
        <w:rPr>
          <w:rFonts w:cs="Arial"/>
        </w:rPr>
        <w:lastRenderedPageBreak/>
        <w:t xml:space="preserve">Tato Smlouva byla Smluvními stranami </w:t>
      </w:r>
      <w:r w:rsidR="00C14E31">
        <w:rPr>
          <w:rFonts w:cs="Arial"/>
        </w:rPr>
        <w:t xml:space="preserve">podepsána písemně v elektronické podobě. </w:t>
      </w:r>
      <w:r w:rsidRPr="00024600">
        <w:rPr>
          <w:rFonts w:cs="Arial"/>
        </w:rPr>
        <w:t>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ermEnd w:id="396063415"/>
    <w:p w14:paraId="1292E6A8" w14:textId="1AED8051" w:rsidR="007139A5" w:rsidRPr="00024600" w:rsidRDefault="007139A5" w:rsidP="00C7709B">
      <w:pPr>
        <w:pStyle w:val="01-ODST-2"/>
        <w:tabs>
          <w:tab w:val="clear" w:pos="567"/>
          <w:tab w:val="clear" w:pos="1080"/>
          <w:tab w:val="left" w:pos="709"/>
        </w:tabs>
        <w:ind w:left="709" w:hanging="709"/>
        <w:rPr>
          <w:rFonts w:cs="Arial"/>
        </w:rPr>
      </w:pPr>
      <w:r w:rsidRPr="00024600">
        <w:rPr>
          <w:rFonts w:cs="Arial"/>
        </w:rPr>
        <w:t>Pro případ, že tato Smlouva podléhá uveřejnění v registru smluv dle zákona o registru smluv, Smluvní strany si sjednávají, že uveřejnění této Smlouvy včetně jejich případných dodatků v registru smluv zajistí Objednatel v souladu se zákonem o registru smluv. V této souvislosti Zhotovitel prohlašuje a souhlasí se zveřejněním Smlouvy v souladu s podmínkami zákona o</w:t>
      </w:r>
      <w:r w:rsidR="00997DB0" w:rsidRPr="00024600">
        <w:rPr>
          <w:rFonts w:cs="Arial"/>
        </w:rPr>
        <w:t> </w:t>
      </w:r>
      <w:r w:rsidRPr="00024600">
        <w:rPr>
          <w:rFonts w:cs="Arial"/>
        </w:rPr>
        <w:t>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10 000,- Kč, která je splatná do 15 dnů ode dne doručení výzvy k jejímu zaplacení Zhotoviteli. V případě, že Zhotovitel požaduje anonymizovat ve Smlouvě údaje, které naplňují výjimku z povinnosti uveřejnění ve smyslu zákona o registru smluv, pak je povinen tyto údaje písemně specifikovat a odůvodnit nejpozději současně s podpisem této Smlouvy.  V opačném případě Zhotovitel podpisem této Smlouvy souhlasí s uveřejněním Smlouvy v plném rozsahu po anonymizaci údajů, které dle názoru Objednatele naplňují zákonnou výjimku z</w:t>
      </w:r>
      <w:r w:rsidR="00997DB0" w:rsidRPr="00024600">
        <w:rPr>
          <w:rFonts w:cs="Arial"/>
        </w:rPr>
        <w:t> </w:t>
      </w:r>
      <w:r w:rsidRPr="00024600">
        <w:rPr>
          <w:rFonts w:cs="Arial"/>
        </w:rPr>
        <w:t>povinnosti uveřejnění dle zákona o registru smluv</w:t>
      </w:r>
      <w:r w:rsidR="001844A8" w:rsidRPr="00024600">
        <w:rPr>
          <w:rFonts w:cs="Arial"/>
        </w:rPr>
        <w:t>.</w:t>
      </w:r>
    </w:p>
    <w:p w14:paraId="00B81787" w14:textId="29AC319E" w:rsidR="00D97207" w:rsidRPr="00024600" w:rsidRDefault="00D97207" w:rsidP="00C7709B">
      <w:pPr>
        <w:pStyle w:val="01-ODST-2"/>
        <w:tabs>
          <w:tab w:val="clear" w:pos="567"/>
          <w:tab w:val="clear" w:pos="1080"/>
          <w:tab w:val="left" w:pos="709"/>
        </w:tabs>
        <w:ind w:left="709" w:hanging="709"/>
        <w:rPr>
          <w:rFonts w:cs="Arial"/>
        </w:rPr>
      </w:pPr>
      <w:r w:rsidRPr="00024600">
        <w:rPr>
          <w:rFonts w:cs="Arial"/>
        </w:rPr>
        <w:t>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w:t>
      </w:r>
      <w:r w:rsidR="002E7433" w:rsidRPr="00024600">
        <w:rPr>
          <w:rFonts w:cs="Arial"/>
        </w:rPr>
        <w:t> </w:t>
      </w:r>
      <w:r w:rsidRPr="00024600">
        <w:rPr>
          <w:rFonts w:cs="Arial"/>
        </w:rPr>
        <w:t xml:space="preserve">povinnosti Smluvních stran, stanovené Smlouvou.  Toto ujednání se vztahuje výlučně na plnění poskytnuté s výslovným odkazem na tuto Smlouva a/nebo, je-li bez jakýchkoliv pochybností zřejmé, že je takové plnění poskytováno smluvní stranou na základě této Smlouvy. </w:t>
      </w:r>
    </w:p>
    <w:p w14:paraId="316B446D" w14:textId="4A2C20B0" w:rsidR="00D97207" w:rsidRPr="00024600" w:rsidRDefault="00D97207" w:rsidP="00C7709B">
      <w:pPr>
        <w:pStyle w:val="01-ODST-2"/>
        <w:tabs>
          <w:tab w:val="clear" w:pos="567"/>
          <w:tab w:val="clear" w:pos="1080"/>
          <w:tab w:val="left" w:pos="709"/>
        </w:tabs>
        <w:ind w:left="709" w:hanging="709"/>
        <w:rPr>
          <w:rFonts w:cs="Arial"/>
        </w:rPr>
      </w:pPr>
      <w:bookmarkStart w:id="24" w:name="_Hlk132967865"/>
      <w:r w:rsidRPr="00024600">
        <w:rPr>
          <w:rFonts w:cs="Arial"/>
        </w:rPr>
        <w:t>Smluvní strany si dále sjednaly, že obsah Smlouvy je dále určen ustanoveními Všeobecných obchodních podmínek (dále a výše také jen „VOP“), které tvoří nedílnou součást této Smlouvy. V</w:t>
      </w:r>
      <w:r w:rsidR="002E7433" w:rsidRPr="00024600">
        <w:rPr>
          <w:rFonts w:cs="Arial"/>
        </w:rPr>
        <w:t> </w:t>
      </w:r>
      <w:r w:rsidRPr="00024600">
        <w:rPr>
          <w:rFonts w:cs="Arial"/>
        </w:rPr>
        <w:t>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7B2CCDC8" w14:textId="19AA922B" w:rsidR="00D97207" w:rsidRPr="00024600" w:rsidRDefault="00D97207" w:rsidP="00106FA4">
      <w:pPr>
        <w:pStyle w:val="01-ODST-3"/>
        <w:tabs>
          <w:tab w:val="clear" w:pos="1134"/>
          <w:tab w:val="clear" w:pos="1505"/>
          <w:tab w:val="left" w:pos="1276"/>
        </w:tabs>
        <w:ind w:left="1276"/>
        <w:jc w:val="left"/>
        <w:rPr>
          <w:rFonts w:cs="Arial"/>
        </w:rPr>
      </w:pPr>
      <w:r w:rsidRPr="00024600">
        <w:rPr>
          <w:rFonts w:cs="Arial"/>
        </w:rPr>
        <w:t xml:space="preserve">VOP jsou </w:t>
      </w:r>
      <w:bookmarkStart w:id="25" w:name="_Hlk132715578"/>
      <w:r w:rsidRPr="00024600">
        <w:rPr>
          <w:rFonts w:cs="Arial"/>
        </w:rPr>
        <w:t>uveřejněn</w:t>
      </w:r>
      <w:r w:rsidR="00F27703" w:rsidRPr="00024600">
        <w:rPr>
          <w:rFonts w:cs="Arial"/>
        </w:rPr>
        <w:t>y</w:t>
      </w:r>
      <w:r w:rsidRPr="00024600">
        <w:rPr>
          <w:rFonts w:cs="Arial"/>
        </w:rPr>
        <w:t xml:space="preserve"> na</w:t>
      </w:r>
      <w:r w:rsidR="00F27703" w:rsidRPr="00024600">
        <w:rPr>
          <w:rFonts w:cs="Arial"/>
        </w:rPr>
        <w:t xml:space="preserve"> níže uvedené</w:t>
      </w:r>
      <w:r w:rsidRPr="00024600">
        <w:rPr>
          <w:rFonts w:cs="Arial"/>
        </w:rPr>
        <w:t xml:space="preserve"> adrese</w:t>
      </w:r>
      <w:r w:rsidR="00F27703" w:rsidRPr="00024600">
        <w:rPr>
          <w:rFonts w:cs="Arial"/>
        </w:rPr>
        <w:t xml:space="preserve"> v sekci „VOP-M“</w:t>
      </w:r>
      <w:r w:rsidRPr="00024600">
        <w:rPr>
          <w:rFonts w:cs="Arial"/>
        </w:rPr>
        <w:t xml:space="preserve"> </w:t>
      </w:r>
      <w:bookmarkStart w:id="26" w:name="_Hlk131594952"/>
      <w:r w:rsidR="00F27703" w:rsidRPr="00024600">
        <w:rPr>
          <w:rFonts w:cs="Arial"/>
          <w:u w:val="single"/>
        </w:rPr>
        <w:fldChar w:fldCharType="begin"/>
      </w:r>
      <w:r w:rsidR="00F27703" w:rsidRPr="00024600">
        <w:rPr>
          <w:rFonts w:cs="Arial"/>
          <w:u w:val="single"/>
        </w:rPr>
        <w:instrText xml:space="preserve"> HYPERLINK "https://www.ceproas.cz/vyberova-rizeni/zverejneni-poptavek" </w:instrText>
      </w:r>
      <w:r w:rsidR="00F27703" w:rsidRPr="00024600">
        <w:rPr>
          <w:rFonts w:cs="Arial"/>
          <w:u w:val="single"/>
        </w:rPr>
      </w:r>
      <w:r w:rsidR="00F27703" w:rsidRPr="00024600">
        <w:rPr>
          <w:rFonts w:cs="Arial"/>
          <w:u w:val="single"/>
        </w:rPr>
        <w:fldChar w:fldCharType="separate"/>
      </w:r>
      <w:r w:rsidR="00F27703" w:rsidRPr="00024600">
        <w:rPr>
          <w:u w:val="single"/>
        </w:rPr>
        <w:t>https://www.ceproas.cz/vyberova-rizeni/zverejneni-poptavek</w:t>
      </w:r>
      <w:r w:rsidR="00F27703" w:rsidRPr="00024600">
        <w:rPr>
          <w:rFonts w:cs="Arial"/>
          <w:u w:val="single"/>
        </w:rPr>
        <w:fldChar w:fldCharType="end"/>
      </w:r>
      <w:bookmarkEnd w:id="24"/>
      <w:bookmarkEnd w:id="25"/>
      <w:bookmarkEnd w:id="26"/>
      <w:r w:rsidR="00F27703" w:rsidRPr="00024600">
        <w:rPr>
          <w:rFonts w:cs="Arial"/>
          <w:u w:val="single"/>
        </w:rPr>
        <w:t xml:space="preserve"> </w:t>
      </w:r>
      <w:r w:rsidR="00F27703" w:rsidRPr="00024600">
        <w:rPr>
          <w:rFonts w:cs="Arial"/>
        </w:rPr>
        <w:t xml:space="preserve">  </w:t>
      </w:r>
    </w:p>
    <w:p w14:paraId="00DF623D" w14:textId="4363EF7E" w:rsidR="00D97207" w:rsidRPr="00024600" w:rsidRDefault="00D97207" w:rsidP="00C7709B">
      <w:pPr>
        <w:pStyle w:val="01-ODST-2"/>
        <w:tabs>
          <w:tab w:val="clear" w:pos="567"/>
          <w:tab w:val="clear" w:pos="1080"/>
          <w:tab w:val="left" w:pos="709"/>
        </w:tabs>
        <w:ind w:left="709" w:hanging="709"/>
        <w:rPr>
          <w:rFonts w:cs="Arial"/>
        </w:rPr>
      </w:pPr>
      <w:r w:rsidRPr="00024600">
        <w:rPr>
          <w:rFonts w:cs="Arial"/>
        </w:rPr>
        <w:t>Nedílnou součástí Smlouvy jsou podmínky uvedené v Registr</w:t>
      </w:r>
      <w:r w:rsidR="00544231" w:rsidRPr="00024600">
        <w:rPr>
          <w:rFonts w:cs="Arial"/>
        </w:rPr>
        <w:t>u</w:t>
      </w:r>
      <w:r w:rsidRPr="00024600">
        <w:rPr>
          <w:rFonts w:cs="Arial"/>
        </w:rPr>
        <w:t xml:space="preserve"> vymezující</w:t>
      </w:r>
      <w:r w:rsidR="00544231" w:rsidRPr="00024600">
        <w:rPr>
          <w:rFonts w:cs="Arial"/>
        </w:rPr>
        <w:t>m</w:t>
      </w:r>
      <w:r w:rsidRPr="00024600">
        <w:rPr>
          <w:rFonts w:cs="Arial"/>
        </w:rPr>
        <w:t xml:space="preserve">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14C881AC" w14:textId="42A03985" w:rsidR="00D97207" w:rsidRPr="00024600" w:rsidRDefault="00D97207" w:rsidP="00C7709B">
      <w:pPr>
        <w:pStyle w:val="01-ODST-2"/>
        <w:tabs>
          <w:tab w:val="clear" w:pos="567"/>
          <w:tab w:val="clear" w:pos="1080"/>
          <w:tab w:val="left" w:pos="709"/>
        </w:tabs>
        <w:ind w:left="709" w:hanging="709"/>
        <w:rPr>
          <w:rFonts w:cs="Arial"/>
        </w:rPr>
      </w:pPr>
      <w:bookmarkStart w:id="27" w:name="_Hlk126145036"/>
      <w:bookmarkStart w:id="28" w:name="_Hlk132967727"/>
      <w:r w:rsidRPr="00024600">
        <w:rPr>
          <w:rFonts w:cs="Arial"/>
        </w:rPr>
        <w:t xml:space="preserve">Registr je uveřejněn na </w:t>
      </w:r>
      <w:bookmarkStart w:id="29" w:name="_Hlk132715542"/>
      <w:r w:rsidR="00F27703" w:rsidRPr="00024600">
        <w:rPr>
          <w:rFonts w:cs="Arial"/>
        </w:rPr>
        <w:t xml:space="preserve">níže uvedené adrese </w:t>
      </w:r>
      <w:r w:rsidR="00EA113E" w:rsidRPr="00024600">
        <w:rPr>
          <w:rFonts w:cs="Arial"/>
        </w:rPr>
        <w:t xml:space="preserve">v sekci „Registr bezpečnostních požadavků“ </w:t>
      </w:r>
      <w:r w:rsidR="0042383F" w:rsidRPr="00024600">
        <w:rPr>
          <w:rFonts w:cs="Arial"/>
        </w:rPr>
        <w:t xml:space="preserve">na </w:t>
      </w:r>
      <w:r w:rsidRPr="00024600">
        <w:rPr>
          <w:rFonts w:cs="Arial"/>
        </w:rPr>
        <w:t xml:space="preserve">internetových stránkách </w:t>
      </w:r>
      <w:bookmarkEnd w:id="27"/>
      <w:r w:rsidR="00EA113E" w:rsidRPr="00024600">
        <w:rPr>
          <w:rFonts w:cs="Arial"/>
          <w:u w:val="single"/>
        </w:rPr>
        <w:fldChar w:fldCharType="begin"/>
      </w:r>
      <w:r w:rsidR="00EA113E" w:rsidRPr="00024600">
        <w:rPr>
          <w:rFonts w:cs="Arial"/>
          <w:u w:val="single"/>
        </w:rPr>
        <w:instrText xml:space="preserve"> HYPERLINK "https://www.ceproas.cz/vyberova-rizeni/zverejneni-poptavek" </w:instrText>
      </w:r>
      <w:r w:rsidR="00EA113E" w:rsidRPr="00024600">
        <w:rPr>
          <w:rFonts w:cs="Arial"/>
          <w:u w:val="single"/>
        </w:rPr>
      </w:r>
      <w:r w:rsidR="00EA113E" w:rsidRPr="00024600">
        <w:rPr>
          <w:rFonts w:cs="Arial"/>
          <w:u w:val="single"/>
        </w:rPr>
        <w:fldChar w:fldCharType="separate"/>
      </w:r>
      <w:r w:rsidR="00EA113E" w:rsidRPr="00024600">
        <w:rPr>
          <w:u w:val="single"/>
        </w:rPr>
        <w:t>https://www.ceproas.cz/vyberova-rizeni/zverejneni-poptavek</w:t>
      </w:r>
      <w:r w:rsidR="00EA113E" w:rsidRPr="00024600">
        <w:rPr>
          <w:rFonts w:cs="Arial"/>
          <w:u w:val="single"/>
        </w:rPr>
        <w:fldChar w:fldCharType="end"/>
      </w:r>
      <w:bookmarkEnd w:id="28"/>
      <w:bookmarkEnd w:id="29"/>
      <w:r w:rsidR="00EA113E" w:rsidRPr="00024600">
        <w:rPr>
          <w:rFonts w:cs="Arial"/>
          <w:u w:val="single"/>
        </w:rPr>
        <w:t xml:space="preserve"> </w:t>
      </w:r>
    </w:p>
    <w:p w14:paraId="6B237036" w14:textId="77777777" w:rsidR="00D97207" w:rsidRPr="00024600" w:rsidRDefault="00D97207" w:rsidP="00C7709B">
      <w:pPr>
        <w:pStyle w:val="01-ODST-2"/>
        <w:tabs>
          <w:tab w:val="clear" w:pos="567"/>
          <w:tab w:val="clear" w:pos="1080"/>
          <w:tab w:val="left" w:pos="709"/>
        </w:tabs>
        <w:ind w:left="709" w:hanging="709"/>
        <w:rPr>
          <w:rFonts w:cs="Arial"/>
        </w:rPr>
      </w:pPr>
      <w:r w:rsidRPr="00024600">
        <w:rPr>
          <w:rFonts w:cs="Arial"/>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002331CC" w14:textId="77777777" w:rsidR="002510F6" w:rsidRPr="00024600" w:rsidRDefault="00D97207" w:rsidP="0065724E">
      <w:pPr>
        <w:pStyle w:val="01-ODST-3"/>
        <w:tabs>
          <w:tab w:val="clear" w:pos="1134"/>
          <w:tab w:val="clear" w:pos="1505"/>
          <w:tab w:val="left" w:pos="1276"/>
        </w:tabs>
        <w:ind w:left="1276"/>
        <w:rPr>
          <w:rFonts w:cs="Arial"/>
        </w:rPr>
      </w:pPr>
      <w:r w:rsidRPr="00024600">
        <w:rPr>
          <w:rFonts w:cs="Arial"/>
        </w:rPr>
        <w:t xml:space="preserve">V případě porušení povinností stanovených v Registru je Objednatel oprávněn ukládat Zhotoviteli nápravná opatření, včetně přerušení prací, a udělit sankce stanovené v Registru.  </w:t>
      </w:r>
    </w:p>
    <w:p w14:paraId="67BC136F" w14:textId="6AB9AD0C" w:rsidR="00D97207" w:rsidRPr="00024600" w:rsidRDefault="002510F6" w:rsidP="00C7709B">
      <w:pPr>
        <w:pStyle w:val="01-ODST-2"/>
        <w:tabs>
          <w:tab w:val="clear" w:pos="567"/>
          <w:tab w:val="clear" w:pos="1080"/>
          <w:tab w:val="left" w:pos="709"/>
        </w:tabs>
        <w:ind w:left="709" w:hanging="709"/>
        <w:rPr>
          <w:rFonts w:cs="Arial"/>
        </w:rPr>
      </w:pPr>
      <w:bookmarkStart w:id="30" w:name="_Hlk132967774"/>
      <w:r w:rsidRPr="00024600">
        <w:rPr>
          <w:rFonts w:cs="Arial"/>
        </w:rPr>
        <w:t xml:space="preserve">Zhotovitel </w:t>
      </w:r>
      <w:bookmarkStart w:id="31" w:name="_Hlk132967912"/>
      <w:r w:rsidRPr="00024600">
        <w:rPr>
          <w:rFonts w:cs="Arial"/>
        </w:rPr>
        <w:t>prohlašuje, že se seznámil s VOP a Registrem a právům a povinnostem v nich obsažených porozuměl</w:t>
      </w:r>
      <w:r w:rsidR="007139A5" w:rsidRPr="00024600">
        <w:rPr>
          <w:rFonts w:cs="Arial"/>
        </w:rPr>
        <w:t>.</w:t>
      </w:r>
      <w:bookmarkEnd w:id="30"/>
      <w:bookmarkEnd w:id="31"/>
    </w:p>
    <w:p w14:paraId="1F25CDAA" w14:textId="77777777" w:rsidR="000F21BD" w:rsidRPr="00024600" w:rsidRDefault="000F21BD" w:rsidP="000F21BD">
      <w:pPr>
        <w:tabs>
          <w:tab w:val="left" w:pos="284"/>
        </w:tabs>
        <w:spacing w:before="0"/>
        <w:ind w:left="425" w:hanging="425"/>
        <w:jc w:val="left"/>
        <w:rPr>
          <w:rFonts w:cs="Arial"/>
          <w:spacing w:val="4"/>
        </w:rPr>
      </w:pPr>
    </w:p>
    <w:p w14:paraId="084FBB84" w14:textId="77777777" w:rsidR="000F21BD" w:rsidRPr="00024600" w:rsidRDefault="000F21BD" w:rsidP="000F21BD">
      <w:pPr>
        <w:tabs>
          <w:tab w:val="left" w:pos="284"/>
          <w:tab w:val="left" w:pos="4962"/>
        </w:tabs>
        <w:spacing w:before="0"/>
        <w:rPr>
          <w:rFonts w:cs="Arial"/>
          <w:spacing w:val="4"/>
        </w:rPr>
      </w:pPr>
    </w:p>
    <w:p w14:paraId="75D978BD" w14:textId="10DDFEA5" w:rsidR="000F21BD" w:rsidRPr="00024600" w:rsidRDefault="000F21BD" w:rsidP="000F21BD">
      <w:pPr>
        <w:tabs>
          <w:tab w:val="left" w:pos="284"/>
          <w:tab w:val="left" w:pos="4962"/>
        </w:tabs>
        <w:spacing w:before="0"/>
        <w:ind w:left="425" w:hanging="425"/>
        <w:rPr>
          <w:rFonts w:cs="Arial"/>
          <w:spacing w:val="4"/>
        </w:rPr>
      </w:pPr>
      <w:r w:rsidRPr="00024600">
        <w:rPr>
          <w:rFonts w:cs="Arial"/>
          <w:spacing w:val="4"/>
        </w:rPr>
        <w:t>V Praze dne:</w:t>
      </w:r>
      <w:r w:rsidRPr="00024600">
        <w:rPr>
          <w:rFonts w:cs="Arial"/>
          <w:spacing w:val="4"/>
        </w:rPr>
        <w:tab/>
        <w:t>V </w:t>
      </w:r>
      <w:permStart w:id="1705079154" w:edGrp="everyone"/>
      <w:r w:rsidRPr="00024600">
        <w:rPr>
          <w:rFonts w:cs="Arial"/>
          <w:spacing w:val="4"/>
        </w:rPr>
        <w:t xml:space="preserve">.................... </w:t>
      </w:r>
      <w:permEnd w:id="1705079154"/>
      <w:r w:rsidRPr="00024600">
        <w:rPr>
          <w:rFonts w:cs="Arial"/>
          <w:spacing w:val="4"/>
        </w:rPr>
        <w:t xml:space="preserve">dne: </w:t>
      </w:r>
      <w:permStart w:id="1343913824" w:edGrp="everyone"/>
      <w:r w:rsidR="004740AD" w:rsidRPr="00024600">
        <w:rPr>
          <w:rFonts w:cs="Arial"/>
          <w:spacing w:val="4"/>
        </w:rPr>
        <w:t>…………………..</w:t>
      </w:r>
      <w:permEnd w:id="1343913824"/>
    </w:p>
    <w:p w14:paraId="32F9D6EF" w14:textId="77777777" w:rsidR="000F21BD" w:rsidRPr="00024600" w:rsidRDefault="000F21BD" w:rsidP="000F21BD">
      <w:pPr>
        <w:tabs>
          <w:tab w:val="left" w:pos="284"/>
          <w:tab w:val="left" w:pos="4962"/>
        </w:tabs>
        <w:spacing w:before="0"/>
        <w:ind w:left="425" w:hanging="425"/>
        <w:rPr>
          <w:rFonts w:cs="Arial"/>
          <w:spacing w:val="4"/>
        </w:rPr>
      </w:pPr>
    </w:p>
    <w:p w14:paraId="35B7546F" w14:textId="5FA76FA8" w:rsidR="000F21BD" w:rsidRPr="00024600" w:rsidRDefault="000F21BD" w:rsidP="000F21BD">
      <w:pPr>
        <w:tabs>
          <w:tab w:val="left" w:pos="4962"/>
        </w:tabs>
        <w:spacing w:before="0"/>
        <w:ind w:left="425" w:hanging="425"/>
        <w:rPr>
          <w:rFonts w:cs="Arial"/>
          <w:spacing w:val="4"/>
        </w:rPr>
      </w:pPr>
      <w:r w:rsidRPr="00024600">
        <w:rPr>
          <w:rFonts w:cs="Arial"/>
          <w:spacing w:val="4"/>
        </w:rPr>
        <w:t>Objednatel:</w:t>
      </w:r>
      <w:r w:rsidRPr="00024600">
        <w:rPr>
          <w:rFonts w:cs="Arial"/>
          <w:spacing w:val="4"/>
        </w:rPr>
        <w:tab/>
        <w:t>Zhotovitel:</w:t>
      </w:r>
    </w:p>
    <w:p w14:paraId="357362F0" w14:textId="26A76209" w:rsidR="006122A5" w:rsidRPr="00024600" w:rsidRDefault="006122A5" w:rsidP="000F21BD">
      <w:pPr>
        <w:tabs>
          <w:tab w:val="left" w:pos="4962"/>
        </w:tabs>
        <w:spacing w:before="0"/>
        <w:ind w:left="425" w:hanging="425"/>
        <w:rPr>
          <w:rFonts w:cs="Arial"/>
          <w:spacing w:val="4"/>
        </w:rPr>
      </w:pPr>
    </w:p>
    <w:p w14:paraId="7E68CCBB" w14:textId="15831D7E" w:rsidR="006122A5" w:rsidRPr="00024600" w:rsidRDefault="006122A5" w:rsidP="000F21BD">
      <w:pPr>
        <w:tabs>
          <w:tab w:val="left" w:pos="4962"/>
        </w:tabs>
        <w:spacing w:before="0"/>
        <w:ind w:left="425" w:hanging="425"/>
        <w:rPr>
          <w:rFonts w:cs="Arial"/>
          <w:spacing w:val="4"/>
        </w:rPr>
      </w:pPr>
    </w:p>
    <w:p w14:paraId="620F327A" w14:textId="7C106C00" w:rsidR="006122A5" w:rsidRPr="00024600" w:rsidRDefault="006122A5" w:rsidP="000F21BD">
      <w:pPr>
        <w:tabs>
          <w:tab w:val="left" w:pos="4962"/>
        </w:tabs>
        <w:spacing w:before="0"/>
        <w:ind w:left="425" w:hanging="425"/>
        <w:rPr>
          <w:rFonts w:cs="Arial"/>
          <w:spacing w:val="4"/>
        </w:rPr>
      </w:pPr>
    </w:p>
    <w:p w14:paraId="1D0C3B9B" w14:textId="77777777" w:rsidR="006122A5" w:rsidRPr="00024600" w:rsidRDefault="006122A5" w:rsidP="000F21BD">
      <w:pPr>
        <w:tabs>
          <w:tab w:val="left" w:pos="4962"/>
        </w:tabs>
        <w:spacing w:before="0"/>
        <w:ind w:left="425" w:hanging="425"/>
        <w:rPr>
          <w:rFonts w:cs="Arial"/>
          <w:spacing w:val="4"/>
        </w:rPr>
      </w:pPr>
    </w:p>
    <w:p w14:paraId="552EF659" w14:textId="77777777" w:rsidR="000F21BD" w:rsidRPr="00024600" w:rsidRDefault="000F21BD" w:rsidP="000F21BD">
      <w:pPr>
        <w:tabs>
          <w:tab w:val="left" w:pos="4962"/>
        </w:tabs>
        <w:spacing w:before="0"/>
        <w:ind w:left="425" w:hanging="425"/>
        <w:rPr>
          <w:rFonts w:cs="Arial"/>
          <w:spacing w:val="4"/>
        </w:rPr>
      </w:pPr>
    </w:p>
    <w:p w14:paraId="05AD8DE0" w14:textId="77777777" w:rsidR="000F21BD" w:rsidRPr="00024600" w:rsidRDefault="000F21BD" w:rsidP="000F21BD">
      <w:pPr>
        <w:tabs>
          <w:tab w:val="left" w:pos="4962"/>
        </w:tabs>
        <w:spacing w:before="0"/>
        <w:ind w:left="425" w:hanging="425"/>
        <w:rPr>
          <w:rFonts w:cs="Arial"/>
          <w:spacing w:val="4"/>
        </w:rPr>
      </w:pPr>
      <w:r w:rsidRPr="00024600">
        <w:rPr>
          <w:rFonts w:cs="Arial"/>
          <w:spacing w:val="4"/>
        </w:rPr>
        <w:t>……………………………………</w:t>
      </w:r>
      <w:r w:rsidRPr="00024600">
        <w:rPr>
          <w:rFonts w:cs="Arial"/>
          <w:spacing w:val="4"/>
        </w:rPr>
        <w:tab/>
        <w:t>……………………………………</w:t>
      </w:r>
    </w:p>
    <w:p w14:paraId="6E28802C" w14:textId="389B810D" w:rsidR="000F21BD" w:rsidRPr="00024600" w:rsidRDefault="000F21BD" w:rsidP="0018660A">
      <w:pPr>
        <w:tabs>
          <w:tab w:val="left" w:pos="4962"/>
        </w:tabs>
        <w:spacing w:before="0"/>
        <w:ind w:left="425" w:hanging="425"/>
        <w:jc w:val="left"/>
        <w:rPr>
          <w:rFonts w:cs="Arial"/>
          <w:spacing w:val="4"/>
        </w:rPr>
      </w:pPr>
      <w:r w:rsidRPr="00024600">
        <w:rPr>
          <w:rFonts w:cs="Arial"/>
          <w:spacing w:val="4"/>
        </w:rPr>
        <w:t>ČEPRO, a.s.</w:t>
      </w:r>
      <w:r w:rsidR="00135FF2" w:rsidRPr="00024600">
        <w:rPr>
          <w:rFonts w:cs="Arial"/>
          <w:spacing w:val="4"/>
        </w:rPr>
        <w:tab/>
      </w:r>
      <w:permStart w:id="812386989" w:edGrp="everyone"/>
      <w:r w:rsidR="00135FF2" w:rsidRPr="00024600">
        <w:rPr>
          <w:rFonts w:cs="Arial"/>
          <w:spacing w:val="4"/>
        </w:rPr>
        <w:fldChar w:fldCharType="begin">
          <w:ffData>
            <w:name w:val="Text2"/>
            <w:enabled/>
            <w:calcOnExit w:val="0"/>
            <w:textInput/>
          </w:ffData>
        </w:fldChar>
      </w:r>
      <w:r w:rsidR="00135FF2" w:rsidRPr="00024600">
        <w:rPr>
          <w:rFonts w:cs="Arial"/>
          <w:spacing w:val="4"/>
        </w:rPr>
        <w:instrText xml:space="preserve"> FORMTEXT </w:instrText>
      </w:r>
      <w:r w:rsidR="00135FF2" w:rsidRPr="00024600">
        <w:rPr>
          <w:rFonts w:cs="Arial"/>
          <w:spacing w:val="4"/>
        </w:rPr>
      </w:r>
      <w:r w:rsidR="00135FF2" w:rsidRPr="00024600">
        <w:rPr>
          <w:rFonts w:cs="Arial"/>
          <w:spacing w:val="4"/>
        </w:rPr>
        <w:fldChar w:fldCharType="separate"/>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spacing w:val="4"/>
        </w:rPr>
        <w:fldChar w:fldCharType="end"/>
      </w:r>
      <w:permEnd w:id="812386989"/>
    </w:p>
    <w:p w14:paraId="22CA01DC" w14:textId="7F70A99A" w:rsidR="000F21BD" w:rsidRPr="00024600" w:rsidRDefault="000F21BD" w:rsidP="0018660A">
      <w:pPr>
        <w:tabs>
          <w:tab w:val="left" w:pos="4962"/>
        </w:tabs>
        <w:spacing w:before="0"/>
        <w:ind w:left="425" w:hanging="425"/>
        <w:jc w:val="left"/>
        <w:rPr>
          <w:rFonts w:cs="Arial"/>
          <w:spacing w:val="4"/>
        </w:rPr>
      </w:pPr>
      <w:permStart w:id="694970369" w:edGrp="everyone"/>
      <w:r w:rsidRPr="00024600">
        <w:rPr>
          <w:rFonts w:cs="Arial"/>
          <w:spacing w:val="4"/>
        </w:rPr>
        <w:t>Mgr. Jan Duspěva</w:t>
      </w:r>
      <w:permEnd w:id="694970369"/>
      <w:r w:rsidR="00135FF2" w:rsidRPr="00024600">
        <w:rPr>
          <w:rFonts w:cs="Arial"/>
          <w:spacing w:val="4"/>
        </w:rPr>
        <w:tab/>
      </w:r>
      <w:permStart w:id="1555258362" w:edGrp="everyone"/>
      <w:r w:rsidR="00135FF2" w:rsidRPr="00024600">
        <w:rPr>
          <w:rFonts w:cs="Arial"/>
          <w:spacing w:val="4"/>
        </w:rPr>
        <w:fldChar w:fldCharType="begin">
          <w:ffData>
            <w:name w:val="Text2"/>
            <w:enabled/>
            <w:calcOnExit w:val="0"/>
            <w:textInput/>
          </w:ffData>
        </w:fldChar>
      </w:r>
      <w:bookmarkStart w:id="32" w:name="Text2"/>
      <w:r w:rsidR="00135FF2" w:rsidRPr="00024600">
        <w:rPr>
          <w:rFonts w:cs="Arial"/>
          <w:spacing w:val="4"/>
        </w:rPr>
        <w:instrText xml:space="preserve"> FORMTEXT </w:instrText>
      </w:r>
      <w:r w:rsidR="00135FF2" w:rsidRPr="00024600">
        <w:rPr>
          <w:rFonts w:cs="Arial"/>
          <w:spacing w:val="4"/>
        </w:rPr>
      </w:r>
      <w:r w:rsidR="00135FF2" w:rsidRPr="00024600">
        <w:rPr>
          <w:rFonts w:cs="Arial"/>
          <w:spacing w:val="4"/>
        </w:rPr>
        <w:fldChar w:fldCharType="separate"/>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spacing w:val="4"/>
        </w:rPr>
        <w:fldChar w:fldCharType="end"/>
      </w:r>
      <w:bookmarkEnd w:id="32"/>
      <w:permEnd w:id="1555258362"/>
    </w:p>
    <w:p w14:paraId="3AB621B9" w14:textId="4BA2971B" w:rsidR="000F21BD" w:rsidRPr="00024600" w:rsidRDefault="000F21BD" w:rsidP="0018660A">
      <w:pPr>
        <w:tabs>
          <w:tab w:val="left" w:pos="4962"/>
        </w:tabs>
        <w:spacing w:before="0"/>
        <w:ind w:left="425" w:hanging="425"/>
        <w:rPr>
          <w:rFonts w:cs="Arial"/>
          <w:spacing w:val="4"/>
        </w:rPr>
      </w:pPr>
      <w:permStart w:id="546721794" w:edGrp="everyone"/>
      <w:r w:rsidRPr="00024600">
        <w:rPr>
          <w:rFonts w:cs="Arial"/>
          <w:spacing w:val="4"/>
        </w:rPr>
        <w:t xml:space="preserve">předseda </w:t>
      </w:r>
      <w:permEnd w:id="546721794"/>
      <w:r w:rsidRPr="00024600">
        <w:rPr>
          <w:rFonts w:cs="Arial"/>
          <w:spacing w:val="4"/>
        </w:rPr>
        <w:t>představenstva</w:t>
      </w:r>
      <w:r w:rsidR="00135FF2" w:rsidRPr="00024600">
        <w:rPr>
          <w:rFonts w:cs="Arial"/>
          <w:spacing w:val="4"/>
        </w:rPr>
        <w:tab/>
      </w:r>
      <w:permStart w:id="481626252" w:edGrp="everyone"/>
      <w:r w:rsidR="00135FF2" w:rsidRPr="00024600">
        <w:rPr>
          <w:rFonts w:cs="Arial"/>
          <w:spacing w:val="4"/>
        </w:rPr>
        <w:fldChar w:fldCharType="begin">
          <w:ffData>
            <w:name w:val="Text1"/>
            <w:enabled/>
            <w:calcOnExit w:val="0"/>
            <w:textInput/>
          </w:ffData>
        </w:fldChar>
      </w:r>
      <w:bookmarkStart w:id="33" w:name="Text1"/>
      <w:r w:rsidR="00135FF2" w:rsidRPr="00024600">
        <w:rPr>
          <w:rFonts w:cs="Arial"/>
          <w:spacing w:val="4"/>
        </w:rPr>
        <w:instrText xml:space="preserve"> FORMTEXT </w:instrText>
      </w:r>
      <w:r w:rsidR="00135FF2" w:rsidRPr="00024600">
        <w:rPr>
          <w:rFonts w:cs="Arial"/>
          <w:spacing w:val="4"/>
        </w:rPr>
      </w:r>
      <w:r w:rsidR="00135FF2" w:rsidRPr="00024600">
        <w:rPr>
          <w:rFonts w:cs="Arial"/>
          <w:spacing w:val="4"/>
        </w:rPr>
        <w:fldChar w:fldCharType="separate"/>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spacing w:val="4"/>
        </w:rPr>
        <w:fldChar w:fldCharType="end"/>
      </w:r>
      <w:bookmarkEnd w:id="33"/>
      <w:permEnd w:id="481626252"/>
    </w:p>
    <w:p w14:paraId="78389703" w14:textId="77777777" w:rsidR="000F21BD" w:rsidRPr="00024600" w:rsidRDefault="000F21BD" w:rsidP="0018660A">
      <w:pPr>
        <w:tabs>
          <w:tab w:val="left" w:pos="4962"/>
        </w:tabs>
        <w:spacing w:before="0"/>
        <w:ind w:left="425" w:hanging="425"/>
        <w:rPr>
          <w:rFonts w:cs="Arial"/>
          <w:spacing w:val="4"/>
        </w:rPr>
      </w:pPr>
    </w:p>
    <w:p w14:paraId="2E064201" w14:textId="77777777" w:rsidR="000F21BD" w:rsidRPr="00024600" w:rsidRDefault="000F21BD" w:rsidP="0018660A">
      <w:pPr>
        <w:tabs>
          <w:tab w:val="left" w:pos="4962"/>
        </w:tabs>
        <w:spacing w:before="0"/>
        <w:ind w:left="425" w:hanging="425"/>
        <w:rPr>
          <w:rFonts w:cs="Arial"/>
          <w:spacing w:val="4"/>
        </w:rPr>
      </w:pPr>
    </w:p>
    <w:p w14:paraId="411EFA34" w14:textId="77777777" w:rsidR="000F21BD" w:rsidRPr="00024600" w:rsidRDefault="000F21BD" w:rsidP="0018660A">
      <w:pPr>
        <w:tabs>
          <w:tab w:val="left" w:pos="4962"/>
        </w:tabs>
        <w:spacing w:before="0"/>
        <w:ind w:left="425" w:hanging="425"/>
        <w:rPr>
          <w:rFonts w:cs="Arial"/>
          <w:spacing w:val="4"/>
        </w:rPr>
      </w:pPr>
    </w:p>
    <w:p w14:paraId="5C716E90" w14:textId="740724B3" w:rsidR="000F21BD" w:rsidRPr="00024600" w:rsidRDefault="000F21BD" w:rsidP="0018660A">
      <w:pPr>
        <w:tabs>
          <w:tab w:val="left" w:pos="4962"/>
        </w:tabs>
        <w:spacing w:before="0"/>
        <w:ind w:left="425" w:hanging="425"/>
        <w:rPr>
          <w:rFonts w:cs="Arial"/>
          <w:spacing w:val="4"/>
        </w:rPr>
      </w:pPr>
    </w:p>
    <w:p w14:paraId="5117E907" w14:textId="7B07D39E" w:rsidR="00047230" w:rsidRPr="00024600" w:rsidRDefault="00047230" w:rsidP="0018660A">
      <w:pPr>
        <w:tabs>
          <w:tab w:val="left" w:pos="4962"/>
        </w:tabs>
        <w:spacing w:before="0"/>
        <w:ind w:left="425" w:hanging="425"/>
        <w:rPr>
          <w:rFonts w:cs="Arial"/>
          <w:spacing w:val="4"/>
        </w:rPr>
      </w:pPr>
    </w:p>
    <w:p w14:paraId="764E50B4" w14:textId="35C48719" w:rsidR="00047230" w:rsidRPr="00024600" w:rsidRDefault="00047230" w:rsidP="0018660A">
      <w:pPr>
        <w:tabs>
          <w:tab w:val="left" w:pos="4962"/>
        </w:tabs>
        <w:spacing w:before="0"/>
        <w:ind w:left="425" w:hanging="425"/>
        <w:rPr>
          <w:rFonts w:cs="Arial"/>
          <w:spacing w:val="4"/>
        </w:rPr>
      </w:pPr>
    </w:p>
    <w:p w14:paraId="4F7FA8DE" w14:textId="77777777" w:rsidR="00047230" w:rsidRPr="00024600" w:rsidRDefault="00047230" w:rsidP="0018660A">
      <w:pPr>
        <w:tabs>
          <w:tab w:val="left" w:pos="4962"/>
        </w:tabs>
        <w:spacing w:before="0"/>
        <w:ind w:left="425" w:hanging="425"/>
        <w:rPr>
          <w:rFonts w:cs="Arial"/>
          <w:spacing w:val="4"/>
        </w:rPr>
      </w:pPr>
    </w:p>
    <w:p w14:paraId="06AB63B5" w14:textId="2FF35D38" w:rsidR="000F21BD" w:rsidRPr="00024600" w:rsidRDefault="000F21BD" w:rsidP="0018660A">
      <w:pPr>
        <w:tabs>
          <w:tab w:val="left" w:pos="4962"/>
        </w:tabs>
        <w:spacing w:before="0"/>
        <w:ind w:left="425" w:hanging="425"/>
        <w:rPr>
          <w:rFonts w:cs="Arial"/>
          <w:spacing w:val="4"/>
        </w:rPr>
      </w:pPr>
      <w:r w:rsidRPr="00024600">
        <w:rPr>
          <w:rFonts w:cs="Arial"/>
          <w:spacing w:val="4"/>
        </w:rPr>
        <w:t>……………………………………</w:t>
      </w:r>
      <w:r w:rsidRPr="00024600">
        <w:rPr>
          <w:rFonts w:cs="Arial"/>
          <w:spacing w:val="4"/>
        </w:rPr>
        <w:tab/>
        <w:t>……………………………………</w:t>
      </w:r>
      <w:r w:rsidRPr="00024600">
        <w:rPr>
          <w:rFonts w:cs="Arial"/>
          <w:spacing w:val="4"/>
        </w:rPr>
        <w:tab/>
      </w:r>
    </w:p>
    <w:p w14:paraId="781CBE9D" w14:textId="770D6A90" w:rsidR="000F21BD" w:rsidRPr="00024600" w:rsidRDefault="000F21BD" w:rsidP="0018660A">
      <w:pPr>
        <w:tabs>
          <w:tab w:val="left" w:pos="4962"/>
        </w:tabs>
        <w:spacing w:before="0"/>
        <w:ind w:left="425" w:hanging="425"/>
        <w:jc w:val="left"/>
        <w:rPr>
          <w:rFonts w:cs="Arial"/>
          <w:spacing w:val="4"/>
        </w:rPr>
      </w:pPr>
      <w:r w:rsidRPr="00024600">
        <w:rPr>
          <w:rFonts w:cs="Arial"/>
          <w:spacing w:val="4"/>
        </w:rPr>
        <w:t>ČEPRO, a.s.</w:t>
      </w:r>
      <w:r w:rsidR="00135FF2" w:rsidRPr="00024600">
        <w:rPr>
          <w:rFonts w:cs="Arial"/>
          <w:spacing w:val="4"/>
        </w:rPr>
        <w:tab/>
      </w:r>
      <w:permStart w:id="1166244710" w:edGrp="everyone"/>
      <w:r w:rsidR="00135FF2" w:rsidRPr="00024600">
        <w:rPr>
          <w:rFonts w:cs="Arial"/>
          <w:spacing w:val="4"/>
        </w:rPr>
        <w:fldChar w:fldCharType="begin">
          <w:ffData>
            <w:name w:val="Text2"/>
            <w:enabled/>
            <w:calcOnExit w:val="0"/>
            <w:textInput/>
          </w:ffData>
        </w:fldChar>
      </w:r>
      <w:r w:rsidR="00135FF2" w:rsidRPr="00024600">
        <w:rPr>
          <w:rFonts w:cs="Arial"/>
          <w:spacing w:val="4"/>
        </w:rPr>
        <w:instrText xml:space="preserve"> FORMTEXT </w:instrText>
      </w:r>
      <w:r w:rsidR="00135FF2" w:rsidRPr="00024600">
        <w:rPr>
          <w:rFonts w:cs="Arial"/>
          <w:spacing w:val="4"/>
        </w:rPr>
      </w:r>
      <w:r w:rsidR="00135FF2" w:rsidRPr="00024600">
        <w:rPr>
          <w:rFonts w:cs="Arial"/>
          <w:spacing w:val="4"/>
        </w:rPr>
        <w:fldChar w:fldCharType="separate"/>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spacing w:val="4"/>
        </w:rPr>
        <w:fldChar w:fldCharType="end"/>
      </w:r>
      <w:permEnd w:id="1166244710"/>
    </w:p>
    <w:p w14:paraId="74EF7113" w14:textId="5D2D729F" w:rsidR="00DB4779" w:rsidRPr="00024600" w:rsidRDefault="000F21BD" w:rsidP="0018660A">
      <w:pPr>
        <w:tabs>
          <w:tab w:val="left" w:pos="4962"/>
        </w:tabs>
        <w:spacing w:before="0"/>
        <w:ind w:left="425" w:hanging="425"/>
        <w:jc w:val="left"/>
        <w:rPr>
          <w:rFonts w:cs="Arial"/>
          <w:spacing w:val="4"/>
        </w:rPr>
      </w:pPr>
      <w:permStart w:id="213720142" w:edGrp="everyone"/>
      <w:r w:rsidRPr="00024600">
        <w:rPr>
          <w:rFonts w:cs="Arial"/>
          <w:spacing w:val="4"/>
        </w:rPr>
        <w:t>Ing. František Todt</w:t>
      </w:r>
      <w:permEnd w:id="213720142"/>
      <w:r w:rsidR="00135FF2" w:rsidRPr="00024600">
        <w:rPr>
          <w:rFonts w:cs="Arial"/>
          <w:spacing w:val="4"/>
        </w:rPr>
        <w:tab/>
      </w:r>
      <w:permStart w:id="1926628161" w:edGrp="everyone"/>
      <w:r w:rsidR="00135FF2" w:rsidRPr="00024600">
        <w:rPr>
          <w:rFonts w:cs="Arial"/>
          <w:spacing w:val="4"/>
        </w:rPr>
        <w:fldChar w:fldCharType="begin">
          <w:ffData>
            <w:name w:val="Text2"/>
            <w:enabled/>
            <w:calcOnExit w:val="0"/>
            <w:textInput/>
          </w:ffData>
        </w:fldChar>
      </w:r>
      <w:r w:rsidR="00135FF2" w:rsidRPr="00024600">
        <w:rPr>
          <w:rFonts w:cs="Arial"/>
          <w:spacing w:val="4"/>
        </w:rPr>
        <w:instrText xml:space="preserve"> FORMTEXT </w:instrText>
      </w:r>
      <w:r w:rsidR="00135FF2" w:rsidRPr="00024600">
        <w:rPr>
          <w:rFonts w:cs="Arial"/>
          <w:spacing w:val="4"/>
        </w:rPr>
      </w:r>
      <w:r w:rsidR="00135FF2" w:rsidRPr="00024600">
        <w:rPr>
          <w:rFonts w:cs="Arial"/>
          <w:spacing w:val="4"/>
        </w:rPr>
        <w:fldChar w:fldCharType="separate"/>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spacing w:val="4"/>
        </w:rPr>
        <w:fldChar w:fldCharType="end"/>
      </w:r>
      <w:permEnd w:id="1926628161"/>
    </w:p>
    <w:p w14:paraId="78B4DF2A" w14:textId="231DFC5B" w:rsidR="00DB4779" w:rsidRDefault="00EA5930" w:rsidP="0018660A">
      <w:pPr>
        <w:tabs>
          <w:tab w:val="left" w:pos="4962"/>
        </w:tabs>
        <w:spacing w:before="0"/>
        <w:ind w:left="425" w:hanging="425"/>
        <w:jc w:val="left"/>
        <w:rPr>
          <w:rFonts w:cs="Arial"/>
          <w:spacing w:val="4"/>
        </w:rPr>
      </w:pPr>
      <w:permStart w:id="1410552622" w:edGrp="everyone"/>
      <w:r w:rsidRPr="00024600">
        <w:rPr>
          <w:rFonts w:cs="Arial"/>
          <w:spacing w:val="4"/>
        </w:rPr>
        <w:t>č</w:t>
      </w:r>
      <w:r w:rsidR="00DB4779" w:rsidRPr="00024600">
        <w:rPr>
          <w:rFonts w:cs="Arial"/>
          <w:spacing w:val="4"/>
        </w:rPr>
        <w:t xml:space="preserve">len </w:t>
      </w:r>
      <w:permEnd w:id="1410552622"/>
      <w:r w:rsidR="00DB4779" w:rsidRPr="00024600">
        <w:rPr>
          <w:rFonts w:cs="Arial"/>
          <w:spacing w:val="4"/>
        </w:rPr>
        <w:t>představenstva</w:t>
      </w:r>
      <w:r w:rsidR="00135FF2" w:rsidRPr="00024600">
        <w:rPr>
          <w:rFonts w:cs="Arial"/>
          <w:spacing w:val="4"/>
        </w:rPr>
        <w:tab/>
      </w:r>
      <w:permStart w:id="1947157561" w:edGrp="everyone"/>
      <w:r w:rsidR="00135FF2" w:rsidRPr="00024600">
        <w:rPr>
          <w:rFonts w:cs="Arial"/>
          <w:spacing w:val="4"/>
        </w:rPr>
        <w:fldChar w:fldCharType="begin">
          <w:ffData>
            <w:name w:val="Text2"/>
            <w:enabled/>
            <w:calcOnExit w:val="0"/>
            <w:textInput/>
          </w:ffData>
        </w:fldChar>
      </w:r>
      <w:r w:rsidR="00135FF2" w:rsidRPr="00024600">
        <w:rPr>
          <w:rFonts w:cs="Arial"/>
          <w:spacing w:val="4"/>
        </w:rPr>
        <w:instrText xml:space="preserve"> FORMTEXT </w:instrText>
      </w:r>
      <w:r w:rsidR="00135FF2" w:rsidRPr="00024600">
        <w:rPr>
          <w:rFonts w:cs="Arial"/>
          <w:spacing w:val="4"/>
        </w:rPr>
      </w:r>
      <w:r w:rsidR="00135FF2" w:rsidRPr="00024600">
        <w:rPr>
          <w:rFonts w:cs="Arial"/>
          <w:spacing w:val="4"/>
        </w:rPr>
        <w:fldChar w:fldCharType="separate"/>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spacing w:val="4"/>
        </w:rPr>
        <w:fldChar w:fldCharType="end"/>
      </w:r>
    </w:p>
    <w:p w14:paraId="5066E994" w14:textId="171BA74A" w:rsidR="00E62F52" w:rsidRDefault="00E62F52" w:rsidP="0018660A">
      <w:pPr>
        <w:tabs>
          <w:tab w:val="left" w:pos="4962"/>
        </w:tabs>
        <w:spacing w:before="0"/>
        <w:ind w:left="425" w:hanging="425"/>
        <w:jc w:val="left"/>
        <w:rPr>
          <w:rFonts w:cs="Arial"/>
          <w:spacing w:val="4"/>
        </w:rPr>
      </w:pPr>
    </w:p>
    <w:p w14:paraId="1AED712A" w14:textId="221B2357" w:rsidR="00E62F52" w:rsidRDefault="00E62F52" w:rsidP="0018660A">
      <w:pPr>
        <w:tabs>
          <w:tab w:val="left" w:pos="4962"/>
        </w:tabs>
        <w:spacing w:before="0"/>
        <w:ind w:left="425" w:hanging="425"/>
        <w:jc w:val="left"/>
        <w:rPr>
          <w:rFonts w:cs="Arial"/>
          <w:spacing w:val="4"/>
        </w:rPr>
      </w:pPr>
    </w:p>
    <w:p w14:paraId="0627743C" w14:textId="32A2DB0B" w:rsidR="00E62F52" w:rsidRDefault="00E62F52" w:rsidP="0018660A">
      <w:pPr>
        <w:tabs>
          <w:tab w:val="left" w:pos="4962"/>
        </w:tabs>
        <w:spacing w:before="0"/>
        <w:ind w:left="425" w:hanging="425"/>
        <w:jc w:val="left"/>
        <w:rPr>
          <w:rFonts w:cs="Arial"/>
          <w:spacing w:val="4"/>
        </w:rPr>
      </w:pPr>
    </w:p>
    <w:p w14:paraId="2CBA0625" w14:textId="778A886A" w:rsidR="00E62F52" w:rsidRDefault="00E62F52" w:rsidP="0018660A">
      <w:pPr>
        <w:tabs>
          <w:tab w:val="left" w:pos="4962"/>
        </w:tabs>
        <w:spacing w:before="0"/>
        <w:ind w:left="425" w:hanging="425"/>
        <w:jc w:val="left"/>
        <w:rPr>
          <w:rFonts w:cs="Arial"/>
          <w:spacing w:val="4"/>
        </w:rPr>
      </w:pPr>
    </w:p>
    <w:p w14:paraId="18A03595" w14:textId="55345E55" w:rsidR="00E62F52" w:rsidRDefault="00E62F52" w:rsidP="0018660A">
      <w:pPr>
        <w:tabs>
          <w:tab w:val="left" w:pos="4962"/>
        </w:tabs>
        <w:spacing w:before="0"/>
        <w:ind w:left="425" w:hanging="425"/>
        <w:jc w:val="left"/>
        <w:rPr>
          <w:rFonts w:cs="Arial"/>
          <w:spacing w:val="4"/>
        </w:rPr>
      </w:pPr>
    </w:p>
    <w:p w14:paraId="5513CE7A" w14:textId="73E4F1DD" w:rsidR="00E62F52" w:rsidRDefault="00E62F52" w:rsidP="0018660A">
      <w:pPr>
        <w:tabs>
          <w:tab w:val="left" w:pos="4962"/>
        </w:tabs>
        <w:spacing w:before="0"/>
        <w:ind w:left="425" w:hanging="425"/>
        <w:jc w:val="left"/>
        <w:rPr>
          <w:rFonts w:cs="Arial"/>
          <w:spacing w:val="4"/>
        </w:rPr>
      </w:pPr>
    </w:p>
    <w:p w14:paraId="311F996E" w14:textId="244DEB67" w:rsidR="00E62F52" w:rsidRDefault="00E62F52" w:rsidP="0018660A">
      <w:pPr>
        <w:tabs>
          <w:tab w:val="left" w:pos="4962"/>
        </w:tabs>
        <w:spacing w:before="0"/>
        <w:ind w:left="425" w:hanging="425"/>
        <w:jc w:val="left"/>
        <w:rPr>
          <w:rFonts w:cs="Arial"/>
          <w:spacing w:val="4"/>
        </w:rPr>
      </w:pPr>
    </w:p>
    <w:p w14:paraId="5C4C8B1C" w14:textId="7F818FF4" w:rsidR="00E62F52" w:rsidRDefault="00E62F52" w:rsidP="0018660A">
      <w:pPr>
        <w:tabs>
          <w:tab w:val="left" w:pos="4962"/>
        </w:tabs>
        <w:spacing w:before="0"/>
        <w:ind w:left="425" w:hanging="425"/>
        <w:jc w:val="left"/>
        <w:rPr>
          <w:rFonts w:cs="Arial"/>
          <w:spacing w:val="4"/>
        </w:rPr>
      </w:pPr>
    </w:p>
    <w:p w14:paraId="287C7B3A" w14:textId="4A903603" w:rsidR="00E62F52" w:rsidRDefault="00E62F52" w:rsidP="0018660A">
      <w:pPr>
        <w:tabs>
          <w:tab w:val="left" w:pos="4962"/>
        </w:tabs>
        <w:spacing w:before="0"/>
        <w:ind w:left="425" w:hanging="425"/>
        <w:jc w:val="left"/>
        <w:rPr>
          <w:rFonts w:cs="Arial"/>
          <w:spacing w:val="4"/>
        </w:rPr>
      </w:pPr>
    </w:p>
    <w:p w14:paraId="1974F80B" w14:textId="375C8780" w:rsidR="00E62F52" w:rsidRDefault="00E62F52" w:rsidP="0018660A">
      <w:pPr>
        <w:tabs>
          <w:tab w:val="left" w:pos="4962"/>
        </w:tabs>
        <w:spacing w:before="0"/>
        <w:ind w:left="425" w:hanging="425"/>
        <w:jc w:val="left"/>
        <w:rPr>
          <w:rFonts w:cs="Arial"/>
          <w:spacing w:val="4"/>
        </w:rPr>
      </w:pPr>
    </w:p>
    <w:p w14:paraId="73C71A9B" w14:textId="385495BC" w:rsidR="00E62F52" w:rsidRDefault="00E62F52" w:rsidP="0018660A">
      <w:pPr>
        <w:tabs>
          <w:tab w:val="left" w:pos="4962"/>
        </w:tabs>
        <w:spacing w:before="0"/>
        <w:ind w:left="425" w:hanging="425"/>
        <w:jc w:val="left"/>
        <w:rPr>
          <w:rFonts w:cs="Arial"/>
          <w:spacing w:val="4"/>
        </w:rPr>
      </w:pPr>
    </w:p>
    <w:p w14:paraId="200116A7" w14:textId="64CED7D6" w:rsidR="00E62F52" w:rsidRDefault="00E62F52" w:rsidP="0018660A">
      <w:pPr>
        <w:tabs>
          <w:tab w:val="left" w:pos="4962"/>
        </w:tabs>
        <w:spacing w:before="0"/>
        <w:ind w:left="425" w:hanging="425"/>
        <w:jc w:val="left"/>
        <w:rPr>
          <w:rFonts w:cs="Arial"/>
          <w:spacing w:val="4"/>
        </w:rPr>
      </w:pPr>
    </w:p>
    <w:p w14:paraId="6E3B1E68" w14:textId="6D0A6AAC" w:rsidR="00E62F52" w:rsidRDefault="00E62F52" w:rsidP="0018660A">
      <w:pPr>
        <w:tabs>
          <w:tab w:val="left" w:pos="4962"/>
        </w:tabs>
        <w:spacing w:before="0"/>
        <w:ind w:left="425" w:hanging="425"/>
        <w:jc w:val="left"/>
        <w:rPr>
          <w:rFonts w:cs="Arial"/>
          <w:spacing w:val="4"/>
        </w:rPr>
      </w:pPr>
    </w:p>
    <w:p w14:paraId="43AB4218" w14:textId="1C136511" w:rsidR="00E62F52" w:rsidRDefault="00E62F52" w:rsidP="0018660A">
      <w:pPr>
        <w:tabs>
          <w:tab w:val="left" w:pos="4962"/>
        </w:tabs>
        <w:spacing w:before="0"/>
        <w:ind w:left="425" w:hanging="425"/>
        <w:jc w:val="left"/>
        <w:rPr>
          <w:rFonts w:cs="Arial"/>
          <w:spacing w:val="4"/>
        </w:rPr>
      </w:pPr>
    </w:p>
    <w:p w14:paraId="2F19088E" w14:textId="6E69FF15" w:rsidR="00E62F52" w:rsidRDefault="00E62F52" w:rsidP="0018660A">
      <w:pPr>
        <w:tabs>
          <w:tab w:val="left" w:pos="4962"/>
        </w:tabs>
        <w:spacing w:before="0"/>
        <w:ind w:left="425" w:hanging="425"/>
        <w:jc w:val="left"/>
        <w:rPr>
          <w:rFonts w:cs="Arial"/>
          <w:spacing w:val="4"/>
        </w:rPr>
      </w:pPr>
    </w:p>
    <w:p w14:paraId="736BBE1D" w14:textId="0769578C" w:rsidR="00E62F52" w:rsidRDefault="00E62F52" w:rsidP="0018660A">
      <w:pPr>
        <w:tabs>
          <w:tab w:val="left" w:pos="4962"/>
        </w:tabs>
        <w:spacing w:before="0"/>
        <w:ind w:left="425" w:hanging="425"/>
        <w:jc w:val="left"/>
        <w:rPr>
          <w:rFonts w:cs="Arial"/>
          <w:spacing w:val="4"/>
        </w:rPr>
      </w:pPr>
    </w:p>
    <w:p w14:paraId="6F5056D2" w14:textId="781FA2A2" w:rsidR="00E62F52" w:rsidRDefault="00E62F52" w:rsidP="0018660A">
      <w:pPr>
        <w:tabs>
          <w:tab w:val="left" w:pos="4962"/>
        </w:tabs>
        <w:spacing w:before="0"/>
        <w:ind w:left="425" w:hanging="425"/>
        <w:jc w:val="left"/>
        <w:rPr>
          <w:rFonts w:cs="Arial"/>
          <w:spacing w:val="4"/>
        </w:rPr>
      </w:pPr>
    </w:p>
    <w:p w14:paraId="70AF13DD" w14:textId="0799FE99" w:rsidR="00E62F52" w:rsidRDefault="00E62F52" w:rsidP="0018660A">
      <w:pPr>
        <w:tabs>
          <w:tab w:val="left" w:pos="4962"/>
        </w:tabs>
        <w:spacing w:before="0"/>
        <w:ind w:left="425" w:hanging="425"/>
        <w:jc w:val="left"/>
        <w:rPr>
          <w:rFonts w:cs="Arial"/>
          <w:spacing w:val="4"/>
        </w:rPr>
      </w:pPr>
    </w:p>
    <w:p w14:paraId="39C8EA0E" w14:textId="6BC7F6F2" w:rsidR="00E62F52" w:rsidRDefault="00E62F52" w:rsidP="0018660A">
      <w:pPr>
        <w:tabs>
          <w:tab w:val="left" w:pos="4962"/>
        </w:tabs>
        <w:spacing w:before="0"/>
        <w:ind w:left="425" w:hanging="425"/>
        <w:jc w:val="left"/>
        <w:rPr>
          <w:rFonts w:cs="Arial"/>
          <w:spacing w:val="4"/>
        </w:rPr>
      </w:pPr>
    </w:p>
    <w:p w14:paraId="71599646" w14:textId="14E6FF15" w:rsidR="00E62F52" w:rsidRDefault="00E62F52" w:rsidP="0018660A">
      <w:pPr>
        <w:tabs>
          <w:tab w:val="left" w:pos="4962"/>
        </w:tabs>
        <w:spacing w:before="0"/>
        <w:ind w:left="425" w:hanging="425"/>
        <w:jc w:val="left"/>
        <w:rPr>
          <w:rFonts w:cs="Arial"/>
          <w:spacing w:val="4"/>
        </w:rPr>
      </w:pPr>
    </w:p>
    <w:p w14:paraId="7CD481A5" w14:textId="7F7E9FE8" w:rsidR="00E62F52" w:rsidRDefault="00E62F52" w:rsidP="0018660A">
      <w:pPr>
        <w:tabs>
          <w:tab w:val="left" w:pos="4962"/>
        </w:tabs>
        <w:spacing w:before="0"/>
        <w:ind w:left="425" w:hanging="425"/>
        <w:jc w:val="left"/>
        <w:rPr>
          <w:rFonts w:cs="Arial"/>
          <w:spacing w:val="4"/>
        </w:rPr>
      </w:pPr>
    </w:p>
    <w:p w14:paraId="37C988FC" w14:textId="4998EF35" w:rsidR="00E62F52" w:rsidRDefault="00E62F52" w:rsidP="0018660A">
      <w:pPr>
        <w:tabs>
          <w:tab w:val="left" w:pos="4962"/>
        </w:tabs>
        <w:spacing w:before="0"/>
        <w:ind w:left="425" w:hanging="425"/>
        <w:jc w:val="left"/>
        <w:rPr>
          <w:rFonts w:cs="Arial"/>
          <w:spacing w:val="4"/>
        </w:rPr>
      </w:pPr>
    </w:p>
    <w:p w14:paraId="0B1D9EEC" w14:textId="0A666EF9" w:rsidR="00E62F52" w:rsidRDefault="00E62F52" w:rsidP="0018660A">
      <w:pPr>
        <w:tabs>
          <w:tab w:val="left" w:pos="4962"/>
        </w:tabs>
        <w:spacing w:before="0"/>
        <w:ind w:left="425" w:hanging="425"/>
        <w:jc w:val="left"/>
        <w:rPr>
          <w:rFonts w:cs="Arial"/>
          <w:spacing w:val="4"/>
        </w:rPr>
      </w:pPr>
    </w:p>
    <w:p w14:paraId="16BBF285" w14:textId="4353844D" w:rsidR="00E62F52" w:rsidRDefault="00E62F52" w:rsidP="0018660A">
      <w:pPr>
        <w:tabs>
          <w:tab w:val="left" w:pos="4962"/>
        </w:tabs>
        <w:spacing w:before="0"/>
        <w:ind w:left="425" w:hanging="425"/>
        <w:jc w:val="left"/>
        <w:rPr>
          <w:rFonts w:cs="Arial"/>
          <w:spacing w:val="4"/>
        </w:rPr>
      </w:pPr>
    </w:p>
    <w:p w14:paraId="76074959" w14:textId="1095D133" w:rsidR="00E62F52" w:rsidRDefault="00E62F52" w:rsidP="0018660A">
      <w:pPr>
        <w:tabs>
          <w:tab w:val="left" w:pos="4962"/>
        </w:tabs>
        <w:spacing w:before="0"/>
        <w:ind w:left="425" w:hanging="425"/>
        <w:jc w:val="left"/>
        <w:rPr>
          <w:rFonts w:cs="Arial"/>
          <w:spacing w:val="4"/>
        </w:rPr>
      </w:pPr>
    </w:p>
    <w:p w14:paraId="5E873A5D" w14:textId="04D6DB67" w:rsidR="00E62F52" w:rsidRDefault="00E62F52" w:rsidP="0018660A">
      <w:pPr>
        <w:tabs>
          <w:tab w:val="left" w:pos="4962"/>
        </w:tabs>
        <w:spacing w:before="0"/>
        <w:ind w:left="425" w:hanging="425"/>
        <w:jc w:val="left"/>
        <w:rPr>
          <w:rFonts w:cs="Arial"/>
          <w:spacing w:val="4"/>
        </w:rPr>
      </w:pPr>
    </w:p>
    <w:p w14:paraId="41ABBB2F" w14:textId="7438DFD3" w:rsidR="00E62F52" w:rsidRDefault="00E62F52" w:rsidP="0018660A">
      <w:pPr>
        <w:tabs>
          <w:tab w:val="left" w:pos="4962"/>
        </w:tabs>
        <w:spacing w:before="0"/>
        <w:ind w:left="425" w:hanging="425"/>
        <w:jc w:val="left"/>
        <w:rPr>
          <w:rFonts w:cs="Arial"/>
          <w:spacing w:val="4"/>
        </w:rPr>
      </w:pPr>
    </w:p>
    <w:p w14:paraId="44EF951E" w14:textId="3638764B" w:rsidR="00E62F52" w:rsidRDefault="00E62F52" w:rsidP="0018660A">
      <w:pPr>
        <w:tabs>
          <w:tab w:val="left" w:pos="4962"/>
        </w:tabs>
        <w:spacing w:before="0"/>
        <w:ind w:left="425" w:hanging="425"/>
        <w:jc w:val="left"/>
        <w:rPr>
          <w:rFonts w:cs="Arial"/>
          <w:spacing w:val="4"/>
        </w:rPr>
      </w:pPr>
    </w:p>
    <w:p w14:paraId="2F1EDF48" w14:textId="4E68A44C" w:rsidR="00E62F52" w:rsidRDefault="00E62F52" w:rsidP="0018660A">
      <w:pPr>
        <w:tabs>
          <w:tab w:val="left" w:pos="4962"/>
        </w:tabs>
        <w:spacing w:before="0"/>
        <w:ind w:left="425" w:hanging="425"/>
        <w:jc w:val="left"/>
        <w:rPr>
          <w:rFonts w:cs="Arial"/>
          <w:spacing w:val="4"/>
        </w:rPr>
      </w:pPr>
    </w:p>
    <w:p w14:paraId="1F73DAF7" w14:textId="3AA40A07" w:rsidR="00E62F52" w:rsidRDefault="00E62F52" w:rsidP="0018660A">
      <w:pPr>
        <w:tabs>
          <w:tab w:val="left" w:pos="4962"/>
        </w:tabs>
        <w:spacing w:before="0"/>
        <w:ind w:left="425" w:hanging="425"/>
        <w:jc w:val="left"/>
        <w:rPr>
          <w:rFonts w:cs="Arial"/>
          <w:spacing w:val="4"/>
        </w:rPr>
      </w:pPr>
    </w:p>
    <w:p w14:paraId="42216F48" w14:textId="17B6F49A" w:rsidR="00E62F52" w:rsidRDefault="00E62F52" w:rsidP="0018660A">
      <w:pPr>
        <w:tabs>
          <w:tab w:val="left" w:pos="4962"/>
        </w:tabs>
        <w:spacing w:before="0"/>
        <w:ind w:left="425" w:hanging="425"/>
        <w:jc w:val="left"/>
        <w:rPr>
          <w:rFonts w:cs="Arial"/>
          <w:spacing w:val="4"/>
        </w:rPr>
      </w:pPr>
    </w:p>
    <w:p w14:paraId="60D26A72" w14:textId="034A8197" w:rsidR="00E62F52" w:rsidRDefault="00E62F52" w:rsidP="0018660A">
      <w:pPr>
        <w:tabs>
          <w:tab w:val="left" w:pos="4962"/>
        </w:tabs>
        <w:spacing w:before="0"/>
        <w:ind w:left="425" w:hanging="425"/>
        <w:jc w:val="left"/>
        <w:rPr>
          <w:rFonts w:cs="Arial"/>
          <w:spacing w:val="4"/>
        </w:rPr>
      </w:pPr>
    </w:p>
    <w:p w14:paraId="5C5A4017" w14:textId="0D59A214" w:rsidR="00E62F52" w:rsidRDefault="00E62F52" w:rsidP="0018660A">
      <w:pPr>
        <w:tabs>
          <w:tab w:val="left" w:pos="4962"/>
        </w:tabs>
        <w:spacing w:before="0"/>
        <w:ind w:left="425" w:hanging="425"/>
        <w:jc w:val="left"/>
        <w:rPr>
          <w:rFonts w:cs="Arial"/>
          <w:spacing w:val="4"/>
        </w:rPr>
      </w:pPr>
    </w:p>
    <w:p w14:paraId="42AB9D13" w14:textId="4CB5CA80" w:rsidR="00E62F52" w:rsidRDefault="00E62F52" w:rsidP="0018660A">
      <w:pPr>
        <w:tabs>
          <w:tab w:val="left" w:pos="4962"/>
        </w:tabs>
        <w:spacing w:before="0"/>
        <w:ind w:left="425" w:hanging="425"/>
        <w:jc w:val="left"/>
        <w:rPr>
          <w:rFonts w:cs="Arial"/>
          <w:spacing w:val="4"/>
        </w:rPr>
      </w:pPr>
    </w:p>
    <w:p w14:paraId="75268037" w14:textId="6111B783" w:rsidR="00E62F52" w:rsidRDefault="00E62F52" w:rsidP="0018660A">
      <w:pPr>
        <w:tabs>
          <w:tab w:val="left" w:pos="4962"/>
        </w:tabs>
        <w:spacing w:before="0"/>
        <w:ind w:left="425" w:hanging="425"/>
        <w:jc w:val="left"/>
        <w:rPr>
          <w:rFonts w:cs="Arial"/>
          <w:spacing w:val="4"/>
        </w:rPr>
      </w:pPr>
    </w:p>
    <w:p w14:paraId="7FBA0E67" w14:textId="1FC78240" w:rsidR="00E62F52" w:rsidRDefault="00E62F52" w:rsidP="0018660A">
      <w:pPr>
        <w:tabs>
          <w:tab w:val="left" w:pos="4962"/>
        </w:tabs>
        <w:spacing w:before="0"/>
        <w:ind w:left="425" w:hanging="425"/>
        <w:jc w:val="left"/>
        <w:rPr>
          <w:rFonts w:cs="Arial"/>
          <w:spacing w:val="4"/>
        </w:rPr>
      </w:pPr>
    </w:p>
    <w:p w14:paraId="43DC9C67" w14:textId="0168FC61" w:rsidR="00E62F52" w:rsidRDefault="00E62F52" w:rsidP="0018660A">
      <w:pPr>
        <w:tabs>
          <w:tab w:val="left" w:pos="4962"/>
        </w:tabs>
        <w:spacing w:before="0"/>
        <w:ind w:left="425" w:hanging="425"/>
        <w:jc w:val="left"/>
        <w:rPr>
          <w:rFonts w:cs="Arial"/>
          <w:spacing w:val="4"/>
        </w:rPr>
      </w:pPr>
    </w:p>
    <w:p w14:paraId="33A6CA5D" w14:textId="20AE2350" w:rsidR="00E62F52" w:rsidRDefault="00E62F52" w:rsidP="0018660A">
      <w:pPr>
        <w:tabs>
          <w:tab w:val="left" w:pos="4962"/>
        </w:tabs>
        <w:spacing w:before="0"/>
        <w:ind w:left="425" w:hanging="425"/>
        <w:jc w:val="left"/>
        <w:rPr>
          <w:rFonts w:cs="Arial"/>
          <w:spacing w:val="4"/>
        </w:rPr>
      </w:pPr>
    </w:p>
    <w:p w14:paraId="538D64A7" w14:textId="725B3FC8" w:rsidR="00E62F52" w:rsidRDefault="00E62F52" w:rsidP="0018660A">
      <w:pPr>
        <w:tabs>
          <w:tab w:val="left" w:pos="4962"/>
        </w:tabs>
        <w:spacing w:before="0"/>
        <w:ind w:left="425" w:hanging="425"/>
        <w:jc w:val="left"/>
        <w:rPr>
          <w:rFonts w:cs="Arial"/>
          <w:spacing w:val="4"/>
        </w:rPr>
      </w:pPr>
    </w:p>
    <w:p w14:paraId="31AACD66" w14:textId="009691B5" w:rsidR="00E62F52" w:rsidRDefault="00E62F52" w:rsidP="0018660A">
      <w:pPr>
        <w:tabs>
          <w:tab w:val="left" w:pos="4962"/>
        </w:tabs>
        <w:spacing w:before="0"/>
        <w:ind w:left="425" w:hanging="425"/>
        <w:jc w:val="left"/>
        <w:rPr>
          <w:rFonts w:cs="Arial"/>
          <w:spacing w:val="4"/>
        </w:rPr>
      </w:pPr>
    </w:p>
    <w:p w14:paraId="2B608374" w14:textId="309FC38C" w:rsidR="00E62F52" w:rsidRDefault="00E62F52" w:rsidP="0018660A">
      <w:pPr>
        <w:tabs>
          <w:tab w:val="left" w:pos="4962"/>
        </w:tabs>
        <w:spacing w:before="0"/>
        <w:ind w:left="425" w:hanging="425"/>
        <w:jc w:val="left"/>
        <w:rPr>
          <w:rFonts w:cs="Arial"/>
          <w:spacing w:val="4"/>
        </w:rPr>
      </w:pPr>
    </w:p>
    <w:p w14:paraId="7C1D9EFF" w14:textId="1769899F" w:rsidR="00E62F52" w:rsidRDefault="00E62F52" w:rsidP="0018660A">
      <w:pPr>
        <w:tabs>
          <w:tab w:val="left" w:pos="4962"/>
        </w:tabs>
        <w:spacing w:before="0"/>
        <w:ind w:left="425" w:hanging="425"/>
        <w:jc w:val="left"/>
        <w:rPr>
          <w:rFonts w:cs="Arial"/>
          <w:spacing w:val="4"/>
        </w:rPr>
      </w:pPr>
    </w:p>
    <w:p w14:paraId="46D16710" w14:textId="6A6BA388" w:rsidR="00E62F52" w:rsidRDefault="00E62F52" w:rsidP="0018660A">
      <w:pPr>
        <w:tabs>
          <w:tab w:val="left" w:pos="4962"/>
        </w:tabs>
        <w:spacing w:before="0"/>
        <w:ind w:left="425" w:hanging="425"/>
        <w:jc w:val="left"/>
        <w:rPr>
          <w:rFonts w:cs="Arial"/>
          <w:spacing w:val="4"/>
        </w:rPr>
      </w:pPr>
    </w:p>
    <w:p w14:paraId="3E6D86A0" w14:textId="0AD28963" w:rsidR="00E62F52" w:rsidRDefault="00E62F52" w:rsidP="0018660A">
      <w:pPr>
        <w:tabs>
          <w:tab w:val="left" w:pos="4962"/>
        </w:tabs>
        <w:spacing w:before="0"/>
        <w:ind w:left="425" w:hanging="425"/>
        <w:jc w:val="left"/>
        <w:rPr>
          <w:rFonts w:cs="Arial"/>
          <w:spacing w:val="4"/>
        </w:rPr>
      </w:pPr>
    </w:p>
    <w:p w14:paraId="49ED4599" w14:textId="2E93E5FC" w:rsidR="00E62F52" w:rsidRDefault="00E62F52" w:rsidP="0018660A">
      <w:pPr>
        <w:tabs>
          <w:tab w:val="left" w:pos="4962"/>
        </w:tabs>
        <w:spacing w:before="0"/>
        <w:ind w:left="425" w:hanging="425"/>
        <w:jc w:val="left"/>
        <w:rPr>
          <w:rFonts w:cs="Arial"/>
          <w:spacing w:val="4"/>
        </w:rPr>
      </w:pPr>
    </w:p>
    <w:p w14:paraId="7AEAC17F" w14:textId="1B0E13E2" w:rsidR="00E62F52" w:rsidRDefault="00E62F52" w:rsidP="0018660A">
      <w:pPr>
        <w:tabs>
          <w:tab w:val="left" w:pos="4962"/>
        </w:tabs>
        <w:spacing w:before="0"/>
        <w:ind w:left="425" w:hanging="425"/>
        <w:jc w:val="left"/>
        <w:rPr>
          <w:rFonts w:cs="Arial"/>
          <w:spacing w:val="4"/>
        </w:rPr>
      </w:pPr>
    </w:p>
    <w:p w14:paraId="061D8A90" w14:textId="36597866" w:rsidR="00E62F52" w:rsidRDefault="00E62F52" w:rsidP="0018660A">
      <w:pPr>
        <w:tabs>
          <w:tab w:val="left" w:pos="4962"/>
        </w:tabs>
        <w:spacing w:before="0"/>
        <w:ind w:left="425" w:hanging="425"/>
        <w:jc w:val="left"/>
        <w:rPr>
          <w:rFonts w:cs="Arial"/>
          <w:spacing w:val="4"/>
        </w:rPr>
      </w:pPr>
    </w:p>
    <w:p w14:paraId="216CC2D7" w14:textId="647B6727" w:rsidR="00E62F52" w:rsidRDefault="00E62F52" w:rsidP="0018660A">
      <w:pPr>
        <w:tabs>
          <w:tab w:val="left" w:pos="4962"/>
        </w:tabs>
        <w:spacing w:before="0"/>
        <w:ind w:left="425" w:hanging="425"/>
        <w:jc w:val="left"/>
        <w:rPr>
          <w:rFonts w:cs="Arial"/>
          <w:spacing w:val="4"/>
        </w:rPr>
      </w:pPr>
    </w:p>
    <w:p w14:paraId="6D313415" w14:textId="13A7FF92" w:rsidR="00E62F52" w:rsidRDefault="00E62F52" w:rsidP="0018660A">
      <w:pPr>
        <w:tabs>
          <w:tab w:val="left" w:pos="4962"/>
        </w:tabs>
        <w:spacing w:before="0"/>
        <w:ind w:left="425" w:hanging="425"/>
        <w:jc w:val="left"/>
        <w:rPr>
          <w:rFonts w:cs="Arial"/>
          <w:spacing w:val="4"/>
        </w:rPr>
      </w:pPr>
    </w:p>
    <w:p w14:paraId="2F0433EB" w14:textId="4F489AD5" w:rsidR="00E62F52" w:rsidRDefault="00E62F52" w:rsidP="0018660A">
      <w:pPr>
        <w:tabs>
          <w:tab w:val="left" w:pos="4962"/>
        </w:tabs>
        <w:spacing w:before="0"/>
        <w:ind w:left="425" w:hanging="425"/>
        <w:jc w:val="left"/>
        <w:rPr>
          <w:rFonts w:cs="Arial"/>
          <w:spacing w:val="4"/>
        </w:rPr>
      </w:pPr>
    </w:p>
    <w:p w14:paraId="2F68BCC4" w14:textId="601E6772" w:rsidR="00E62F52" w:rsidRDefault="00E62F52" w:rsidP="0018660A">
      <w:pPr>
        <w:tabs>
          <w:tab w:val="left" w:pos="4962"/>
        </w:tabs>
        <w:spacing w:before="0"/>
        <w:ind w:left="425" w:hanging="425"/>
        <w:jc w:val="left"/>
        <w:rPr>
          <w:rFonts w:cs="Arial"/>
          <w:spacing w:val="4"/>
        </w:rPr>
      </w:pPr>
    </w:p>
    <w:p w14:paraId="09735BC1" w14:textId="2993BEB3" w:rsidR="00E62F52" w:rsidRDefault="00E62F52" w:rsidP="0018660A">
      <w:pPr>
        <w:tabs>
          <w:tab w:val="left" w:pos="4962"/>
        </w:tabs>
        <w:spacing w:before="0"/>
        <w:ind w:left="425" w:hanging="425"/>
        <w:jc w:val="left"/>
        <w:rPr>
          <w:rFonts w:cs="Arial"/>
          <w:spacing w:val="4"/>
        </w:rPr>
      </w:pPr>
    </w:p>
    <w:p w14:paraId="2407ACB9" w14:textId="557A0AED" w:rsidR="00E62F52" w:rsidRDefault="00E62F52" w:rsidP="0018660A">
      <w:pPr>
        <w:tabs>
          <w:tab w:val="left" w:pos="4962"/>
        </w:tabs>
        <w:spacing w:before="0"/>
        <w:ind w:left="425" w:hanging="425"/>
        <w:jc w:val="left"/>
        <w:rPr>
          <w:rFonts w:cs="Arial"/>
          <w:spacing w:val="4"/>
        </w:rPr>
      </w:pPr>
    </w:p>
    <w:p w14:paraId="4601F825" w14:textId="5499794F" w:rsidR="00E62F52" w:rsidRDefault="00E62F52" w:rsidP="0018660A">
      <w:pPr>
        <w:tabs>
          <w:tab w:val="left" w:pos="4962"/>
        </w:tabs>
        <w:spacing w:before="0"/>
        <w:ind w:left="425" w:hanging="425"/>
        <w:jc w:val="left"/>
        <w:rPr>
          <w:rFonts w:cs="Arial"/>
          <w:spacing w:val="4"/>
        </w:rPr>
      </w:pPr>
    </w:p>
    <w:p w14:paraId="1ECFABAF" w14:textId="1FFA2634" w:rsidR="00E62F52" w:rsidRDefault="00E62F52" w:rsidP="0018660A">
      <w:pPr>
        <w:tabs>
          <w:tab w:val="left" w:pos="4962"/>
        </w:tabs>
        <w:spacing w:before="0"/>
        <w:ind w:left="425" w:hanging="425"/>
        <w:jc w:val="left"/>
        <w:rPr>
          <w:rFonts w:cs="Arial"/>
          <w:spacing w:val="4"/>
        </w:rPr>
      </w:pPr>
    </w:p>
    <w:p w14:paraId="5A985342" w14:textId="20BEF7ED" w:rsidR="00E62F52" w:rsidRDefault="00E62F52" w:rsidP="0018660A">
      <w:pPr>
        <w:tabs>
          <w:tab w:val="left" w:pos="4962"/>
        </w:tabs>
        <w:spacing w:before="0"/>
        <w:ind w:left="425" w:hanging="425"/>
        <w:jc w:val="left"/>
        <w:rPr>
          <w:rFonts w:cs="Arial"/>
          <w:spacing w:val="4"/>
        </w:rPr>
      </w:pPr>
    </w:p>
    <w:p w14:paraId="5939F69E" w14:textId="1FB6FC18" w:rsidR="00E62F52" w:rsidRDefault="00E62F52" w:rsidP="0018660A">
      <w:pPr>
        <w:tabs>
          <w:tab w:val="left" w:pos="4962"/>
        </w:tabs>
        <w:spacing w:before="0"/>
        <w:ind w:left="425" w:hanging="425"/>
        <w:jc w:val="left"/>
        <w:rPr>
          <w:rFonts w:cs="Arial"/>
          <w:spacing w:val="4"/>
        </w:rPr>
      </w:pPr>
    </w:p>
    <w:p w14:paraId="49F1DF63" w14:textId="5F13BB6B" w:rsidR="00E62F52" w:rsidRDefault="00E62F52" w:rsidP="0018660A">
      <w:pPr>
        <w:tabs>
          <w:tab w:val="left" w:pos="4962"/>
        </w:tabs>
        <w:spacing w:before="0"/>
        <w:ind w:left="425" w:hanging="425"/>
        <w:jc w:val="left"/>
        <w:rPr>
          <w:rFonts w:cs="Arial"/>
          <w:spacing w:val="4"/>
        </w:rPr>
      </w:pPr>
    </w:p>
    <w:p w14:paraId="1309EBA3" w14:textId="7EA1980A" w:rsidR="00E62F52" w:rsidRDefault="00E62F52" w:rsidP="0018660A">
      <w:pPr>
        <w:tabs>
          <w:tab w:val="left" w:pos="4962"/>
        </w:tabs>
        <w:spacing w:before="0"/>
        <w:ind w:left="425" w:hanging="425"/>
        <w:jc w:val="left"/>
        <w:rPr>
          <w:rFonts w:cs="Arial"/>
          <w:spacing w:val="4"/>
        </w:rPr>
      </w:pPr>
    </w:p>
    <w:p w14:paraId="1852B0F2" w14:textId="375AEA63" w:rsidR="00E62F52" w:rsidRDefault="00E62F52" w:rsidP="0018660A">
      <w:pPr>
        <w:tabs>
          <w:tab w:val="left" w:pos="4962"/>
        </w:tabs>
        <w:spacing w:before="0"/>
        <w:ind w:left="425" w:hanging="425"/>
        <w:jc w:val="left"/>
        <w:rPr>
          <w:rFonts w:cs="Arial"/>
          <w:spacing w:val="4"/>
        </w:rPr>
      </w:pPr>
    </w:p>
    <w:p w14:paraId="35DEB3D4" w14:textId="2DBFD9FA" w:rsidR="00E62F52" w:rsidRDefault="00E62F52" w:rsidP="0018660A">
      <w:pPr>
        <w:tabs>
          <w:tab w:val="left" w:pos="4962"/>
        </w:tabs>
        <w:spacing w:before="0"/>
        <w:ind w:left="425" w:hanging="425"/>
        <w:jc w:val="left"/>
        <w:rPr>
          <w:rFonts w:cs="Arial"/>
          <w:spacing w:val="4"/>
        </w:rPr>
      </w:pPr>
      <w:r>
        <w:rPr>
          <w:rFonts w:cs="Arial"/>
          <w:spacing w:val="4"/>
        </w:rPr>
        <w:t>PROSTOR PRO PŘÍLOHY</w:t>
      </w:r>
    </w:p>
    <w:permEnd w:id="1947157561"/>
    <w:p w14:paraId="6245C946" w14:textId="77777777" w:rsidR="00E62F52" w:rsidRPr="0048698F" w:rsidRDefault="00E62F52" w:rsidP="0018660A">
      <w:pPr>
        <w:tabs>
          <w:tab w:val="left" w:pos="4962"/>
        </w:tabs>
        <w:spacing w:before="0"/>
        <w:ind w:left="425" w:hanging="425"/>
        <w:jc w:val="left"/>
        <w:rPr>
          <w:rFonts w:cs="Arial"/>
          <w:spacing w:val="4"/>
        </w:rPr>
      </w:pPr>
    </w:p>
    <w:sectPr w:rsidR="00E62F52" w:rsidRPr="0048698F" w:rsidSect="00E665F2">
      <w:headerReference w:type="default" r:id="rId14"/>
      <w:headerReference w:type="first" r:id="rId15"/>
      <w:pgSz w:w="11906" w:h="16838" w:code="9"/>
      <w:pgMar w:top="1276" w:right="1134" w:bottom="992"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B8529" w14:textId="77777777" w:rsidR="00E7375C" w:rsidRDefault="00E7375C">
      <w:r>
        <w:separator/>
      </w:r>
    </w:p>
  </w:endnote>
  <w:endnote w:type="continuationSeparator" w:id="0">
    <w:p w14:paraId="7AA06968" w14:textId="77777777" w:rsidR="00E7375C" w:rsidRDefault="00E7375C">
      <w:r>
        <w:continuationSeparator/>
      </w:r>
    </w:p>
  </w:endnote>
  <w:endnote w:type="continuationNotice" w:id="1">
    <w:p w14:paraId="40D673F3" w14:textId="77777777" w:rsidR="00E7375C" w:rsidRDefault="00E7375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3EB4E" w14:textId="77777777" w:rsidR="00E7375C" w:rsidRDefault="00E7375C">
      <w:r>
        <w:separator/>
      </w:r>
    </w:p>
  </w:footnote>
  <w:footnote w:type="continuationSeparator" w:id="0">
    <w:p w14:paraId="646CBBF3" w14:textId="77777777" w:rsidR="00E7375C" w:rsidRDefault="00E7375C">
      <w:r>
        <w:continuationSeparator/>
      </w:r>
    </w:p>
  </w:footnote>
  <w:footnote w:type="continuationNotice" w:id="1">
    <w:p w14:paraId="72CFDCCC" w14:textId="77777777" w:rsidR="00E7375C" w:rsidRDefault="00E7375C">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F5A00" w14:textId="77777777" w:rsidR="00E665F2" w:rsidRPr="00951F62" w:rsidRDefault="00E665F2" w:rsidP="00E665F2">
    <w:pPr>
      <w:pStyle w:val="Zhlav"/>
      <w:spacing w:before="0"/>
      <w:rPr>
        <w:rFonts w:cs="Arial"/>
        <w:szCs w:val="16"/>
      </w:rPr>
    </w:pPr>
    <w:r w:rsidRPr="00951F62">
      <w:rPr>
        <w:rFonts w:cs="Arial"/>
        <w:szCs w:val="16"/>
      </w:rPr>
      <w:t>ČEPRO, a.s.</w:t>
    </w:r>
    <w:r w:rsidRPr="00951F62">
      <w:rPr>
        <w:rFonts w:cs="Arial"/>
        <w:szCs w:val="16"/>
      </w:rPr>
      <w:tab/>
    </w:r>
    <w:r>
      <w:rPr>
        <w:rFonts w:cs="Arial"/>
        <w:szCs w:val="16"/>
      </w:rPr>
      <w:t>Smlouva</w:t>
    </w:r>
    <w:r w:rsidRPr="00951F62">
      <w:rPr>
        <w:rFonts w:cs="Arial"/>
        <w:szCs w:val="16"/>
      </w:rPr>
      <w:t xml:space="preserve"> č</w:t>
    </w:r>
    <w:r>
      <w:rPr>
        <w:rFonts w:cs="Arial"/>
        <w:szCs w:val="16"/>
      </w:rPr>
      <w:t xml:space="preserve">. </w:t>
    </w:r>
    <w:permStart w:id="509232092" w:edGrp="everyone"/>
    <w:r>
      <w:rPr>
        <w:rFonts w:cs="Arial"/>
        <w:szCs w:val="16"/>
      </w:rPr>
      <w:t>……………….</w:t>
    </w:r>
    <w:permEnd w:id="509232092"/>
    <w:r w:rsidRPr="00951F62">
      <w:rPr>
        <w:rFonts w:cs="Arial"/>
        <w:szCs w:val="16"/>
      </w:rPr>
      <w:tab/>
      <w:t xml:space="preserve">Strana </w:t>
    </w:r>
    <w:r w:rsidRPr="00951F62">
      <w:rPr>
        <w:rFonts w:cs="Arial"/>
        <w:szCs w:val="16"/>
      </w:rPr>
      <w:fldChar w:fldCharType="begin"/>
    </w:r>
    <w:r w:rsidRPr="00951F62">
      <w:rPr>
        <w:rFonts w:cs="Arial"/>
        <w:szCs w:val="16"/>
      </w:rPr>
      <w:instrText>PAGE  \* Arabic  \* MERGEFORMAT</w:instrText>
    </w:r>
    <w:r w:rsidRPr="00951F62">
      <w:rPr>
        <w:rFonts w:cs="Arial"/>
        <w:szCs w:val="16"/>
      </w:rPr>
      <w:fldChar w:fldCharType="separate"/>
    </w:r>
    <w:r>
      <w:rPr>
        <w:rFonts w:cs="Arial"/>
        <w:szCs w:val="16"/>
      </w:rPr>
      <w:t>1</w:t>
    </w:r>
    <w:r w:rsidRPr="00951F62">
      <w:rPr>
        <w:rFonts w:cs="Arial"/>
        <w:szCs w:val="16"/>
      </w:rPr>
      <w:fldChar w:fldCharType="end"/>
    </w:r>
    <w:r w:rsidRPr="00951F62">
      <w:rPr>
        <w:rFonts w:cs="Arial"/>
        <w:szCs w:val="16"/>
      </w:rPr>
      <w:t xml:space="preserve"> z </w:t>
    </w:r>
    <w:r w:rsidRPr="00951F62">
      <w:rPr>
        <w:rFonts w:cs="Arial"/>
        <w:szCs w:val="16"/>
      </w:rPr>
      <w:fldChar w:fldCharType="begin"/>
    </w:r>
    <w:r w:rsidRPr="00951F62">
      <w:rPr>
        <w:rFonts w:cs="Arial"/>
        <w:szCs w:val="16"/>
      </w:rPr>
      <w:instrText>NUMPAGES  \* Arabic  \* MERGEFORMAT</w:instrText>
    </w:r>
    <w:r w:rsidRPr="00951F62">
      <w:rPr>
        <w:rFonts w:cs="Arial"/>
        <w:szCs w:val="16"/>
      </w:rPr>
      <w:fldChar w:fldCharType="separate"/>
    </w:r>
    <w:r>
      <w:rPr>
        <w:rFonts w:cs="Arial"/>
        <w:szCs w:val="16"/>
      </w:rPr>
      <w:t>25</w:t>
    </w:r>
    <w:r w:rsidRPr="00951F62">
      <w:rPr>
        <w:rFonts w:cs="Arial"/>
        <w:szCs w:val="16"/>
      </w:rPr>
      <w:fldChar w:fldCharType="end"/>
    </w:r>
  </w:p>
  <w:p w14:paraId="5EC9A17F" w14:textId="2C9434B1" w:rsidR="00E665F2" w:rsidRPr="00951F62" w:rsidRDefault="00BF7B84" w:rsidP="00E665F2">
    <w:pPr>
      <w:pStyle w:val="Zhlav"/>
      <w:pBdr>
        <w:bottom w:val="single" w:sz="4" w:space="1" w:color="auto"/>
      </w:pBdr>
      <w:spacing w:before="0"/>
      <w:rPr>
        <w:rFonts w:cs="Arial"/>
        <w:szCs w:val="16"/>
      </w:rPr>
    </w:pPr>
    <w:permStart w:id="699539001" w:edGrp="everyone"/>
    <w:r>
      <w:rPr>
        <w:rFonts w:cs="Arial"/>
        <w:szCs w:val="16"/>
      </w:rPr>
      <w:t>271</w:t>
    </w:r>
    <w:r w:rsidR="00E665F2">
      <w:rPr>
        <w:rFonts w:cs="Arial"/>
        <w:szCs w:val="16"/>
      </w:rPr>
      <w:t>/23/OCN</w:t>
    </w:r>
    <w:permEnd w:id="699539001"/>
    <w:r w:rsidR="00E665F2" w:rsidRPr="00951F62">
      <w:rPr>
        <w:rFonts w:cs="Arial"/>
        <w:szCs w:val="16"/>
      </w:rPr>
      <w:tab/>
    </w:r>
    <w:permStart w:id="481836693" w:edGrp="everyone"/>
    <w:r w:rsidR="00B40160">
      <w:rPr>
        <w:rFonts w:cs="Arial"/>
        <w:szCs w:val="16"/>
      </w:rPr>
      <w:t>R</w:t>
    </w:r>
    <w:r w:rsidR="00E665F2" w:rsidRPr="00951F62">
      <w:rPr>
        <w:rFonts w:cs="Arial"/>
        <w:szCs w:val="16"/>
      </w:rPr>
      <w:t>ámcová dohoda – Výkon</w:t>
    </w:r>
    <w:r w:rsidR="00B40160" w:rsidRPr="00B40160">
      <w:rPr>
        <w:rFonts w:cs="Arial"/>
        <w:szCs w:val="16"/>
      </w:rPr>
      <w:t xml:space="preserve"> </w:t>
    </w:r>
    <w:r w:rsidR="00B40160" w:rsidRPr="00A3383D">
      <w:rPr>
        <w:rFonts w:cs="Arial"/>
        <w:szCs w:val="16"/>
      </w:rPr>
      <w:t>revizí a kontrol elektrických zařízení nízkého napětí a hromosvodů na skladech ČEPRO</w:t>
    </w:r>
    <w:r w:rsidR="00B40160">
      <w:rPr>
        <w:rFonts w:cs="Arial"/>
        <w:szCs w:val="16"/>
      </w:rPr>
      <w:t>, a.s.</w:t>
    </w:r>
    <w:permEnd w:id="481836693"/>
  </w:p>
  <w:p w14:paraId="118FD7F9" w14:textId="77777777" w:rsidR="00F435B6" w:rsidRPr="00E665F2" w:rsidRDefault="00F435B6" w:rsidP="00E665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BEC4F" w14:textId="2B36992D" w:rsidR="00E76941" w:rsidRPr="007F4556" w:rsidRDefault="00E76941" w:rsidP="007F4556">
    <w:pPr>
      <w:pStyle w:val="Zhlav"/>
      <w:pBdr>
        <w:bottom w:val="single" w:sz="4" w:space="1" w:color="auto"/>
      </w:pBdr>
      <w:tabs>
        <w:tab w:val="clear" w:pos="4536"/>
        <w:tab w:val="clear" w:pos="9072"/>
      </w:tabs>
      <w:jc w:val="right"/>
    </w:pPr>
    <w:r w:rsidRPr="007F4556">
      <w:t xml:space="preserve">Strana </w:t>
    </w:r>
    <w:r w:rsidRPr="007F4556">
      <w:fldChar w:fldCharType="begin"/>
    </w:r>
    <w:r w:rsidRPr="007F4556">
      <w:instrText>PAGE  \* Arabic  \* MERGEFORMAT</w:instrText>
    </w:r>
    <w:r w:rsidRPr="007F4556">
      <w:fldChar w:fldCharType="separate"/>
    </w:r>
    <w:r w:rsidRPr="007F4556">
      <w:t>1</w:t>
    </w:r>
    <w:r w:rsidRPr="007F4556">
      <w:fldChar w:fldCharType="end"/>
    </w:r>
    <w:r w:rsidRPr="007F4556">
      <w:t xml:space="preserve"> z </w:t>
    </w:r>
    <w:r w:rsidR="00000000">
      <w:fldChar w:fldCharType="begin"/>
    </w:r>
    <w:r w:rsidR="00000000">
      <w:instrText>NUMPAGES  \* Arabic  \* MERGEFORMAT</w:instrText>
    </w:r>
    <w:r w:rsidR="00000000">
      <w:fldChar w:fldCharType="separate"/>
    </w:r>
    <w:r w:rsidRPr="007F4556">
      <w:t>2</w:t>
    </w:r>
    <w:r w:rsidR="00000000">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7EB6"/>
    <w:multiLevelType w:val="hybridMultilevel"/>
    <w:tmpl w:val="FCA02976"/>
    <w:lvl w:ilvl="0" w:tplc="D5A6BA5C">
      <w:numFmt w:val="bullet"/>
      <w:lvlText w:val="-"/>
      <w:lvlJc w:val="left"/>
      <w:pPr>
        <w:ind w:left="1070" w:hanging="360"/>
      </w:pPr>
      <w:rPr>
        <w:rFonts w:ascii="Arial" w:eastAsia="Times New Roman" w:hAnsi="Arial" w:cs="Arial" w:hint="default"/>
      </w:rPr>
    </w:lvl>
    <w:lvl w:ilvl="1" w:tplc="04050003">
      <w:start w:val="1"/>
      <w:numFmt w:val="bullet"/>
      <w:lvlText w:val="o"/>
      <w:lvlJc w:val="left"/>
      <w:pPr>
        <w:ind w:left="1790" w:hanging="360"/>
      </w:pPr>
      <w:rPr>
        <w:rFonts w:ascii="Courier New" w:hAnsi="Courier New" w:cs="Courier New" w:hint="default"/>
      </w:rPr>
    </w:lvl>
    <w:lvl w:ilvl="2" w:tplc="04050005">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 w15:restartNumberingAfterBreak="0">
    <w:nsid w:val="097635DB"/>
    <w:multiLevelType w:val="hybridMultilevel"/>
    <w:tmpl w:val="982A2E00"/>
    <w:lvl w:ilvl="0" w:tplc="A2C85390">
      <w:numFmt w:val="bullet"/>
      <w:lvlText w:val="-"/>
      <w:lvlJc w:val="left"/>
      <w:pPr>
        <w:ind w:left="1212" w:hanging="360"/>
      </w:pPr>
      <w:rPr>
        <w:rFonts w:ascii="Arial" w:eastAsia="Times New Roman" w:hAnsi="Arial" w:cs="Arial" w:hint="default"/>
      </w:rPr>
    </w:lvl>
    <w:lvl w:ilvl="1" w:tplc="04050003">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2" w15:restartNumberingAfterBreak="0">
    <w:nsid w:val="20312D1B"/>
    <w:multiLevelType w:val="hybridMultilevel"/>
    <w:tmpl w:val="31AC126E"/>
    <w:lvl w:ilvl="0" w:tplc="A2C85390">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3"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5" w15:restartNumberingAfterBreak="0">
    <w:nsid w:val="387D5811"/>
    <w:multiLevelType w:val="hybridMultilevel"/>
    <w:tmpl w:val="A9361CF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394972FC"/>
    <w:multiLevelType w:val="hybridMultilevel"/>
    <w:tmpl w:val="13C4C77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E962F22"/>
    <w:multiLevelType w:val="hybridMultilevel"/>
    <w:tmpl w:val="56DCB954"/>
    <w:lvl w:ilvl="0" w:tplc="548627FE">
      <w:start w:val="1"/>
      <w:numFmt w:val="bullet"/>
      <w:pStyle w:val="03-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15:restartNumberingAfterBreak="0">
    <w:nsid w:val="5646721C"/>
    <w:multiLevelType w:val="hybridMultilevel"/>
    <w:tmpl w:val="FA88C924"/>
    <w:lvl w:ilvl="0" w:tplc="04050005">
      <w:start w:val="1"/>
      <w:numFmt w:val="bullet"/>
      <w:lvlText w:val=""/>
      <w:lvlJc w:val="left"/>
      <w:pPr>
        <w:ind w:left="1494" w:hanging="360"/>
      </w:pPr>
      <w:rPr>
        <w:rFonts w:ascii="Wingdings" w:hAnsi="Wingdings" w:cs="Wingdings" w:hint="default"/>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11" w15:restartNumberingAfterBreak="0">
    <w:nsid w:val="56B779F1"/>
    <w:multiLevelType w:val="hybridMultilevel"/>
    <w:tmpl w:val="BC801870"/>
    <w:lvl w:ilvl="0" w:tplc="1836533C">
      <w:start w:val="1"/>
      <w:numFmt w:val="lowerLetter"/>
      <w:pStyle w:val="03-PSM"/>
      <w:lvlText w:val="%1)"/>
      <w:lvlJc w:val="left"/>
      <w:pPr>
        <w:ind w:left="1070" w:hanging="360"/>
      </w:pPr>
      <w:rPr>
        <w:rFonts w:ascii="Arial" w:eastAsia="Times New Roman" w:hAnsi="Arial" w:cs="Times New Roman"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15:restartNumberingAfterBreak="0">
    <w:nsid w:val="5D0C70CC"/>
    <w:multiLevelType w:val="hybridMultilevel"/>
    <w:tmpl w:val="411055C0"/>
    <w:lvl w:ilvl="0" w:tplc="A2C85390">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3"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6504202F"/>
    <w:multiLevelType w:val="multilevel"/>
    <w:tmpl w:val="E402CC74"/>
    <w:lvl w:ilvl="0">
      <w:start w:val="1"/>
      <w:numFmt w:val="ordinal"/>
      <w:pStyle w:val="01-L"/>
      <w:suff w:val="space"/>
      <w:lvlText w:val="Čl. %1"/>
      <w:lvlJc w:val="left"/>
      <w:pPr>
        <w:ind w:left="4564" w:hanging="454"/>
      </w:pPr>
      <w:rPr>
        <w:rFonts w:hint="default"/>
        <w:color w:val="auto"/>
      </w:rPr>
    </w:lvl>
    <w:lvl w:ilvl="1">
      <w:start w:val="1"/>
      <w:numFmt w:val="ordinal"/>
      <w:pStyle w:val="01-ODST-2"/>
      <w:lvlText w:val="%1%2"/>
      <w:lvlJc w:val="left"/>
      <w:pPr>
        <w:tabs>
          <w:tab w:val="num" w:pos="1080"/>
        </w:tabs>
        <w:ind w:left="567" w:hanging="567"/>
      </w:pPr>
      <w:rPr>
        <w:rFonts w:hint="default"/>
      </w:rPr>
    </w:lvl>
    <w:lvl w:ilvl="2">
      <w:start w:val="1"/>
      <w:numFmt w:val="ordinal"/>
      <w:pStyle w:val="01-ODST-3"/>
      <w:lvlText w:val="%1%2%3"/>
      <w:lvlJc w:val="left"/>
      <w:pPr>
        <w:tabs>
          <w:tab w:val="num" w:pos="1505"/>
        </w:tabs>
        <w:ind w:left="1275" w:hanging="850"/>
      </w:pPr>
      <w:rPr>
        <w:rFonts w:hint="default"/>
        <w:b w:val="0"/>
      </w:rPr>
    </w:lvl>
    <w:lvl w:ilvl="3">
      <w:start w:val="1"/>
      <w:numFmt w:val="ordinal"/>
      <w:pStyle w:val="01-ODST-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16" w15:restartNumberingAfterBreak="0">
    <w:nsid w:val="6C496FC3"/>
    <w:multiLevelType w:val="hybridMultilevel"/>
    <w:tmpl w:val="4BDA7CFA"/>
    <w:lvl w:ilvl="0" w:tplc="3010465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973172170">
    <w:abstractNumId w:val="8"/>
  </w:num>
  <w:num w:numId="2" w16cid:durableId="1893693901">
    <w:abstractNumId w:val="14"/>
  </w:num>
  <w:num w:numId="3" w16cid:durableId="1451629431">
    <w:abstractNumId w:val="9"/>
  </w:num>
  <w:num w:numId="4" w16cid:durableId="1770079029">
    <w:abstractNumId w:val="17"/>
  </w:num>
  <w:num w:numId="5" w16cid:durableId="1144079122">
    <w:abstractNumId w:val="11"/>
  </w:num>
  <w:num w:numId="6" w16cid:durableId="1325628462">
    <w:abstractNumId w:val="13"/>
  </w:num>
  <w:num w:numId="7" w16cid:durableId="822352421">
    <w:abstractNumId w:val="15"/>
  </w:num>
  <w:num w:numId="8" w16cid:durableId="532695494">
    <w:abstractNumId w:val="0"/>
  </w:num>
  <w:num w:numId="9" w16cid:durableId="364520128">
    <w:abstractNumId w:val="4"/>
  </w:num>
  <w:num w:numId="10" w16cid:durableId="993992417">
    <w:abstractNumId w:val="3"/>
  </w:num>
  <w:num w:numId="11" w16cid:durableId="920523357">
    <w:abstractNumId w:val="16"/>
  </w:num>
  <w:num w:numId="12" w16cid:durableId="1582183386">
    <w:abstractNumId w:val="7"/>
  </w:num>
  <w:num w:numId="13" w16cid:durableId="111174773">
    <w:abstractNumId w:val="2"/>
  </w:num>
  <w:num w:numId="14" w16cid:durableId="1249844597">
    <w:abstractNumId w:val="10"/>
  </w:num>
  <w:num w:numId="15" w16cid:durableId="1454440713">
    <w:abstractNumId w:val="12"/>
  </w:num>
  <w:num w:numId="16" w16cid:durableId="1547063654">
    <w:abstractNumId w:val="1"/>
  </w:num>
  <w:num w:numId="17" w16cid:durableId="242421358">
    <w:abstractNumId w:val="5"/>
  </w:num>
  <w:num w:numId="18" w16cid:durableId="1705014394">
    <w:abstractNumId w:val="6"/>
  </w:num>
  <w:num w:numId="19" w16cid:durableId="2024898013">
    <w:abstractNumId w:val="14"/>
  </w:num>
  <w:num w:numId="20" w16cid:durableId="1842157691">
    <w:abstractNumId w:val="14"/>
  </w:num>
  <w:num w:numId="21" w16cid:durableId="1435514938">
    <w:abstractNumId w:val="14"/>
  </w:num>
  <w:num w:numId="22" w16cid:durableId="1245846177">
    <w:abstractNumId w:val="14"/>
  </w:num>
  <w:num w:numId="23" w16cid:durableId="1622687766">
    <w:abstractNumId w:val="14"/>
  </w:num>
  <w:num w:numId="24" w16cid:durableId="1922635638">
    <w:abstractNumId w:val="14"/>
  </w:num>
  <w:num w:numId="25" w16cid:durableId="1485123473">
    <w:abstractNumId w:val="14"/>
  </w:num>
  <w:num w:numId="26" w16cid:durableId="1455709635">
    <w:abstractNumId w:val="14"/>
  </w:num>
  <w:num w:numId="27" w16cid:durableId="1571815968">
    <w:abstractNumId w:val="14"/>
  </w:num>
  <w:num w:numId="28" w16cid:durableId="382556985">
    <w:abstractNumId w:val="14"/>
  </w:num>
  <w:num w:numId="29" w16cid:durableId="1752892055">
    <w:abstractNumId w:val="14"/>
  </w:num>
  <w:num w:numId="30" w16cid:durableId="1508326384">
    <w:abstractNumId w:val="14"/>
  </w:num>
  <w:num w:numId="31" w16cid:durableId="1869025871">
    <w:abstractNumId w:val="14"/>
  </w:num>
  <w:num w:numId="32" w16cid:durableId="1913540755">
    <w:abstractNumId w:val="14"/>
  </w:num>
  <w:num w:numId="33" w16cid:durableId="1509834372">
    <w:abstractNumId w:val="14"/>
  </w:num>
  <w:num w:numId="34" w16cid:durableId="255208199">
    <w:abstractNumId w:val="14"/>
  </w:num>
  <w:num w:numId="35" w16cid:durableId="161556566">
    <w:abstractNumId w:val="14"/>
  </w:num>
  <w:num w:numId="36" w16cid:durableId="751708024">
    <w:abstractNumId w:val="14"/>
  </w:num>
  <w:num w:numId="37" w16cid:durableId="855773911">
    <w:abstractNumId w:val="14"/>
  </w:num>
  <w:num w:numId="38" w16cid:durableId="1661498548">
    <w:abstractNumId w:val="14"/>
  </w:num>
  <w:num w:numId="39" w16cid:durableId="28379569">
    <w:abstractNumId w:val="14"/>
  </w:num>
  <w:num w:numId="40" w16cid:durableId="1783455104">
    <w:abstractNumId w:val="14"/>
  </w:num>
  <w:num w:numId="41" w16cid:durableId="165366061">
    <w:abstractNumId w:val="14"/>
  </w:num>
  <w:num w:numId="42" w16cid:durableId="654454008">
    <w:abstractNumId w:val="14"/>
  </w:num>
  <w:num w:numId="43" w16cid:durableId="1237937280">
    <w:abstractNumId w:val="14"/>
  </w:num>
  <w:num w:numId="44" w16cid:durableId="383800313">
    <w:abstractNumId w:val="14"/>
  </w:num>
  <w:num w:numId="45" w16cid:durableId="1052264782">
    <w:abstractNumId w:val="14"/>
  </w:num>
  <w:num w:numId="46" w16cid:durableId="1722172133">
    <w:abstractNumId w:val="14"/>
  </w:num>
  <w:num w:numId="47" w16cid:durableId="1319335708">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SortMethod w:val="0000"/>
  <w:documentProtection w:edit="readOnly" w:enforcement="1" w:cryptProviderType="rsaAES" w:cryptAlgorithmClass="hash" w:cryptAlgorithmType="typeAny" w:cryptAlgorithmSid="14" w:cryptSpinCount="100000" w:hash="+sFATw/1SIX+uTL9yAiu1HZIF3UDpxwSaFO9yym7hr7u8rC55dIkFizBnoPTJvqSn0gwTTj8ckCEMIxDewpnKw==" w:salt="+CLRgPmSPORaZfOtzElvKQ=="/>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938"/>
    <w:rsid w:val="0000187A"/>
    <w:rsid w:val="00010184"/>
    <w:rsid w:val="000108A2"/>
    <w:rsid w:val="00010B00"/>
    <w:rsid w:val="000144D8"/>
    <w:rsid w:val="00016BB1"/>
    <w:rsid w:val="000173F6"/>
    <w:rsid w:val="000203CB"/>
    <w:rsid w:val="000225AE"/>
    <w:rsid w:val="00024600"/>
    <w:rsid w:val="00024B84"/>
    <w:rsid w:val="00026170"/>
    <w:rsid w:val="00026DD1"/>
    <w:rsid w:val="00031DE5"/>
    <w:rsid w:val="000330EA"/>
    <w:rsid w:val="000336A5"/>
    <w:rsid w:val="000363C4"/>
    <w:rsid w:val="00036462"/>
    <w:rsid w:val="000417B8"/>
    <w:rsid w:val="0004225D"/>
    <w:rsid w:val="0004665F"/>
    <w:rsid w:val="00047230"/>
    <w:rsid w:val="00047565"/>
    <w:rsid w:val="00050408"/>
    <w:rsid w:val="0005274D"/>
    <w:rsid w:val="00052FBC"/>
    <w:rsid w:val="0005475E"/>
    <w:rsid w:val="00055BBC"/>
    <w:rsid w:val="000607A0"/>
    <w:rsid w:val="000610D8"/>
    <w:rsid w:val="00062BE7"/>
    <w:rsid w:val="0006310F"/>
    <w:rsid w:val="0006357B"/>
    <w:rsid w:val="00064206"/>
    <w:rsid w:val="00064513"/>
    <w:rsid w:val="000650B8"/>
    <w:rsid w:val="00065E99"/>
    <w:rsid w:val="00066E44"/>
    <w:rsid w:val="000676B0"/>
    <w:rsid w:val="00070E84"/>
    <w:rsid w:val="000734BD"/>
    <w:rsid w:val="00073EFB"/>
    <w:rsid w:val="0007515E"/>
    <w:rsid w:val="00077841"/>
    <w:rsid w:val="00081A40"/>
    <w:rsid w:val="00082BAF"/>
    <w:rsid w:val="00083335"/>
    <w:rsid w:val="00085567"/>
    <w:rsid w:val="0009134B"/>
    <w:rsid w:val="00091488"/>
    <w:rsid w:val="00091F6E"/>
    <w:rsid w:val="0009224A"/>
    <w:rsid w:val="0009224E"/>
    <w:rsid w:val="000946CB"/>
    <w:rsid w:val="0009561E"/>
    <w:rsid w:val="00095A11"/>
    <w:rsid w:val="000A1E5F"/>
    <w:rsid w:val="000A2B90"/>
    <w:rsid w:val="000A30B5"/>
    <w:rsid w:val="000A4C87"/>
    <w:rsid w:val="000A6ACC"/>
    <w:rsid w:val="000B037F"/>
    <w:rsid w:val="000B042C"/>
    <w:rsid w:val="000B21B9"/>
    <w:rsid w:val="000B2832"/>
    <w:rsid w:val="000B28D7"/>
    <w:rsid w:val="000B3701"/>
    <w:rsid w:val="000B6EA5"/>
    <w:rsid w:val="000B719C"/>
    <w:rsid w:val="000B7C5C"/>
    <w:rsid w:val="000C1825"/>
    <w:rsid w:val="000C23E8"/>
    <w:rsid w:val="000C2827"/>
    <w:rsid w:val="000C39A5"/>
    <w:rsid w:val="000C40D1"/>
    <w:rsid w:val="000C49B0"/>
    <w:rsid w:val="000C5C65"/>
    <w:rsid w:val="000C62B1"/>
    <w:rsid w:val="000C7AD2"/>
    <w:rsid w:val="000D011D"/>
    <w:rsid w:val="000D0C31"/>
    <w:rsid w:val="000D19D8"/>
    <w:rsid w:val="000D2A47"/>
    <w:rsid w:val="000D2F10"/>
    <w:rsid w:val="000D5E2D"/>
    <w:rsid w:val="000D5EB2"/>
    <w:rsid w:val="000D6030"/>
    <w:rsid w:val="000D6593"/>
    <w:rsid w:val="000E03FE"/>
    <w:rsid w:val="000E07A0"/>
    <w:rsid w:val="000E201E"/>
    <w:rsid w:val="000E4A17"/>
    <w:rsid w:val="000E53D4"/>
    <w:rsid w:val="000E70EC"/>
    <w:rsid w:val="000E7938"/>
    <w:rsid w:val="000E7BF0"/>
    <w:rsid w:val="000E7C94"/>
    <w:rsid w:val="000F21BD"/>
    <w:rsid w:val="000F3078"/>
    <w:rsid w:val="000F310D"/>
    <w:rsid w:val="000F3715"/>
    <w:rsid w:val="000F5CB1"/>
    <w:rsid w:val="001006DB"/>
    <w:rsid w:val="00101342"/>
    <w:rsid w:val="00101FA1"/>
    <w:rsid w:val="001022EF"/>
    <w:rsid w:val="00103DAD"/>
    <w:rsid w:val="00106FA4"/>
    <w:rsid w:val="00106FDB"/>
    <w:rsid w:val="00107939"/>
    <w:rsid w:val="001120B7"/>
    <w:rsid w:val="00112A9E"/>
    <w:rsid w:val="001136CA"/>
    <w:rsid w:val="001138A8"/>
    <w:rsid w:val="00114073"/>
    <w:rsid w:val="0011480F"/>
    <w:rsid w:val="00115207"/>
    <w:rsid w:val="00115903"/>
    <w:rsid w:val="00121C3F"/>
    <w:rsid w:val="00121C6C"/>
    <w:rsid w:val="0012374C"/>
    <w:rsid w:val="00124808"/>
    <w:rsid w:val="00125389"/>
    <w:rsid w:val="0012794D"/>
    <w:rsid w:val="0013184C"/>
    <w:rsid w:val="00133126"/>
    <w:rsid w:val="00134978"/>
    <w:rsid w:val="001357CC"/>
    <w:rsid w:val="00135FF2"/>
    <w:rsid w:val="0014020D"/>
    <w:rsid w:val="0014318B"/>
    <w:rsid w:val="00143335"/>
    <w:rsid w:val="00144452"/>
    <w:rsid w:val="00144DB2"/>
    <w:rsid w:val="00147364"/>
    <w:rsid w:val="001524AB"/>
    <w:rsid w:val="001541EF"/>
    <w:rsid w:val="00155453"/>
    <w:rsid w:val="0015587F"/>
    <w:rsid w:val="00160351"/>
    <w:rsid w:val="0016135B"/>
    <w:rsid w:val="0016217F"/>
    <w:rsid w:val="0016263F"/>
    <w:rsid w:val="00164A0D"/>
    <w:rsid w:val="00164D7E"/>
    <w:rsid w:val="001665A6"/>
    <w:rsid w:val="00166764"/>
    <w:rsid w:val="0016694F"/>
    <w:rsid w:val="00170BC6"/>
    <w:rsid w:val="00170DE7"/>
    <w:rsid w:val="00171A8A"/>
    <w:rsid w:val="001743C5"/>
    <w:rsid w:val="0017489A"/>
    <w:rsid w:val="001768A4"/>
    <w:rsid w:val="00184235"/>
    <w:rsid w:val="001844A8"/>
    <w:rsid w:val="00185196"/>
    <w:rsid w:val="00185DF6"/>
    <w:rsid w:val="0018660A"/>
    <w:rsid w:val="00187832"/>
    <w:rsid w:val="001909AB"/>
    <w:rsid w:val="0019160A"/>
    <w:rsid w:val="0019189F"/>
    <w:rsid w:val="00191BE1"/>
    <w:rsid w:val="00191E43"/>
    <w:rsid w:val="001932D3"/>
    <w:rsid w:val="00193846"/>
    <w:rsid w:val="00193AF4"/>
    <w:rsid w:val="001940B3"/>
    <w:rsid w:val="00195567"/>
    <w:rsid w:val="00195EC0"/>
    <w:rsid w:val="00195EF3"/>
    <w:rsid w:val="001974F3"/>
    <w:rsid w:val="0019773E"/>
    <w:rsid w:val="001A0DBE"/>
    <w:rsid w:val="001A17E0"/>
    <w:rsid w:val="001A222C"/>
    <w:rsid w:val="001A2833"/>
    <w:rsid w:val="001A462E"/>
    <w:rsid w:val="001A5164"/>
    <w:rsid w:val="001A5423"/>
    <w:rsid w:val="001A54E9"/>
    <w:rsid w:val="001B1777"/>
    <w:rsid w:val="001B2D7F"/>
    <w:rsid w:val="001B6E18"/>
    <w:rsid w:val="001B79D7"/>
    <w:rsid w:val="001B7FD3"/>
    <w:rsid w:val="001C6359"/>
    <w:rsid w:val="001C7433"/>
    <w:rsid w:val="001C798F"/>
    <w:rsid w:val="001D03CE"/>
    <w:rsid w:val="001D17AE"/>
    <w:rsid w:val="001D3DB3"/>
    <w:rsid w:val="001D482B"/>
    <w:rsid w:val="001D5565"/>
    <w:rsid w:val="001D6152"/>
    <w:rsid w:val="001D61D0"/>
    <w:rsid w:val="001D7317"/>
    <w:rsid w:val="001D76CD"/>
    <w:rsid w:val="001E0586"/>
    <w:rsid w:val="001E1364"/>
    <w:rsid w:val="001E186A"/>
    <w:rsid w:val="001E3577"/>
    <w:rsid w:val="001E3DC7"/>
    <w:rsid w:val="001F0D64"/>
    <w:rsid w:val="001F2249"/>
    <w:rsid w:val="001F51D5"/>
    <w:rsid w:val="001F6AE0"/>
    <w:rsid w:val="002013A1"/>
    <w:rsid w:val="00203B85"/>
    <w:rsid w:val="002040DE"/>
    <w:rsid w:val="00204733"/>
    <w:rsid w:val="002076CA"/>
    <w:rsid w:val="00207B0E"/>
    <w:rsid w:val="00207EEE"/>
    <w:rsid w:val="0021058B"/>
    <w:rsid w:val="00210BA9"/>
    <w:rsid w:val="00211D64"/>
    <w:rsid w:val="0021288E"/>
    <w:rsid w:val="0021439E"/>
    <w:rsid w:val="00216366"/>
    <w:rsid w:val="00216A28"/>
    <w:rsid w:val="002207FA"/>
    <w:rsid w:val="00222ED4"/>
    <w:rsid w:val="00223219"/>
    <w:rsid w:val="0022383A"/>
    <w:rsid w:val="0022429B"/>
    <w:rsid w:val="00225234"/>
    <w:rsid w:val="0022540F"/>
    <w:rsid w:val="00233141"/>
    <w:rsid w:val="002332DC"/>
    <w:rsid w:val="00233E8A"/>
    <w:rsid w:val="00234985"/>
    <w:rsid w:val="0023568B"/>
    <w:rsid w:val="0023686F"/>
    <w:rsid w:val="0023700B"/>
    <w:rsid w:val="002402BB"/>
    <w:rsid w:val="00241852"/>
    <w:rsid w:val="00241E38"/>
    <w:rsid w:val="002448A8"/>
    <w:rsid w:val="0024655B"/>
    <w:rsid w:val="00246721"/>
    <w:rsid w:val="00246A16"/>
    <w:rsid w:val="002510F6"/>
    <w:rsid w:val="002538C3"/>
    <w:rsid w:val="0025751A"/>
    <w:rsid w:val="002575DE"/>
    <w:rsid w:val="0026333B"/>
    <w:rsid w:val="00266512"/>
    <w:rsid w:val="00266522"/>
    <w:rsid w:val="00267310"/>
    <w:rsid w:val="00270200"/>
    <w:rsid w:val="0027462A"/>
    <w:rsid w:val="002750CB"/>
    <w:rsid w:val="00277FE9"/>
    <w:rsid w:val="002806FA"/>
    <w:rsid w:val="002809EF"/>
    <w:rsid w:val="00282186"/>
    <w:rsid w:val="002861E2"/>
    <w:rsid w:val="00286255"/>
    <w:rsid w:val="00291D3B"/>
    <w:rsid w:val="00294B2D"/>
    <w:rsid w:val="00294E93"/>
    <w:rsid w:val="002951FE"/>
    <w:rsid w:val="0029574A"/>
    <w:rsid w:val="00296CEE"/>
    <w:rsid w:val="0029766D"/>
    <w:rsid w:val="002A1263"/>
    <w:rsid w:val="002A2B19"/>
    <w:rsid w:val="002A33C5"/>
    <w:rsid w:val="002A5727"/>
    <w:rsid w:val="002B077D"/>
    <w:rsid w:val="002B0BBB"/>
    <w:rsid w:val="002B25E8"/>
    <w:rsid w:val="002B3505"/>
    <w:rsid w:val="002B3633"/>
    <w:rsid w:val="002B5BEF"/>
    <w:rsid w:val="002C1793"/>
    <w:rsid w:val="002C3F3F"/>
    <w:rsid w:val="002D151E"/>
    <w:rsid w:val="002D2590"/>
    <w:rsid w:val="002D2B68"/>
    <w:rsid w:val="002D306B"/>
    <w:rsid w:val="002D3425"/>
    <w:rsid w:val="002D3EBE"/>
    <w:rsid w:val="002D4C2F"/>
    <w:rsid w:val="002D54D4"/>
    <w:rsid w:val="002D6E76"/>
    <w:rsid w:val="002E00C6"/>
    <w:rsid w:val="002E0668"/>
    <w:rsid w:val="002E1BDC"/>
    <w:rsid w:val="002E3349"/>
    <w:rsid w:val="002E3A3B"/>
    <w:rsid w:val="002E4B93"/>
    <w:rsid w:val="002E4D8B"/>
    <w:rsid w:val="002E516C"/>
    <w:rsid w:val="002E6AA1"/>
    <w:rsid w:val="002E72C9"/>
    <w:rsid w:val="002E7433"/>
    <w:rsid w:val="002F0EC8"/>
    <w:rsid w:val="002F1921"/>
    <w:rsid w:val="002F2CC1"/>
    <w:rsid w:val="002F35FC"/>
    <w:rsid w:val="002F43B9"/>
    <w:rsid w:val="002F4FCC"/>
    <w:rsid w:val="002F5A3A"/>
    <w:rsid w:val="0030119D"/>
    <w:rsid w:val="003012E3"/>
    <w:rsid w:val="00303A29"/>
    <w:rsid w:val="00303A4E"/>
    <w:rsid w:val="00303F2B"/>
    <w:rsid w:val="00305449"/>
    <w:rsid w:val="0030659D"/>
    <w:rsid w:val="00307168"/>
    <w:rsid w:val="0031016D"/>
    <w:rsid w:val="003110C9"/>
    <w:rsid w:val="00313826"/>
    <w:rsid w:val="00314E12"/>
    <w:rsid w:val="0031539C"/>
    <w:rsid w:val="003158E9"/>
    <w:rsid w:val="00315FEE"/>
    <w:rsid w:val="0031607E"/>
    <w:rsid w:val="00316534"/>
    <w:rsid w:val="00321924"/>
    <w:rsid w:val="00321967"/>
    <w:rsid w:val="00321B58"/>
    <w:rsid w:val="00321C59"/>
    <w:rsid w:val="00321DF1"/>
    <w:rsid w:val="00322F78"/>
    <w:rsid w:val="003264ED"/>
    <w:rsid w:val="00327799"/>
    <w:rsid w:val="00327832"/>
    <w:rsid w:val="0033055A"/>
    <w:rsid w:val="00330F34"/>
    <w:rsid w:val="0033106D"/>
    <w:rsid w:val="003335F7"/>
    <w:rsid w:val="00334106"/>
    <w:rsid w:val="003348AF"/>
    <w:rsid w:val="0034019D"/>
    <w:rsid w:val="00340C22"/>
    <w:rsid w:val="00343126"/>
    <w:rsid w:val="003436B8"/>
    <w:rsid w:val="00344635"/>
    <w:rsid w:val="00344DBC"/>
    <w:rsid w:val="003451F9"/>
    <w:rsid w:val="00345323"/>
    <w:rsid w:val="003462DA"/>
    <w:rsid w:val="003464D3"/>
    <w:rsid w:val="00347AA5"/>
    <w:rsid w:val="003520EC"/>
    <w:rsid w:val="00363594"/>
    <w:rsid w:val="00363A9F"/>
    <w:rsid w:val="00363C8B"/>
    <w:rsid w:val="00365BC7"/>
    <w:rsid w:val="003705DC"/>
    <w:rsid w:val="0037064E"/>
    <w:rsid w:val="00370C0B"/>
    <w:rsid w:val="00370F6A"/>
    <w:rsid w:val="003710DD"/>
    <w:rsid w:val="003716D7"/>
    <w:rsid w:val="00374809"/>
    <w:rsid w:val="0037619F"/>
    <w:rsid w:val="0037668A"/>
    <w:rsid w:val="00376ED0"/>
    <w:rsid w:val="00377E02"/>
    <w:rsid w:val="00380356"/>
    <w:rsid w:val="00380747"/>
    <w:rsid w:val="0038184C"/>
    <w:rsid w:val="003827F9"/>
    <w:rsid w:val="00382B2A"/>
    <w:rsid w:val="003835EA"/>
    <w:rsid w:val="00384760"/>
    <w:rsid w:val="00386A44"/>
    <w:rsid w:val="00390DC1"/>
    <w:rsid w:val="003910D2"/>
    <w:rsid w:val="00393734"/>
    <w:rsid w:val="00396032"/>
    <w:rsid w:val="00396937"/>
    <w:rsid w:val="0039698A"/>
    <w:rsid w:val="00397E5E"/>
    <w:rsid w:val="003A1834"/>
    <w:rsid w:val="003A1AE8"/>
    <w:rsid w:val="003A1BDA"/>
    <w:rsid w:val="003A2473"/>
    <w:rsid w:val="003A7168"/>
    <w:rsid w:val="003A7216"/>
    <w:rsid w:val="003A76E3"/>
    <w:rsid w:val="003B00E1"/>
    <w:rsid w:val="003B042E"/>
    <w:rsid w:val="003B5B5C"/>
    <w:rsid w:val="003B6583"/>
    <w:rsid w:val="003B6D75"/>
    <w:rsid w:val="003B72EA"/>
    <w:rsid w:val="003C4172"/>
    <w:rsid w:val="003C6104"/>
    <w:rsid w:val="003D0E86"/>
    <w:rsid w:val="003D1719"/>
    <w:rsid w:val="003D20E6"/>
    <w:rsid w:val="003D42A1"/>
    <w:rsid w:val="003D5B21"/>
    <w:rsid w:val="003D5DCC"/>
    <w:rsid w:val="003E0C72"/>
    <w:rsid w:val="003E1206"/>
    <w:rsid w:val="003E1537"/>
    <w:rsid w:val="003E1C68"/>
    <w:rsid w:val="003E223D"/>
    <w:rsid w:val="003E26A4"/>
    <w:rsid w:val="003E3D82"/>
    <w:rsid w:val="003E5042"/>
    <w:rsid w:val="003E5515"/>
    <w:rsid w:val="003E65F6"/>
    <w:rsid w:val="003E6E88"/>
    <w:rsid w:val="003E7656"/>
    <w:rsid w:val="003F075B"/>
    <w:rsid w:val="003F1794"/>
    <w:rsid w:val="003F2599"/>
    <w:rsid w:val="003F62DB"/>
    <w:rsid w:val="003F7466"/>
    <w:rsid w:val="004004D2"/>
    <w:rsid w:val="00402040"/>
    <w:rsid w:val="00402385"/>
    <w:rsid w:val="0040411E"/>
    <w:rsid w:val="00404788"/>
    <w:rsid w:val="00404B9E"/>
    <w:rsid w:val="004076F5"/>
    <w:rsid w:val="00407CE7"/>
    <w:rsid w:val="00407D36"/>
    <w:rsid w:val="00410346"/>
    <w:rsid w:val="00412152"/>
    <w:rsid w:val="00412153"/>
    <w:rsid w:val="00412C1A"/>
    <w:rsid w:val="004134AB"/>
    <w:rsid w:val="00417A77"/>
    <w:rsid w:val="00420B91"/>
    <w:rsid w:val="0042189B"/>
    <w:rsid w:val="0042252A"/>
    <w:rsid w:val="00422A7B"/>
    <w:rsid w:val="00422DBF"/>
    <w:rsid w:val="0042383F"/>
    <w:rsid w:val="00424C96"/>
    <w:rsid w:val="0042589F"/>
    <w:rsid w:val="00426E3E"/>
    <w:rsid w:val="00427F18"/>
    <w:rsid w:val="004305EC"/>
    <w:rsid w:val="00430600"/>
    <w:rsid w:val="00430A61"/>
    <w:rsid w:val="00431642"/>
    <w:rsid w:val="00434B88"/>
    <w:rsid w:val="00436219"/>
    <w:rsid w:val="00436EE3"/>
    <w:rsid w:val="00437A58"/>
    <w:rsid w:val="0044138E"/>
    <w:rsid w:val="00442D2A"/>
    <w:rsid w:val="00443C4C"/>
    <w:rsid w:val="00445317"/>
    <w:rsid w:val="004468A9"/>
    <w:rsid w:val="004472C8"/>
    <w:rsid w:val="00452526"/>
    <w:rsid w:val="00452730"/>
    <w:rsid w:val="004555F2"/>
    <w:rsid w:val="00455C09"/>
    <w:rsid w:val="00456F52"/>
    <w:rsid w:val="0045714C"/>
    <w:rsid w:val="00457ACC"/>
    <w:rsid w:val="00457C33"/>
    <w:rsid w:val="0046172F"/>
    <w:rsid w:val="004652DE"/>
    <w:rsid w:val="00465AC6"/>
    <w:rsid w:val="00466CFA"/>
    <w:rsid w:val="00467396"/>
    <w:rsid w:val="00467813"/>
    <w:rsid w:val="00472810"/>
    <w:rsid w:val="00472B2B"/>
    <w:rsid w:val="004739AE"/>
    <w:rsid w:val="00473F1E"/>
    <w:rsid w:val="004740AD"/>
    <w:rsid w:val="00476277"/>
    <w:rsid w:val="0048024C"/>
    <w:rsid w:val="00481836"/>
    <w:rsid w:val="004842D2"/>
    <w:rsid w:val="00484584"/>
    <w:rsid w:val="0048537D"/>
    <w:rsid w:val="004862F2"/>
    <w:rsid w:val="004864A0"/>
    <w:rsid w:val="0048698F"/>
    <w:rsid w:val="00487240"/>
    <w:rsid w:val="004903BE"/>
    <w:rsid w:val="00490D65"/>
    <w:rsid w:val="0049382F"/>
    <w:rsid w:val="0049494A"/>
    <w:rsid w:val="004A037E"/>
    <w:rsid w:val="004A0A06"/>
    <w:rsid w:val="004A0AA8"/>
    <w:rsid w:val="004A2FA7"/>
    <w:rsid w:val="004A4447"/>
    <w:rsid w:val="004A4BDC"/>
    <w:rsid w:val="004A6D43"/>
    <w:rsid w:val="004B1FB2"/>
    <w:rsid w:val="004B2ACC"/>
    <w:rsid w:val="004B7231"/>
    <w:rsid w:val="004C0F3B"/>
    <w:rsid w:val="004C26FF"/>
    <w:rsid w:val="004C3171"/>
    <w:rsid w:val="004C676C"/>
    <w:rsid w:val="004D0227"/>
    <w:rsid w:val="004D1C59"/>
    <w:rsid w:val="004D3B82"/>
    <w:rsid w:val="004E0F1B"/>
    <w:rsid w:val="004E401F"/>
    <w:rsid w:val="004E48F2"/>
    <w:rsid w:val="004E545B"/>
    <w:rsid w:val="004E55DA"/>
    <w:rsid w:val="004E6431"/>
    <w:rsid w:val="004E6661"/>
    <w:rsid w:val="004F0685"/>
    <w:rsid w:val="004F2C37"/>
    <w:rsid w:val="004F34B0"/>
    <w:rsid w:val="004F4670"/>
    <w:rsid w:val="004F4D69"/>
    <w:rsid w:val="004F4F93"/>
    <w:rsid w:val="004F5000"/>
    <w:rsid w:val="004F58B5"/>
    <w:rsid w:val="004F6518"/>
    <w:rsid w:val="004F65B1"/>
    <w:rsid w:val="004F6822"/>
    <w:rsid w:val="00501DC0"/>
    <w:rsid w:val="005026C8"/>
    <w:rsid w:val="00503C1C"/>
    <w:rsid w:val="00503D80"/>
    <w:rsid w:val="005062CC"/>
    <w:rsid w:val="005063D6"/>
    <w:rsid w:val="00507EAD"/>
    <w:rsid w:val="00512BEF"/>
    <w:rsid w:val="0051571C"/>
    <w:rsid w:val="0051755E"/>
    <w:rsid w:val="005215F0"/>
    <w:rsid w:val="005243C3"/>
    <w:rsid w:val="005264A7"/>
    <w:rsid w:val="00527B8A"/>
    <w:rsid w:val="00531202"/>
    <w:rsid w:val="0053120D"/>
    <w:rsid w:val="00531BDC"/>
    <w:rsid w:val="0053285C"/>
    <w:rsid w:val="00534E75"/>
    <w:rsid w:val="00537038"/>
    <w:rsid w:val="005372C7"/>
    <w:rsid w:val="00540C04"/>
    <w:rsid w:val="00541B38"/>
    <w:rsid w:val="00541C3C"/>
    <w:rsid w:val="00542B60"/>
    <w:rsid w:val="00542CE8"/>
    <w:rsid w:val="00544231"/>
    <w:rsid w:val="00544847"/>
    <w:rsid w:val="00545CD4"/>
    <w:rsid w:val="00546651"/>
    <w:rsid w:val="00546A77"/>
    <w:rsid w:val="00547D6A"/>
    <w:rsid w:val="005511B4"/>
    <w:rsid w:val="005518D2"/>
    <w:rsid w:val="00551B51"/>
    <w:rsid w:val="00553FF1"/>
    <w:rsid w:val="00556162"/>
    <w:rsid w:val="00557675"/>
    <w:rsid w:val="005636C9"/>
    <w:rsid w:val="005645B7"/>
    <w:rsid w:val="00564E80"/>
    <w:rsid w:val="00565B75"/>
    <w:rsid w:val="0056627D"/>
    <w:rsid w:val="00566B9C"/>
    <w:rsid w:val="00567C42"/>
    <w:rsid w:val="00571B0F"/>
    <w:rsid w:val="00574176"/>
    <w:rsid w:val="005800C9"/>
    <w:rsid w:val="005811D1"/>
    <w:rsid w:val="00582198"/>
    <w:rsid w:val="005834CA"/>
    <w:rsid w:val="00583E2C"/>
    <w:rsid w:val="005854A2"/>
    <w:rsid w:val="00585547"/>
    <w:rsid w:val="005858DF"/>
    <w:rsid w:val="005859A1"/>
    <w:rsid w:val="00586C64"/>
    <w:rsid w:val="005874AE"/>
    <w:rsid w:val="00587E69"/>
    <w:rsid w:val="0059037D"/>
    <w:rsid w:val="00590413"/>
    <w:rsid w:val="00590D30"/>
    <w:rsid w:val="00591237"/>
    <w:rsid w:val="005918AF"/>
    <w:rsid w:val="0059401D"/>
    <w:rsid w:val="005943BE"/>
    <w:rsid w:val="005950FC"/>
    <w:rsid w:val="005960EA"/>
    <w:rsid w:val="005A1720"/>
    <w:rsid w:val="005A2201"/>
    <w:rsid w:val="005A44E3"/>
    <w:rsid w:val="005A4FD5"/>
    <w:rsid w:val="005A500A"/>
    <w:rsid w:val="005A62C8"/>
    <w:rsid w:val="005B1953"/>
    <w:rsid w:val="005B21C5"/>
    <w:rsid w:val="005B3613"/>
    <w:rsid w:val="005C017B"/>
    <w:rsid w:val="005C30F1"/>
    <w:rsid w:val="005C3420"/>
    <w:rsid w:val="005C552D"/>
    <w:rsid w:val="005C6CBE"/>
    <w:rsid w:val="005C7FF5"/>
    <w:rsid w:val="005D09CC"/>
    <w:rsid w:val="005D0A7A"/>
    <w:rsid w:val="005D55A5"/>
    <w:rsid w:val="005D5890"/>
    <w:rsid w:val="005D6508"/>
    <w:rsid w:val="005D76E0"/>
    <w:rsid w:val="005E0729"/>
    <w:rsid w:val="005E1662"/>
    <w:rsid w:val="005E244A"/>
    <w:rsid w:val="005E2C72"/>
    <w:rsid w:val="005E3133"/>
    <w:rsid w:val="005E35E4"/>
    <w:rsid w:val="005E41CC"/>
    <w:rsid w:val="005E4363"/>
    <w:rsid w:val="005E6F23"/>
    <w:rsid w:val="005E740A"/>
    <w:rsid w:val="005E7D75"/>
    <w:rsid w:val="005F21B6"/>
    <w:rsid w:val="005F55AA"/>
    <w:rsid w:val="0060402C"/>
    <w:rsid w:val="00605514"/>
    <w:rsid w:val="00606386"/>
    <w:rsid w:val="00606A4C"/>
    <w:rsid w:val="0060703D"/>
    <w:rsid w:val="00610F30"/>
    <w:rsid w:val="00610F72"/>
    <w:rsid w:val="006122A5"/>
    <w:rsid w:val="006145E3"/>
    <w:rsid w:val="00614757"/>
    <w:rsid w:val="00615B3B"/>
    <w:rsid w:val="006162CC"/>
    <w:rsid w:val="006170B8"/>
    <w:rsid w:val="00626F10"/>
    <w:rsid w:val="00627D39"/>
    <w:rsid w:val="00630272"/>
    <w:rsid w:val="006316A6"/>
    <w:rsid w:val="006321C1"/>
    <w:rsid w:val="006331B6"/>
    <w:rsid w:val="0063481A"/>
    <w:rsid w:val="0063550E"/>
    <w:rsid w:val="00635D66"/>
    <w:rsid w:val="00637572"/>
    <w:rsid w:val="00640031"/>
    <w:rsid w:val="006400A2"/>
    <w:rsid w:val="00640494"/>
    <w:rsid w:val="00642602"/>
    <w:rsid w:val="00642C00"/>
    <w:rsid w:val="006433E5"/>
    <w:rsid w:val="00643453"/>
    <w:rsid w:val="00643DCB"/>
    <w:rsid w:val="00645DBB"/>
    <w:rsid w:val="006468E8"/>
    <w:rsid w:val="00652CEC"/>
    <w:rsid w:val="006535B5"/>
    <w:rsid w:val="00654A68"/>
    <w:rsid w:val="006550C3"/>
    <w:rsid w:val="006559E6"/>
    <w:rsid w:val="00655ACB"/>
    <w:rsid w:val="00655E1A"/>
    <w:rsid w:val="0065724E"/>
    <w:rsid w:val="006576F2"/>
    <w:rsid w:val="00660326"/>
    <w:rsid w:val="0066052D"/>
    <w:rsid w:val="00660E2E"/>
    <w:rsid w:val="006635F3"/>
    <w:rsid w:val="0066370B"/>
    <w:rsid w:val="0066543B"/>
    <w:rsid w:val="00666B1F"/>
    <w:rsid w:val="00670BFC"/>
    <w:rsid w:val="00671056"/>
    <w:rsid w:val="00672AA6"/>
    <w:rsid w:val="006754FB"/>
    <w:rsid w:val="006757E2"/>
    <w:rsid w:val="0067612E"/>
    <w:rsid w:val="00681B08"/>
    <w:rsid w:val="00682108"/>
    <w:rsid w:val="00682BF1"/>
    <w:rsid w:val="006836BF"/>
    <w:rsid w:val="0068577A"/>
    <w:rsid w:val="00687521"/>
    <w:rsid w:val="00690343"/>
    <w:rsid w:val="006906E8"/>
    <w:rsid w:val="006906FF"/>
    <w:rsid w:val="00690D0C"/>
    <w:rsid w:val="006912A7"/>
    <w:rsid w:val="00694F8A"/>
    <w:rsid w:val="00697149"/>
    <w:rsid w:val="006975DE"/>
    <w:rsid w:val="006975E2"/>
    <w:rsid w:val="006A0D82"/>
    <w:rsid w:val="006A4D61"/>
    <w:rsid w:val="006A603E"/>
    <w:rsid w:val="006A65B0"/>
    <w:rsid w:val="006A6DED"/>
    <w:rsid w:val="006B20C8"/>
    <w:rsid w:val="006B2416"/>
    <w:rsid w:val="006B2501"/>
    <w:rsid w:val="006B3B01"/>
    <w:rsid w:val="006B3E86"/>
    <w:rsid w:val="006B76DC"/>
    <w:rsid w:val="006C1595"/>
    <w:rsid w:val="006C166F"/>
    <w:rsid w:val="006C2F19"/>
    <w:rsid w:val="006C3B83"/>
    <w:rsid w:val="006C3CC2"/>
    <w:rsid w:val="006C470F"/>
    <w:rsid w:val="006C71CA"/>
    <w:rsid w:val="006D06D4"/>
    <w:rsid w:val="006D1BD6"/>
    <w:rsid w:val="006D3E73"/>
    <w:rsid w:val="006E066F"/>
    <w:rsid w:val="006E0B4D"/>
    <w:rsid w:val="006E2303"/>
    <w:rsid w:val="006E5501"/>
    <w:rsid w:val="006E5D26"/>
    <w:rsid w:val="006E7212"/>
    <w:rsid w:val="006F0BBE"/>
    <w:rsid w:val="006F187F"/>
    <w:rsid w:val="006F1BA6"/>
    <w:rsid w:val="006F366D"/>
    <w:rsid w:val="006F5FB4"/>
    <w:rsid w:val="00706E2F"/>
    <w:rsid w:val="00712BA1"/>
    <w:rsid w:val="007139A5"/>
    <w:rsid w:val="0071424E"/>
    <w:rsid w:val="00716177"/>
    <w:rsid w:val="00716701"/>
    <w:rsid w:val="00717B9E"/>
    <w:rsid w:val="00720D53"/>
    <w:rsid w:val="00722CE8"/>
    <w:rsid w:val="00723D06"/>
    <w:rsid w:val="00724E27"/>
    <w:rsid w:val="00725CCC"/>
    <w:rsid w:val="007262FB"/>
    <w:rsid w:val="00726A28"/>
    <w:rsid w:val="00731363"/>
    <w:rsid w:val="00732738"/>
    <w:rsid w:val="00734FB1"/>
    <w:rsid w:val="007355DB"/>
    <w:rsid w:val="007374EF"/>
    <w:rsid w:val="00737B33"/>
    <w:rsid w:val="0074126E"/>
    <w:rsid w:val="00741735"/>
    <w:rsid w:val="007424C2"/>
    <w:rsid w:val="0074261C"/>
    <w:rsid w:val="00742AEF"/>
    <w:rsid w:val="007448E2"/>
    <w:rsid w:val="007463E6"/>
    <w:rsid w:val="007478D8"/>
    <w:rsid w:val="00750A6D"/>
    <w:rsid w:val="00750D86"/>
    <w:rsid w:val="0075309D"/>
    <w:rsid w:val="00753F0A"/>
    <w:rsid w:val="0075438D"/>
    <w:rsid w:val="00755D7D"/>
    <w:rsid w:val="0076183B"/>
    <w:rsid w:val="00762413"/>
    <w:rsid w:val="00762483"/>
    <w:rsid w:val="007627A0"/>
    <w:rsid w:val="00764766"/>
    <w:rsid w:val="0076772A"/>
    <w:rsid w:val="007712DD"/>
    <w:rsid w:val="00771445"/>
    <w:rsid w:val="00771F35"/>
    <w:rsid w:val="00773E60"/>
    <w:rsid w:val="00777811"/>
    <w:rsid w:val="00777C02"/>
    <w:rsid w:val="007801A9"/>
    <w:rsid w:val="0078387D"/>
    <w:rsid w:val="0078407B"/>
    <w:rsid w:val="007840C5"/>
    <w:rsid w:val="00790A76"/>
    <w:rsid w:val="00792EF9"/>
    <w:rsid w:val="007934B3"/>
    <w:rsid w:val="0079405C"/>
    <w:rsid w:val="0079453C"/>
    <w:rsid w:val="00797E67"/>
    <w:rsid w:val="007A098E"/>
    <w:rsid w:val="007A22E6"/>
    <w:rsid w:val="007A47F5"/>
    <w:rsid w:val="007A6A9C"/>
    <w:rsid w:val="007A7127"/>
    <w:rsid w:val="007A7AFA"/>
    <w:rsid w:val="007B3ADF"/>
    <w:rsid w:val="007B40C3"/>
    <w:rsid w:val="007B4458"/>
    <w:rsid w:val="007B67DB"/>
    <w:rsid w:val="007B77D6"/>
    <w:rsid w:val="007C056B"/>
    <w:rsid w:val="007C0900"/>
    <w:rsid w:val="007C18B9"/>
    <w:rsid w:val="007C231C"/>
    <w:rsid w:val="007C3003"/>
    <w:rsid w:val="007C6994"/>
    <w:rsid w:val="007C71A4"/>
    <w:rsid w:val="007C77CC"/>
    <w:rsid w:val="007D0281"/>
    <w:rsid w:val="007D051C"/>
    <w:rsid w:val="007D2FED"/>
    <w:rsid w:val="007D34B2"/>
    <w:rsid w:val="007D5FE7"/>
    <w:rsid w:val="007D7F98"/>
    <w:rsid w:val="007E0AB4"/>
    <w:rsid w:val="007E1E24"/>
    <w:rsid w:val="007E28A7"/>
    <w:rsid w:val="007E3DF2"/>
    <w:rsid w:val="007E4568"/>
    <w:rsid w:val="007E61FF"/>
    <w:rsid w:val="007F0B23"/>
    <w:rsid w:val="007F36A0"/>
    <w:rsid w:val="007F3B59"/>
    <w:rsid w:val="007F3B71"/>
    <w:rsid w:val="007F4556"/>
    <w:rsid w:val="007F4C7F"/>
    <w:rsid w:val="007F53F9"/>
    <w:rsid w:val="007F5B53"/>
    <w:rsid w:val="007F5EDD"/>
    <w:rsid w:val="007F60E5"/>
    <w:rsid w:val="00805DD9"/>
    <w:rsid w:val="00806D5E"/>
    <w:rsid w:val="008115CA"/>
    <w:rsid w:val="00812BAF"/>
    <w:rsid w:val="00813E47"/>
    <w:rsid w:val="008150A5"/>
    <w:rsid w:val="008152BB"/>
    <w:rsid w:val="00816A59"/>
    <w:rsid w:val="00820141"/>
    <w:rsid w:val="008215CD"/>
    <w:rsid w:val="008218D6"/>
    <w:rsid w:val="00822645"/>
    <w:rsid w:val="008242DF"/>
    <w:rsid w:val="008301B7"/>
    <w:rsid w:val="00830AB9"/>
    <w:rsid w:val="00833667"/>
    <w:rsid w:val="00834B6D"/>
    <w:rsid w:val="008354B7"/>
    <w:rsid w:val="0083562F"/>
    <w:rsid w:val="008368F0"/>
    <w:rsid w:val="00837AC3"/>
    <w:rsid w:val="00843609"/>
    <w:rsid w:val="00843F79"/>
    <w:rsid w:val="00844FC7"/>
    <w:rsid w:val="00845AC5"/>
    <w:rsid w:val="00852E73"/>
    <w:rsid w:val="00853340"/>
    <w:rsid w:val="00854D6C"/>
    <w:rsid w:val="0086056B"/>
    <w:rsid w:val="00861B4C"/>
    <w:rsid w:val="00862BE7"/>
    <w:rsid w:val="00862D22"/>
    <w:rsid w:val="0086514B"/>
    <w:rsid w:val="00866A34"/>
    <w:rsid w:val="00871F7A"/>
    <w:rsid w:val="0087263B"/>
    <w:rsid w:val="00872A97"/>
    <w:rsid w:val="00872FD4"/>
    <w:rsid w:val="008744E6"/>
    <w:rsid w:val="00875AD4"/>
    <w:rsid w:val="008767E9"/>
    <w:rsid w:val="008809C4"/>
    <w:rsid w:val="00880BFA"/>
    <w:rsid w:val="00880CE5"/>
    <w:rsid w:val="008816C9"/>
    <w:rsid w:val="00883F96"/>
    <w:rsid w:val="008853F5"/>
    <w:rsid w:val="00891C3F"/>
    <w:rsid w:val="00891E59"/>
    <w:rsid w:val="0089219A"/>
    <w:rsid w:val="00893C9D"/>
    <w:rsid w:val="00896F07"/>
    <w:rsid w:val="00897A76"/>
    <w:rsid w:val="00897E4E"/>
    <w:rsid w:val="008A47E5"/>
    <w:rsid w:val="008A5FE4"/>
    <w:rsid w:val="008A6FE9"/>
    <w:rsid w:val="008A77CA"/>
    <w:rsid w:val="008B05F9"/>
    <w:rsid w:val="008B0C18"/>
    <w:rsid w:val="008B0D04"/>
    <w:rsid w:val="008B172A"/>
    <w:rsid w:val="008B321D"/>
    <w:rsid w:val="008B42EF"/>
    <w:rsid w:val="008B4D86"/>
    <w:rsid w:val="008B6759"/>
    <w:rsid w:val="008B6F58"/>
    <w:rsid w:val="008B7CA8"/>
    <w:rsid w:val="008C01AA"/>
    <w:rsid w:val="008C33F4"/>
    <w:rsid w:val="008C46EE"/>
    <w:rsid w:val="008C4980"/>
    <w:rsid w:val="008C4C4F"/>
    <w:rsid w:val="008C7156"/>
    <w:rsid w:val="008C76C1"/>
    <w:rsid w:val="008D042B"/>
    <w:rsid w:val="008D0CA4"/>
    <w:rsid w:val="008D2FD4"/>
    <w:rsid w:val="008D3379"/>
    <w:rsid w:val="008D39A7"/>
    <w:rsid w:val="008D489B"/>
    <w:rsid w:val="008D4A12"/>
    <w:rsid w:val="008E043D"/>
    <w:rsid w:val="008E100B"/>
    <w:rsid w:val="008E32CC"/>
    <w:rsid w:val="008E3997"/>
    <w:rsid w:val="008E50AE"/>
    <w:rsid w:val="008E5A69"/>
    <w:rsid w:val="008E73C2"/>
    <w:rsid w:val="008F0B37"/>
    <w:rsid w:val="008F1840"/>
    <w:rsid w:val="008F2475"/>
    <w:rsid w:val="008F2F4E"/>
    <w:rsid w:val="008F44EF"/>
    <w:rsid w:val="008F45B0"/>
    <w:rsid w:val="008F501C"/>
    <w:rsid w:val="00900AFF"/>
    <w:rsid w:val="009034B2"/>
    <w:rsid w:val="009077AB"/>
    <w:rsid w:val="0090796A"/>
    <w:rsid w:val="0091028B"/>
    <w:rsid w:val="00912C41"/>
    <w:rsid w:val="009132A1"/>
    <w:rsid w:val="0091389F"/>
    <w:rsid w:val="009152C2"/>
    <w:rsid w:val="00920A9A"/>
    <w:rsid w:val="0092119C"/>
    <w:rsid w:val="009217D1"/>
    <w:rsid w:val="00925A81"/>
    <w:rsid w:val="00925EED"/>
    <w:rsid w:val="00926589"/>
    <w:rsid w:val="00927D1F"/>
    <w:rsid w:val="009308EA"/>
    <w:rsid w:val="0093185D"/>
    <w:rsid w:val="00934DA7"/>
    <w:rsid w:val="00937597"/>
    <w:rsid w:val="00941B6F"/>
    <w:rsid w:val="00942AE3"/>
    <w:rsid w:val="00943887"/>
    <w:rsid w:val="00943C44"/>
    <w:rsid w:val="00943E62"/>
    <w:rsid w:val="00945B94"/>
    <w:rsid w:val="009478A4"/>
    <w:rsid w:val="00951008"/>
    <w:rsid w:val="009510D9"/>
    <w:rsid w:val="0095148F"/>
    <w:rsid w:val="00953D5F"/>
    <w:rsid w:val="00953E48"/>
    <w:rsid w:val="0095410C"/>
    <w:rsid w:val="009607A4"/>
    <w:rsid w:val="00960FF7"/>
    <w:rsid w:val="00961229"/>
    <w:rsid w:val="0096371C"/>
    <w:rsid w:val="00963FD5"/>
    <w:rsid w:val="009659D5"/>
    <w:rsid w:val="00967427"/>
    <w:rsid w:val="009674AE"/>
    <w:rsid w:val="00970357"/>
    <w:rsid w:val="0097240D"/>
    <w:rsid w:val="00975186"/>
    <w:rsid w:val="009773D0"/>
    <w:rsid w:val="00980D29"/>
    <w:rsid w:val="00983011"/>
    <w:rsid w:val="00983BDB"/>
    <w:rsid w:val="00985719"/>
    <w:rsid w:val="00985F16"/>
    <w:rsid w:val="009870A0"/>
    <w:rsid w:val="00987716"/>
    <w:rsid w:val="00992A50"/>
    <w:rsid w:val="00992D11"/>
    <w:rsid w:val="0099418D"/>
    <w:rsid w:val="00995794"/>
    <w:rsid w:val="00997DB0"/>
    <w:rsid w:val="009A30F6"/>
    <w:rsid w:val="009B0295"/>
    <w:rsid w:val="009B03E9"/>
    <w:rsid w:val="009B07C0"/>
    <w:rsid w:val="009B0F3A"/>
    <w:rsid w:val="009B1A44"/>
    <w:rsid w:val="009B42F6"/>
    <w:rsid w:val="009B6F5E"/>
    <w:rsid w:val="009C047E"/>
    <w:rsid w:val="009C0849"/>
    <w:rsid w:val="009C1DC9"/>
    <w:rsid w:val="009C32CD"/>
    <w:rsid w:val="009C41A3"/>
    <w:rsid w:val="009D13F7"/>
    <w:rsid w:val="009D16B6"/>
    <w:rsid w:val="009D23A8"/>
    <w:rsid w:val="009D25B9"/>
    <w:rsid w:val="009D309E"/>
    <w:rsid w:val="009D3B8A"/>
    <w:rsid w:val="009D551D"/>
    <w:rsid w:val="009E00ED"/>
    <w:rsid w:val="009E0429"/>
    <w:rsid w:val="009E0F3F"/>
    <w:rsid w:val="009E0FC8"/>
    <w:rsid w:val="009E1143"/>
    <w:rsid w:val="009E2896"/>
    <w:rsid w:val="009E3DF4"/>
    <w:rsid w:val="009E40C7"/>
    <w:rsid w:val="009E5502"/>
    <w:rsid w:val="009E6257"/>
    <w:rsid w:val="009E713E"/>
    <w:rsid w:val="009E7FE0"/>
    <w:rsid w:val="009F094B"/>
    <w:rsid w:val="009F2462"/>
    <w:rsid w:val="009F33E0"/>
    <w:rsid w:val="009F4298"/>
    <w:rsid w:val="009F6453"/>
    <w:rsid w:val="009F7C6A"/>
    <w:rsid w:val="00A00C2C"/>
    <w:rsid w:val="00A00FB8"/>
    <w:rsid w:val="00A0178C"/>
    <w:rsid w:val="00A01967"/>
    <w:rsid w:val="00A03505"/>
    <w:rsid w:val="00A044E3"/>
    <w:rsid w:val="00A048BC"/>
    <w:rsid w:val="00A062A3"/>
    <w:rsid w:val="00A072CB"/>
    <w:rsid w:val="00A110FD"/>
    <w:rsid w:val="00A11154"/>
    <w:rsid w:val="00A1141C"/>
    <w:rsid w:val="00A12103"/>
    <w:rsid w:val="00A12881"/>
    <w:rsid w:val="00A12C2C"/>
    <w:rsid w:val="00A140EC"/>
    <w:rsid w:val="00A15259"/>
    <w:rsid w:val="00A20E93"/>
    <w:rsid w:val="00A20EBB"/>
    <w:rsid w:val="00A214F4"/>
    <w:rsid w:val="00A21F47"/>
    <w:rsid w:val="00A23A3C"/>
    <w:rsid w:val="00A23D99"/>
    <w:rsid w:val="00A23EF2"/>
    <w:rsid w:val="00A2506F"/>
    <w:rsid w:val="00A25F0A"/>
    <w:rsid w:val="00A318C0"/>
    <w:rsid w:val="00A32B0D"/>
    <w:rsid w:val="00A32D04"/>
    <w:rsid w:val="00A35339"/>
    <w:rsid w:val="00A35F17"/>
    <w:rsid w:val="00A36450"/>
    <w:rsid w:val="00A375A3"/>
    <w:rsid w:val="00A3787B"/>
    <w:rsid w:val="00A378E5"/>
    <w:rsid w:val="00A4014A"/>
    <w:rsid w:val="00A450E1"/>
    <w:rsid w:val="00A47A38"/>
    <w:rsid w:val="00A50630"/>
    <w:rsid w:val="00A508C9"/>
    <w:rsid w:val="00A51B2E"/>
    <w:rsid w:val="00A53B98"/>
    <w:rsid w:val="00A54648"/>
    <w:rsid w:val="00A55E00"/>
    <w:rsid w:val="00A5733C"/>
    <w:rsid w:val="00A60564"/>
    <w:rsid w:val="00A61752"/>
    <w:rsid w:val="00A62737"/>
    <w:rsid w:val="00A62F79"/>
    <w:rsid w:val="00A724C3"/>
    <w:rsid w:val="00A80909"/>
    <w:rsid w:val="00A814CF"/>
    <w:rsid w:val="00A81669"/>
    <w:rsid w:val="00A82E5C"/>
    <w:rsid w:val="00A904D0"/>
    <w:rsid w:val="00A920DA"/>
    <w:rsid w:val="00A93A2A"/>
    <w:rsid w:val="00A93AD6"/>
    <w:rsid w:val="00A9574C"/>
    <w:rsid w:val="00A95B52"/>
    <w:rsid w:val="00A96129"/>
    <w:rsid w:val="00A96539"/>
    <w:rsid w:val="00AA1093"/>
    <w:rsid w:val="00AA1193"/>
    <w:rsid w:val="00AA3581"/>
    <w:rsid w:val="00AA3882"/>
    <w:rsid w:val="00AA3F4D"/>
    <w:rsid w:val="00AA70A3"/>
    <w:rsid w:val="00AB0046"/>
    <w:rsid w:val="00AB0AE0"/>
    <w:rsid w:val="00AB1884"/>
    <w:rsid w:val="00AB20E9"/>
    <w:rsid w:val="00AB262D"/>
    <w:rsid w:val="00AB496E"/>
    <w:rsid w:val="00AB52FF"/>
    <w:rsid w:val="00AB532E"/>
    <w:rsid w:val="00AB56B3"/>
    <w:rsid w:val="00AB57D3"/>
    <w:rsid w:val="00AC0AED"/>
    <w:rsid w:val="00AC2D68"/>
    <w:rsid w:val="00AC6F64"/>
    <w:rsid w:val="00AD1383"/>
    <w:rsid w:val="00AD2AB9"/>
    <w:rsid w:val="00AD3432"/>
    <w:rsid w:val="00AD3BA5"/>
    <w:rsid w:val="00AD4A1F"/>
    <w:rsid w:val="00AD5C2B"/>
    <w:rsid w:val="00AD7008"/>
    <w:rsid w:val="00AE33B9"/>
    <w:rsid w:val="00AE41AC"/>
    <w:rsid w:val="00AE452B"/>
    <w:rsid w:val="00AE4619"/>
    <w:rsid w:val="00AE4882"/>
    <w:rsid w:val="00AE53EC"/>
    <w:rsid w:val="00AE6398"/>
    <w:rsid w:val="00AE6B4D"/>
    <w:rsid w:val="00AE7710"/>
    <w:rsid w:val="00AE7801"/>
    <w:rsid w:val="00AF06E7"/>
    <w:rsid w:val="00AF0C76"/>
    <w:rsid w:val="00AF0E8E"/>
    <w:rsid w:val="00AF2D9C"/>
    <w:rsid w:val="00AF5762"/>
    <w:rsid w:val="00AF5A0D"/>
    <w:rsid w:val="00AF628C"/>
    <w:rsid w:val="00AF77E2"/>
    <w:rsid w:val="00B00292"/>
    <w:rsid w:val="00B00A56"/>
    <w:rsid w:val="00B00B2A"/>
    <w:rsid w:val="00B00EE3"/>
    <w:rsid w:val="00B020A0"/>
    <w:rsid w:val="00B026F9"/>
    <w:rsid w:val="00B02DF0"/>
    <w:rsid w:val="00B04A83"/>
    <w:rsid w:val="00B04B33"/>
    <w:rsid w:val="00B07903"/>
    <w:rsid w:val="00B07E75"/>
    <w:rsid w:val="00B10408"/>
    <w:rsid w:val="00B10F43"/>
    <w:rsid w:val="00B11EA2"/>
    <w:rsid w:val="00B1552F"/>
    <w:rsid w:val="00B15C5C"/>
    <w:rsid w:val="00B21680"/>
    <w:rsid w:val="00B22D33"/>
    <w:rsid w:val="00B2605D"/>
    <w:rsid w:val="00B26F0D"/>
    <w:rsid w:val="00B27056"/>
    <w:rsid w:val="00B313C9"/>
    <w:rsid w:val="00B31DE8"/>
    <w:rsid w:val="00B35A0D"/>
    <w:rsid w:val="00B36DEC"/>
    <w:rsid w:val="00B3702C"/>
    <w:rsid w:val="00B40160"/>
    <w:rsid w:val="00B4084B"/>
    <w:rsid w:val="00B43958"/>
    <w:rsid w:val="00B44391"/>
    <w:rsid w:val="00B4488C"/>
    <w:rsid w:val="00B45365"/>
    <w:rsid w:val="00B4757A"/>
    <w:rsid w:val="00B47AE4"/>
    <w:rsid w:val="00B517F1"/>
    <w:rsid w:val="00B51AB5"/>
    <w:rsid w:val="00B51EA5"/>
    <w:rsid w:val="00B55D10"/>
    <w:rsid w:val="00B56FF0"/>
    <w:rsid w:val="00B60562"/>
    <w:rsid w:val="00B6057B"/>
    <w:rsid w:val="00B60FF9"/>
    <w:rsid w:val="00B63E9D"/>
    <w:rsid w:val="00B67768"/>
    <w:rsid w:val="00B67F28"/>
    <w:rsid w:val="00B71B6D"/>
    <w:rsid w:val="00B72462"/>
    <w:rsid w:val="00B728CD"/>
    <w:rsid w:val="00B734C2"/>
    <w:rsid w:val="00B744F1"/>
    <w:rsid w:val="00B77183"/>
    <w:rsid w:val="00B778BA"/>
    <w:rsid w:val="00B80E3C"/>
    <w:rsid w:val="00B81544"/>
    <w:rsid w:val="00B82B9B"/>
    <w:rsid w:val="00B82D79"/>
    <w:rsid w:val="00B82ECB"/>
    <w:rsid w:val="00B840CC"/>
    <w:rsid w:val="00B85257"/>
    <w:rsid w:val="00B85ED2"/>
    <w:rsid w:val="00B90341"/>
    <w:rsid w:val="00B90818"/>
    <w:rsid w:val="00B92DEB"/>
    <w:rsid w:val="00B92F11"/>
    <w:rsid w:val="00B93261"/>
    <w:rsid w:val="00B93523"/>
    <w:rsid w:val="00B97E78"/>
    <w:rsid w:val="00BA038B"/>
    <w:rsid w:val="00BA060A"/>
    <w:rsid w:val="00BA0805"/>
    <w:rsid w:val="00BA147E"/>
    <w:rsid w:val="00BA1A7C"/>
    <w:rsid w:val="00BA1CE6"/>
    <w:rsid w:val="00BA2C1C"/>
    <w:rsid w:val="00BA4514"/>
    <w:rsid w:val="00BA5F40"/>
    <w:rsid w:val="00BA67F2"/>
    <w:rsid w:val="00BA6C06"/>
    <w:rsid w:val="00BA7552"/>
    <w:rsid w:val="00BB0BFE"/>
    <w:rsid w:val="00BB319F"/>
    <w:rsid w:val="00BB5B63"/>
    <w:rsid w:val="00BB7716"/>
    <w:rsid w:val="00BB7A03"/>
    <w:rsid w:val="00BB7EBA"/>
    <w:rsid w:val="00BC2B5B"/>
    <w:rsid w:val="00BC4989"/>
    <w:rsid w:val="00BC5482"/>
    <w:rsid w:val="00BC575E"/>
    <w:rsid w:val="00BC605E"/>
    <w:rsid w:val="00BC7051"/>
    <w:rsid w:val="00BC7677"/>
    <w:rsid w:val="00BD0697"/>
    <w:rsid w:val="00BD4862"/>
    <w:rsid w:val="00BD5ABE"/>
    <w:rsid w:val="00BD5D19"/>
    <w:rsid w:val="00BE26DF"/>
    <w:rsid w:val="00BE3659"/>
    <w:rsid w:val="00BE4E37"/>
    <w:rsid w:val="00BE5296"/>
    <w:rsid w:val="00BE6725"/>
    <w:rsid w:val="00BF0647"/>
    <w:rsid w:val="00BF0B71"/>
    <w:rsid w:val="00BF211A"/>
    <w:rsid w:val="00BF3449"/>
    <w:rsid w:val="00BF34A5"/>
    <w:rsid w:val="00BF3921"/>
    <w:rsid w:val="00BF3C63"/>
    <w:rsid w:val="00BF703C"/>
    <w:rsid w:val="00BF7B84"/>
    <w:rsid w:val="00C0139C"/>
    <w:rsid w:val="00C03FB5"/>
    <w:rsid w:val="00C04500"/>
    <w:rsid w:val="00C0450E"/>
    <w:rsid w:val="00C045BD"/>
    <w:rsid w:val="00C05621"/>
    <w:rsid w:val="00C06C66"/>
    <w:rsid w:val="00C073C1"/>
    <w:rsid w:val="00C10339"/>
    <w:rsid w:val="00C126DB"/>
    <w:rsid w:val="00C14E31"/>
    <w:rsid w:val="00C15100"/>
    <w:rsid w:val="00C15BE0"/>
    <w:rsid w:val="00C16650"/>
    <w:rsid w:val="00C20486"/>
    <w:rsid w:val="00C20BED"/>
    <w:rsid w:val="00C20DBF"/>
    <w:rsid w:val="00C2176D"/>
    <w:rsid w:val="00C21A90"/>
    <w:rsid w:val="00C22511"/>
    <w:rsid w:val="00C239DF"/>
    <w:rsid w:val="00C24E3D"/>
    <w:rsid w:val="00C26BC3"/>
    <w:rsid w:val="00C2728F"/>
    <w:rsid w:val="00C30466"/>
    <w:rsid w:val="00C34707"/>
    <w:rsid w:val="00C379EF"/>
    <w:rsid w:val="00C37FDD"/>
    <w:rsid w:val="00C44842"/>
    <w:rsid w:val="00C44B13"/>
    <w:rsid w:val="00C47AB2"/>
    <w:rsid w:val="00C513F2"/>
    <w:rsid w:val="00C515CF"/>
    <w:rsid w:val="00C5277E"/>
    <w:rsid w:val="00C52F56"/>
    <w:rsid w:val="00C53DB6"/>
    <w:rsid w:val="00C54D60"/>
    <w:rsid w:val="00C60E2E"/>
    <w:rsid w:val="00C625F3"/>
    <w:rsid w:val="00C62D40"/>
    <w:rsid w:val="00C64D7B"/>
    <w:rsid w:val="00C65621"/>
    <w:rsid w:val="00C6609B"/>
    <w:rsid w:val="00C664D4"/>
    <w:rsid w:val="00C6796A"/>
    <w:rsid w:val="00C70E3C"/>
    <w:rsid w:val="00C72FFC"/>
    <w:rsid w:val="00C73A7D"/>
    <w:rsid w:val="00C74942"/>
    <w:rsid w:val="00C752C1"/>
    <w:rsid w:val="00C75EC6"/>
    <w:rsid w:val="00C75FDC"/>
    <w:rsid w:val="00C7709B"/>
    <w:rsid w:val="00C7772A"/>
    <w:rsid w:val="00C77D7B"/>
    <w:rsid w:val="00C80BFC"/>
    <w:rsid w:val="00C823F5"/>
    <w:rsid w:val="00C82B68"/>
    <w:rsid w:val="00C8500C"/>
    <w:rsid w:val="00C8538F"/>
    <w:rsid w:val="00C86A30"/>
    <w:rsid w:val="00C86C27"/>
    <w:rsid w:val="00C90E65"/>
    <w:rsid w:val="00C91991"/>
    <w:rsid w:val="00C92D32"/>
    <w:rsid w:val="00C92F32"/>
    <w:rsid w:val="00C9394F"/>
    <w:rsid w:val="00C93A30"/>
    <w:rsid w:val="00C949EE"/>
    <w:rsid w:val="00C95503"/>
    <w:rsid w:val="00CA2287"/>
    <w:rsid w:val="00CA2EBF"/>
    <w:rsid w:val="00CA3170"/>
    <w:rsid w:val="00CA410A"/>
    <w:rsid w:val="00CA4EA0"/>
    <w:rsid w:val="00CA6CEF"/>
    <w:rsid w:val="00CA786C"/>
    <w:rsid w:val="00CA7E91"/>
    <w:rsid w:val="00CB11C7"/>
    <w:rsid w:val="00CB1940"/>
    <w:rsid w:val="00CB3D4A"/>
    <w:rsid w:val="00CB5660"/>
    <w:rsid w:val="00CB737B"/>
    <w:rsid w:val="00CC00C8"/>
    <w:rsid w:val="00CC1CB3"/>
    <w:rsid w:val="00CC2CCD"/>
    <w:rsid w:val="00CC3BA1"/>
    <w:rsid w:val="00CC3D17"/>
    <w:rsid w:val="00CC5ED9"/>
    <w:rsid w:val="00CC6C19"/>
    <w:rsid w:val="00CC7853"/>
    <w:rsid w:val="00CD0287"/>
    <w:rsid w:val="00CD066B"/>
    <w:rsid w:val="00CD1D3A"/>
    <w:rsid w:val="00CD54F6"/>
    <w:rsid w:val="00CD5B09"/>
    <w:rsid w:val="00CD7CC3"/>
    <w:rsid w:val="00CE08E5"/>
    <w:rsid w:val="00CE08FA"/>
    <w:rsid w:val="00CE20A8"/>
    <w:rsid w:val="00CE36E8"/>
    <w:rsid w:val="00CE3BB3"/>
    <w:rsid w:val="00CE4F8A"/>
    <w:rsid w:val="00CE6F55"/>
    <w:rsid w:val="00CF1663"/>
    <w:rsid w:val="00CF1E92"/>
    <w:rsid w:val="00CF24AA"/>
    <w:rsid w:val="00CF4CAF"/>
    <w:rsid w:val="00CF6B0D"/>
    <w:rsid w:val="00CF7474"/>
    <w:rsid w:val="00D00693"/>
    <w:rsid w:val="00D00DEA"/>
    <w:rsid w:val="00D01729"/>
    <w:rsid w:val="00D01B28"/>
    <w:rsid w:val="00D0236C"/>
    <w:rsid w:val="00D02B91"/>
    <w:rsid w:val="00D1201C"/>
    <w:rsid w:val="00D17223"/>
    <w:rsid w:val="00D17DB9"/>
    <w:rsid w:val="00D21218"/>
    <w:rsid w:val="00D2291C"/>
    <w:rsid w:val="00D23FF5"/>
    <w:rsid w:val="00D24C7F"/>
    <w:rsid w:val="00D258CF"/>
    <w:rsid w:val="00D271E6"/>
    <w:rsid w:val="00D31244"/>
    <w:rsid w:val="00D33238"/>
    <w:rsid w:val="00D355BC"/>
    <w:rsid w:val="00D4155E"/>
    <w:rsid w:val="00D41846"/>
    <w:rsid w:val="00D42860"/>
    <w:rsid w:val="00D43C2E"/>
    <w:rsid w:val="00D44951"/>
    <w:rsid w:val="00D452F4"/>
    <w:rsid w:val="00D46726"/>
    <w:rsid w:val="00D53167"/>
    <w:rsid w:val="00D56030"/>
    <w:rsid w:val="00D56804"/>
    <w:rsid w:val="00D56A54"/>
    <w:rsid w:val="00D56D94"/>
    <w:rsid w:val="00D5760E"/>
    <w:rsid w:val="00D601C1"/>
    <w:rsid w:val="00D62130"/>
    <w:rsid w:val="00D62513"/>
    <w:rsid w:val="00D635E0"/>
    <w:rsid w:val="00D65EBB"/>
    <w:rsid w:val="00D6682B"/>
    <w:rsid w:val="00D66BF9"/>
    <w:rsid w:val="00D700C1"/>
    <w:rsid w:val="00D759D7"/>
    <w:rsid w:val="00D75FFD"/>
    <w:rsid w:val="00D76393"/>
    <w:rsid w:val="00D76428"/>
    <w:rsid w:val="00D76FDE"/>
    <w:rsid w:val="00D802B0"/>
    <w:rsid w:val="00D81229"/>
    <w:rsid w:val="00D82059"/>
    <w:rsid w:val="00D83DD4"/>
    <w:rsid w:val="00D83FAD"/>
    <w:rsid w:val="00D84243"/>
    <w:rsid w:val="00D844DE"/>
    <w:rsid w:val="00D84541"/>
    <w:rsid w:val="00D862B8"/>
    <w:rsid w:val="00D8730A"/>
    <w:rsid w:val="00D91020"/>
    <w:rsid w:val="00D94AA8"/>
    <w:rsid w:val="00D95DC9"/>
    <w:rsid w:val="00D96080"/>
    <w:rsid w:val="00D961BB"/>
    <w:rsid w:val="00D97207"/>
    <w:rsid w:val="00DA12A1"/>
    <w:rsid w:val="00DA2BF3"/>
    <w:rsid w:val="00DA496B"/>
    <w:rsid w:val="00DA4CDC"/>
    <w:rsid w:val="00DA7A17"/>
    <w:rsid w:val="00DB0924"/>
    <w:rsid w:val="00DB4779"/>
    <w:rsid w:val="00DB6102"/>
    <w:rsid w:val="00DB6230"/>
    <w:rsid w:val="00DC2989"/>
    <w:rsid w:val="00DC2EBE"/>
    <w:rsid w:val="00DC325E"/>
    <w:rsid w:val="00DC6218"/>
    <w:rsid w:val="00DC7850"/>
    <w:rsid w:val="00DD6302"/>
    <w:rsid w:val="00DD6A9E"/>
    <w:rsid w:val="00DD7726"/>
    <w:rsid w:val="00DE0A9C"/>
    <w:rsid w:val="00DE0D5C"/>
    <w:rsid w:val="00DE109D"/>
    <w:rsid w:val="00DE3031"/>
    <w:rsid w:val="00DE32B0"/>
    <w:rsid w:val="00DE3D9A"/>
    <w:rsid w:val="00DF2420"/>
    <w:rsid w:val="00DF2E9F"/>
    <w:rsid w:val="00DF429D"/>
    <w:rsid w:val="00E0348F"/>
    <w:rsid w:val="00E03577"/>
    <w:rsid w:val="00E04057"/>
    <w:rsid w:val="00E05143"/>
    <w:rsid w:val="00E05A63"/>
    <w:rsid w:val="00E05CC8"/>
    <w:rsid w:val="00E05E8A"/>
    <w:rsid w:val="00E1054C"/>
    <w:rsid w:val="00E11E04"/>
    <w:rsid w:val="00E12813"/>
    <w:rsid w:val="00E130ED"/>
    <w:rsid w:val="00E1523A"/>
    <w:rsid w:val="00E15530"/>
    <w:rsid w:val="00E15CEB"/>
    <w:rsid w:val="00E16C52"/>
    <w:rsid w:val="00E20A07"/>
    <w:rsid w:val="00E221BA"/>
    <w:rsid w:val="00E22E4F"/>
    <w:rsid w:val="00E2340E"/>
    <w:rsid w:val="00E23F15"/>
    <w:rsid w:val="00E2433D"/>
    <w:rsid w:val="00E24A3E"/>
    <w:rsid w:val="00E25812"/>
    <w:rsid w:val="00E26533"/>
    <w:rsid w:val="00E26F0A"/>
    <w:rsid w:val="00E27C19"/>
    <w:rsid w:val="00E30C23"/>
    <w:rsid w:val="00E31166"/>
    <w:rsid w:val="00E33D8E"/>
    <w:rsid w:val="00E34FBE"/>
    <w:rsid w:val="00E35545"/>
    <w:rsid w:val="00E36572"/>
    <w:rsid w:val="00E40305"/>
    <w:rsid w:val="00E41EC2"/>
    <w:rsid w:val="00E422FA"/>
    <w:rsid w:val="00E4277C"/>
    <w:rsid w:val="00E430E1"/>
    <w:rsid w:val="00E46AE1"/>
    <w:rsid w:val="00E51994"/>
    <w:rsid w:val="00E520EE"/>
    <w:rsid w:val="00E52A0A"/>
    <w:rsid w:val="00E52FD8"/>
    <w:rsid w:val="00E54534"/>
    <w:rsid w:val="00E55B19"/>
    <w:rsid w:val="00E577D8"/>
    <w:rsid w:val="00E614C8"/>
    <w:rsid w:val="00E62F52"/>
    <w:rsid w:val="00E65176"/>
    <w:rsid w:val="00E6650D"/>
    <w:rsid w:val="00E665F2"/>
    <w:rsid w:val="00E7375C"/>
    <w:rsid w:val="00E74179"/>
    <w:rsid w:val="00E76941"/>
    <w:rsid w:val="00E77F95"/>
    <w:rsid w:val="00E81B73"/>
    <w:rsid w:val="00E82695"/>
    <w:rsid w:val="00E827B1"/>
    <w:rsid w:val="00E840F8"/>
    <w:rsid w:val="00E852B7"/>
    <w:rsid w:val="00E900AC"/>
    <w:rsid w:val="00E90CC0"/>
    <w:rsid w:val="00E9477D"/>
    <w:rsid w:val="00E94C8B"/>
    <w:rsid w:val="00E97622"/>
    <w:rsid w:val="00EA048A"/>
    <w:rsid w:val="00EA113E"/>
    <w:rsid w:val="00EA2016"/>
    <w:rsid w:val="00EA417D"/>
    <w:rsid w:val="00EA5930"/>
    <w:rsid w:val="00EA5B62"/>
    <w:rsid w:val="00EA60FC"/>
    <w:rsid w:val="00EB05A0"/>
    <w:rsid w:val="00EB086B"/>
    <w:rsid w:val="00EB1252"/>
    <w:rsid w:val="00EB42B1"/>
    <w:rsid w:val="00EB4AB3"/>
    <w:rsid w:val="00EB4CD4"/>
    <w:rsid w:val="00EB4DFF"/>
    <w:rsid w:val="00EB59A7"/>
    <w:rsid w:val="00EB5E3F"/>
    <w:rsid w:val="00EB6689"/>
    <w:rsid w:val="00EC102F"/>
    <w:rsid w:val="00EC35B4"/>
    <w:rsid w:val="00EC3D7F"/>
    <w:rsid w:val="00EC4C6F"/>
    <w:rsid w:val="00EC6A86"/>
    <w:rsid w:val="00ED1B7E"/>
    <w:rsid w:val="00ED31BF"/>
    <w:rsid w:val="00ED3CC0"/>
    <w:rsid w:val="00ED4DFB"/>
    <w:rsid w:val="00ED52F6"/>
    <w:rsid w:val="00ED59CF"/>
    <w:rsid w:val="00ED6BA3"/>
    <w:rsid w:val="00ED70FD"/>
    <w:rsid w:val="00ED78A2"/>
    <w:rsid w:val="00EE146F"/>
    <w:rsid w:val="00EE2421"/>
    <w:rsid w:val="00EE30C2"/>
    <w:rsid w:val="00EE33FA"/>
    <w:rsid w:val="00EE5D44"/>
    <w:rsid w:val="00EE7CE7"/>
    <w:rsid w:val="00EF1176"/>
    <w:rsid w:val="00EF1CE8"/>
    <w:rsid w:val="00EF2886"/>
    <w:rsid w:val="00EF2BDF"/>
    <w:rsid w:val="00EF30AE"/>
    <w:rsid w:val="00EF794C"/>
    <w:rsid w:val="00F0084A"/>
    <w:rsid w:val="00F019AD"/>
    <w:rsid w:val="00F03E17"/>
    <w:rsid w:val="00F075DC"/>
    <w:rsid w:val="00F10534"/>
    <w:rsid w:val="00F11261"/>
    <w:rsid w:val="00F118F7"/>
    <w:rsid w:val="00F13777"/>
    <w:rsid w:val="00F219BD"/>
    <w:rsid w:val="00F233A9"/>
    <w:rsid w:val="00F24D53"/>
    <w:rsid w:val="00F25279"/>
    <w:rsid w:val="00F25945"/>
    <w:rsid w:val="00F25B10"/>
    <w:rsid w:val="00F26187"/>
    <w:rsid w:val="00F26368"/>
    <w:rsid w:val="00F26FB1"/>
    <w:rsid w:val="00F27203"/>
    <w:rsid w:val="00F27703"/>
    <w:rsid w:val="00F3071D"/>
    <w:rsid w:val="00F309EA"/>
    <w:rsid w:val="00F30F1A"/>
    <w:rsid w:val="00F316DE"/>
    <w:rsid w:val="00F3212F"/>
    <w:rsid w:val="00F32F4A"/>
    <w:rsid w:val="00F346FE"/>
    <w:rsid w:val="00F35DAB"/>
    <w:rsid w:val="00F361D9"/>
    <w:rsid w:val="00F3632A"/>
    <w:rsid w:val="00F363B8"/>
    <w:rsid w:val="00F368C3"/>
    <w:rsid w:val="00F40AE5"/>
    <w:rsid w:val="00F40D53"/>
    <w:rsid w:val="00F4221F"/>
    <w:rsid w:val="00F432C2"/>
    <w:rsid w:val="00F435B6"/>
    <w:rsid w:val="00F449EE"/>
    <w:rsid w:val="00F46FEA"/>
    <w:rsid w:val="00F51031"/>
    <w:rsid w:val="00F5400D"/>
    <w:rsid w:val="00F55E13"/>
    <w:rsid w:val="00F56334"/>
    <w:rsid w:val="00F57777"/>
    <w:rsid w:val="00F62198"/>
    <w:rsid w:val="00F642FA"/>
    <w:rsid w:val="00F66E1F"/>
    <w:rsid w:val="00F670E5"/>
    <w:rsid w:val="00F676CA"/>
    <w:rsid w:val="00F70DEE"/>
    <w:rsid w:val="00F71976"/>
    <w:rsid w:val="00F719AE"/>
    <w:rsid w:val="00F71B4F"/>
    <w:rsid w:val="00F71C35"/>
    <w:rsid w:val="00F72055"/>
    <w:rsid w:val="00F73BAC"/>
    <w:rsid w:val="00F74B15"/>
    <w:rsid w:val="00F74C34"/>
    <w:rsid w:val="00F75085"/>
    <w:rsid w:val="00F75C3B"/>
    <w:rsid w:val="00F80336"/>
    <w:rsid w:val="00F8073E"/>
    <w:rsid w:val="00F81F6D"/>
    <w:rsid w:val="00F872EF"/>
    <w:rsid w:val="00F87704"/>
    <w:rsid w:val="00F87F65"/>
    <w:rsid w:val="00F91747"/>
    <w:rsid w:val="00F93AEA"/>
    <w:rsid w:val="00F94F94"/>
    <w:rsid w:val="00F970FC"/>
    <w:rsid w:val="00FA0E3E"/>
    <w:rsid w:val="00FA1F19"/>
    <w:rsid w:val="00FA59CD"/>
    <w:rsid w:val="00FA6F0E"/>
    <w:rsid w:val="00FA7FBD"/>
    <w:rsid w:val="00FB0663"/>
    <w:rsid w:val="00FB3945"/>
    <w:rsid w:val="00FB3A02"/>
    <w:rsid w:val="00FB433D"/>
    <w:rsid w:val="00FB523C"/>
    <w:rsid w:val="00FB5C69"/>
    <w:rsid w:val="00FB69CA"/>
    <w:rsid w:val="00FC08B8"/>
    <w:rsid w:val="00FC0FE1"/>
    <w:rsid w:val="00FC15BA"/>
    <w:rsid w:val="00FC4074"/>
    <w:rsid w:val="00FC40D8"/>
    <w:rsid w:val="00FD033E"/>
    <w:rsid w:val="00FD1832"/>
    <w:rsid w:val="00FD1A96"/>
    <w:rsid w:val="00FD3425"/>
    <w:rsid w:val="00FD46FE"/>
    <w:rsid w:val="00FD648E"/>
    <w:rsid w:val="00FD6A36"/>
    <w:rsid w:val="00FD75D7"/>
    <w:rsid w:val="00FD76EB"/>
    <w:rsid w:val="00FD78D3"/>
    <w:rsid w:val="00FE0E1F"/>
    <w:rsid w:val="00FE145B"/>
    <w:rsid w:val="00FE3572"/>
    <w:rsid w:val="00FE3F38"/>
    <w:rsid w:val="00FE4819"/>
    <w:rsid w:val="00FE4B1D"/>
    <w:rsid w:val="00FE50CB"/>
    <w:rsid w:val="00FE7C92"/>
    <w:rsid w:val="00FF2054"/>
    <w:rsid w:val="00FF21E2"/>
    <w:rsid w:val="00FF2275"/>
    <w:rsid w:val="00FF66C0"/>
    <w:rsid w:val="00FF6D30"/>
    <w:rsid w:val="00FF6F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9199FB"/>
  <w15:docId w15:val="{563182F7-6E45-4E87-A09D-8A6C3B400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
    <w:qFormat/>
    <w:rsid w:val="00452526"/>
    <w:pPr>
      <w:spacing w:before="120"/>
      <w:jc w:val="both"/>
    </w:pPr>
  </w:style>
  <w:style w:type="paragraph" w:styleId="Nadpis1">
    <w:name w:val="heading 1"/>
    <w:basedOn w:val="Normln"/>
    <w:next w:val="Normln"/>
    <w:link w:val="Nadpis1Char"/>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paragraph" w:styleId="Nadpis4">
    <w:name w:val="heading 4"/>
    <w:basedOn w:val="Normln"/>
    <w:next w:val="Normln"/>
    <w:link w:val="Nadpis4Char"/>
    <w:qFormat/>
    <w:rsid w:val="000F21BD"/>
    <w:pPr>
      <w:keepNext/>
      <w:ind w:left="425" w:hanging="425"/>
      <w:jc w:val="center"/>
      <w:outlineLvl w:val="3"/>
    </w:pPr>
    <w:rPr>
      <w:rFonts w:ascii="Times New Roman" w:hAnsi="Times New Roman"/>
      <w:b/>
      <w:spacing w:val="4"/>
      <w:sz w:val="22"/>
      <w:szCs w:val="22"/>
      <w:u w:val="single"/>
    </w:rPr>
  </w:style>
  <w:style w:type="paragraph" w:styleId="Nadpis8">
    <w:name w:val="heading 8"/>
    <w:basedOn w:val="Normln"/>
    <w:next w:val="Normln"/>
    <w:link w:val="Nadpis8Char"/>
    <w:uiPriority w:val="9"/>
    <w:semiHidden/>
    <w:unhideWhenUsed/>
    <w:qFormat/>
    <w:rsid w:val="002F5A3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133126"/>
  </w:style>
  <w:style w:type="paragraph" w:styleId="Zhlav">
    <w:name w:val="header"/>
    <w:basedOn w:val="Normln"/>
    <w:link w:val="ZhlavChar"/>
    <w:uiPriority w:val="99"/>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3-BODY">
    <w:name w:val="03-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1-ODST-2">
    <w:name w:val="01-ODST-2"/>
    <w:basedOn w:val="Normln"/>
    <w:qFormat/>
    <w:rsid w:val="000363C4"/>
    <w:pPr>
      <w:numPr>
        <w:ilvl w:val="1"/>
        <w:numId w:val="2"/>
      </w:numPr>
      <w:tabs>
        <w:tab w:val="left" w:pos="567"/>
      </w:tabs>
      <w:outlineLvl w:val="1"/>
    </w:pPr>
  </w:style>
  <w:style w:type="paragraph" w:customStyle="1" w:styleId="01-L">
    <w:name w:val="01-ČL."/>
    <w:basedOn w:val="Normln"/>
    <w:next w:val="01-ODST-2"/>
    <w:qFormat/>
    <w:rsid w:val="000F21BD"/>
    <w:pPr>
      <w:keepNext/>
      <w:numPr>
        <w:numId w:val="2"/>
      </w:numPr>
      <w:spacing w:before="360"/>
      <w:jc w:val="center"/>
      <w:outlineLvl w:val="0"/>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3-PSM">
    <w:name w:val="03-PÍSM"/>
    <w:basedOn w:val="Normln"/>
    <w:qFormat/>
    <w:rsid w:val="00CF1E92"/>
    <w:pPr>
      <w:numPr>
        <w:numId w:val="5"/>
      </w:numPr>
    </w:pPr>
  </w:style>
  <w:style w:type="paragraph" w:customStyle="1" w:styleId="01-ODST-3">
    <w:name w:val="01-ODST-3"/>
    <w:basedOn w:val="01-ODST-2"/>
    <w:qFormat/>
    <w:rsid w:val="00CC6C19"/>
    <w:pPr>
      <w:numPr>
        <w:ilvl w:val="2"/>
      </w:numPr>
      <w:tabs>
        <w:tab w:val="clear" w:pos="567"/>
        <w:tab w:val="left" w:pos="1134"/>
      </w:tabs>
      <w:outlineLvl w:val="2"/>
    </w:pPr>
  </w:style>
  <w:style w:type="paragraph" w:customStyle="1" w:styleId="01-ODST-4">
    <w:name w:val="01-ODST-4"/>
    <w:basedOn w:val="01-ODST-3"/>
    <w:qFormat/>
    <w:rsid w:val="00CC6C19"/>
    <w:pPr>
      <w:numPr>
        <w:ilvl w:val="3"/>
      </w:numPr>
      <w:tabs>
        <w:tab w:val="left" w:pos="1701"/>
      </w:tabs>
      <w:outlineLvl w:val="3"/>
    </w:pPr>
  </w:style>
  <w:style w:type="paragraph" w:customStyle="1" w:styleId="02-NORM-03">
    <w:name w:val="02-NORM-03"/>
    <w:basedOn w:val="Normln"/>
    <w:link w:val="02-NORM-03Char"/>
    <w:qFormat/>
    <w:rsid w:val="00452526"/>
    <w:pPr>
      <w:ind w:left="1134"/>
    </w:pPr>
  </w:style>
  <w:style w:type="character" w:customStyle="1" w:styleId="02-NORM-03Char">
    <w:name w:val="02-NORM-03 Char"/>
    <w:basedOn w:val="Standardnpsmoodstavce"/>
    <w:link w:val="02-NORM-03"/>
    <w:rsid w:val="00452526"/>
  </w:style>
  <w:style w:type="paragraph" w:customStyle="1" w:styleId="02-NORM-02">
    <w:name w:val="02-NORM-02"/>
    <w:basedOn w:val="Normln"/>
    <w:link w:val="02-NORM-02Char"/>
    <w:qFormat/>
    <w:rsid w:val="00452526"/>
    <w:pPr>
      <w:ind w:left="567"/>
    </w:pPr>
  </w:style>
  <w:style w:type="character" w:customStyle="1" w:styleId="02-NORM-02Char">
    <w:name w:val="02-NORM-02 Char"/>
    <w:basedOn w:val="Standardnpsmoodstavce"/>
    <w:link w:val="02-NORM-02"/>
    <w:rsid w:val="00452526"/>
  </w:style>
  <w:style w:type="paragraph" w:styleId="Textbubliny">
    <w:name w:val="Balloon Text"/>
    <w:basedOn w:val="Normln"/>
    <w:link w:val="TextbublinyChar"/>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nhideWhenUsed/>
    <w:rsid w:val="00C92D32"/>
    <w:rPr>
      <w:b/>
      <w:bCs/>
    </w:rPr>
  </w:style>
  <w:style w:type="character" w:customStyle="1" w:styleId="PedmtkomenteChar">
    <w:name w:val="Předmět komentáře Char"/>
    <w:basedOn w:val="TextkomenteChar"/>
    <w:link w:val="Pedmtkomente"/>
    <w:rsid w:val="00C92D32"/>
    <w:rPr>
      <w:b/>
      <w:bCs/>
    </w:rPr>
  </w:style>
  <w:style w:type="paragraph" w:customStyle="1" w:styleId="Odrky-psmena">
    <w:name w:val="Odrážky - písmena"/>
    <w:basedOn w:val="Normln"/>
    <w:link w:val="Odrky-psmenaCharChar"/>
    <w:rsid w:val="00546651"/>
    <w:pPr>
      <w:numPr>
        <w:numId w:val="3"/>
      </w:numPr>
      <w:spacing w:before="0"/>
    </w:pPr>
  </w:style>
  <w:style w:type="paragraph" w:customStyle="1" w:styleId="Odrky2rove">
    <w:name w:val="Odrážky 2 úroveň"/>
    <w:basedOn w:val="Normln"/>
    <w:rsid w:val="00546651"/>
    <w:pPr>
      <w:numPr>
        <w:ilvl w:val="1"/>
        <w:numId w:val="3"/>
      </w:numPr>
      <w:spacing w:before="0"/>
    </w:pPr>
  </w:style>
  <w:style w:type="paragraph" w:customStyle="1" w:styleId="Psmena">
    <w:name w:val="Písmena"/>
    <w:basedOn w:val="Normln"/>
    <w:rsid w:val="00FE7C92"/>
    <w:pPr>
      <w:numPr>
        <w:numId w:val="4"/>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rsid w:val="0011480F"/>
    <w:rPr>
      <w:rFonts w:ascii="Cambria" w:hAnsi="Cambria"/>
      <w:color w:val="17365D"/>
      <w:spacing w:val="5"/>
      <w:kern w:val="28"/>
      <w:sz w:val="52"/>
      <w:szCs w:val="52"/>
    </w:rPr>
  </w:style>
  <w:style w:type="paragraph" w:styleId="Zkladntext">
    <w:name w:val="Body Text"/>
    <w:basedOn w:val="Normln"/>
    <w:link w:val="ZkladntextChar"/>
    <w:unhideWhenUsed/>
    <w:rsid w:val="000F21BD"/>
    <w:pPr>
      <w:spacing w:after="120"/>
    </w:pPr>
  </w:style>
  <w:style w:type="character" w:customStyle="1" w:styleId="ZkladntextChar">
    <w:name w:val="Základní text Char"/>
    <w:basedOn w:val="Standardnpsmoodstavce"/>
    <w:link w:val="Zkladntext"/>
    <w:rsid w:val="000F21BD"/>
  </w:style>
  <w:style w:type="paragraph" w:styleId="Zkladntext2">
    <w:name w:val="Body Text 2"/>
    <w:basedOn w:val="Normln"/>
    <w:link w:val="Zkladntext2Char"/>
    <w:unhideWhenUsed/>
    <w:rsid w:val="000F21BD"/>
    <w:pPr>
      <w:spacing w:after="120" w:line="480" w:lineRule="auto"/>
    </w:pPr>
  </w:style>
  <w:style w:type="character" w:customStyle="1" w:styleId="Zkladntext2Char">
    <w:name w:val="Základní text 2 Char"/>
    <w:basedOn w:val="Standardnpsmoodstavce"/>
    <w:link w:val="Zkladntext2"/>
    <w:rsid w:val="000F21BD"/>
  </w:style>
  <w:style w:type="paragraph" w:styleId="Zkladntext3">
    <w:name w:val="Body Text 3"/>
    <w:basedOn w:val="Normln"/>
    <w:link w:val="Zkladntext3Char"/>
    <w:unhideWhenUsed/>
    <w:rsid w:val="000F21BD"/>
    <w:pPr>
      <w:spacing w:after="120"/>
    </w:pPr>
    <w:rPr>
      <w:sz w:val="16"/>
      <w:szCs w:val="16"/>
    </w:rPr>
  </w:style>
  <w:style w:type="character" w:customStyle="1" w:styleId="Zkladntext3Char">
    <w:name w:val="Základní text 3 Char"/>
    <w:basedOn w:val="Standardnpsmoodstavce"/>
    <w:link w:val="Zkladntext3"/>
    <w:rsid w:val="000F21BD"/>
    <w:rPr>
      <w:sz w:val="16"/>
      <w:szCs w:val="16"/>
    </w:rPr>
  </w:style>
  <w:style w:type="character" w:customStyle="1" w:styleId="Nadpis4Char">
    <w:name w:val="Nadpis 4 Char"/>
    <w:basedOn w:val="Standardnpsmoodstavce"/>
    <w:link w:val="Nadpis4"/>
    <w:rsid w:val="000F21BD"/>
    <w:rPr>
      <w:rFonts w:ascii="Times New Roman" w:hAnsi="Times New Roman"/>
      <w:b/>
      <w:spacing w:val="4"/>
      <w:sz w:val="22"/>
      <w:szCs w:val="22"/>
      <w:u w:val="single"/>
    </w:rPr>
  </w:style>
  <w:style w:type="character" w:customStyle="1" w:styleId="ZhlavChar">
    <w:name w:val="Záhlaví Char"/>
    <w:basedOn w:val="Standardnpsmoodstavce"/>
    <w:link w:val="Zhlav"/>
    <w:uiPriority w:val="99"/>
    <w:rsid w:val="000F21BD"/>
    <w:rPr>
      <w:sz w:val="16"/>
    </w:rPr>
  </w:style>
  <w:style w:type="paragraph" w:styleId="Textvbloku">
    <w:name w:val="Block Text"/>
    <w:basedOn w:val="Normln"/>
    <w:rsid w:val="000F21BD"/>
    <w:pPr>
      <w:ind w:left="1134" w:right="-426" w:hanging="425"/>
      <w:jc w:val="left"/>
    </w:pPr>
    <w:rPr>
      <w:rFonts w:ascii="Times New Roman" w:hAnsi="Times New Roman"/>
      <w:sz w:val="24"/>
    </w:rPr>
  </w:style>
  <w:style w:type="character" w:customStyle="1" w:styleId="ZpatChar">
    <w:name w:val="Zápatí Char"/>
    <w:basedOn w:val="Standardnpsmoodstavce"/>
    <w:link w:val="Zpat"/>
    <w:uiPriority w:val="99"/>
    <w:rsid w:val="000F21BD"/>
    <w:rPr>
      <w:sz w:val="16"/>
    </w:rPr>
  </w:style>
  <w:style w:type="paragraph" w:customStyle="1" w:styleId="02-ODST-2">
    <w:name w:val="02-ODST-2"/>
    <w:basedOn w:val="Normln"/>
    <w:link w:val="02-ODST-2Char"/>
    <w:qFormat/>
    <w:rsid w:val="000F21BD"/>
    <w:pPr>
      <w:tabs>
        <w:tab w:val="left" w:pos="567"/>
      </w:tabs>
    </w:pPr>
  </w:style>
  <w:style w:type="paragraph" w:customStyle="1" w:styleId="05-ODST-3">
    <w:name w:val="05-ODST-3"/>
    <w:basedOn w:val="02-ODST-2"/>
    <w:qFormat/>
    <w:rsid w:val="000F21BD"/>
    <w:pPr>
      <w:tabs>
        <w:tab w:val="clear" w:pos="567"/>
        <w:tab w:val="left" w:pos="1134"/>
      </w:tabs>
    </w:pPr>
  </w:style>
  <w:style w:type="paragraph" w:customStyle="1" w:styleId="10-ODST-3">
    <w:name w:val="10-ODST-3"/>
    <w:basedOn w:val="05-ODST-3"/>
    <w:qFormat/>
    <w:rsid w:val="000F21BD"/>
    <w:pPr>
      <w:tabs>
        <w:tab w:val="left" w:pos="1701"/>
      </w:tabs>
    </w:pPr>
  </w:style>
  <w:style w:type="paragraph" w:customStyle="1" w:styleId="Textodstavce">
    <w:name w:val="Text odstavce"/>
    <w:basedOn w:val="Normln"/>
    <w:uiPriority w:val="99"/>
    <w:rsid w:val="000F21BD"/>
    <w:pPr>
      <w:numPr>
        <w:numId w:val="7"/>
      </w:numPr>
      <w:tabs>
        <w:tab w:val="left" w:pos="851"/>
      </w:tabs>
      <w:spacing w:after="120"/>
      <w:outlineLvl w:val="6"/>
    </w:pPr>
    <w:rPr>
      <w:rFonts w:ascii="Times New Roman" w:hAnsi="Times New Roman"/>
      <w:sz w:val="24"/>
      <w:szCs w:val="24"/>
    </w:rPr>
  </w:style>
  <w:style w:type="paragraph" w:customStyle="1" w:styleId="Textpsmene">
    <w:name w:val="Text písmene"/>
    <w:basedOn w:val="Normln"/>
    <w:uiPriority w:val="99"/>
    <w:rsid w:val="000F21BD"/>
    <w:pPr>
      <w:numPr>
        <w:ilvl w:val="1"/>
        <w:numId w:val="7"/>
      </w:numPr>
      <w:spacing w:before="0"/>
      <w:outlineLvl w:val="7"/>
    </w:pPr>
    <w:rPr>
      <w:rFonts w:ascii="Times New Roman" w:hAnsi="Times New Roman"/>
      <w:sz w:val="24"/>
      <w:szCs w:val="24"/>
    </w:rPr>
  </w:style>
  <w:style w:type="paragraph" w:styleId="Zkladntextodsazen">
    <w:name w:val="Body Text Indent"/>
    <w:basedOn w:val="Normln"/>
    <w:link w:val="ZkladntextodsazenChar"/>
    <w:uiPriority w:val="99"/>
    <w:semiHidden/>
    <w:unhideWhenUsed/>
    <w:rsid w:val="000F21BD"/>
    <w:pPr>
      <w:spacing w:after="120"/>
      <w:ind w:left="283" w:hanging="425"/>
      <w:jc w:val="left"/>
    </w:pPr>
    <w:rPr>
      <w:spacing w:val="4"/>
    </w:rPr>
  </w:style>
  <w:style w:type="character" w:customStyle="1" w:styleId="ZkladntextodsazenChar">
    <w:name w:val="Základní text odsazený Char"/>
    <w:basedOn w:val="Standardnpsmoodstavce"/>
    <w:link w:val="Zkladntextodsazen"/>
    <w:uiPriority w:val="99"/>
    <w:semiHidden/>
    <w:rsid w:val="000F21BD"/>
    <w:rPr>
      <w:spacing w:val="4"/>
    </w:rPr>
  </w:style>
  <w:style w:type="table" w:styleId="Mkatabulky">
    <w:name w:val="Table Grid"/>
    <w:basedOn w:val="Normlntabulka"/>
    <w:locked/>
    <w:rsid w:val="000F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ln"/>
    <w:rsid w:val="000F21BD"/>
    <w:pPr>
      <w:spacing w:before="100" w:beforeAutospacing="1" w:after="100" w:afterAutospacing="1"/>
    </w:pPr>
    <w:rPr>
      <w:rFonts w:cs="Arial"/>
      <w:b/>
      <w:bCs/>
      <w:sz w:val="24"/>
      <w:szCs w:val="24"/>
    </w:rPr>
  </w:style>
  <w:style w:type="paragraph" w:customStyle="1" w:styleId="Odstavec11">
    <w:name w:val="Odstavec 1.1"/>
    <w:rsid w:val="000F21BD"/>
    <w:pPr>
      <w:tabs>
        <w:tab w:val="num" w:pos="792"/>
      </w:tabs>
      <w:spacing w:before="120"/>
      <w:ind w:left="792" w:hanging="432"/>
      <w:jc w:val="both"/>
    </w:pPr>
  </w:style>
  <w:style w:type="paragraph" w:styleId="Revize">
    <w:name w:val="Revision"/>
    <w:hidden/>
    <w:uiPriority w:val="99"/>
    <w:semiHidden/>
    <w:rsid w:val="00472B2B"/>
    <w:pPr>
      <w:spacing w:before="120"/>
      <w:ind w:left="425" w:hanging="425"/>
    </w:pPr>
    <w:rPr>
      <w:spacing w:val="4"/>
    </w:rPr>
  </w:style>
  <w:style w:type="character" w:customStyle="1" w:styleId="02-ODST-2Char">
    <w:name w:val="02-ODST-2 Char"/>
    <w:basedOn w:val="Standardnpsmoodstavce"/>
    <w:link w:val="02-ODST-2"/>
    <w:rsid w:val="00472B2B"/>
  </w:style>
  <w:style w:type="character" w:styleId="Nevyeenzmnka">
    <w:name w:val="Unresolved Mention"/>
    <w:basedOn w:val="Standardnpsmoodstavce"/>
    <w:uiPriority w:val="99"/>
    <w:semiHidden/>
    <w:unhideWhenUsed/>
    <w:rsid w:val="007C18B9"/>
    <w:rPr>
      <w:color w:val="605E5C"/>
      <w:shd w:val="clear" w:color="auto" w:fill="E1DFDD"/>
    </w:rPr>
  </w:style>
  <w:style w:type="character" w:styleId="Sledovanodkaz">
    <w:name w:val="FollowedHyperlink"/>
    <w:basedOn w:val="Standardnpsmoodstavce"/>
    <w:unhideWhenUsed/>
    <w:rsid w:val="00103DAD"/>
    <w:rPr>
      <w:color w:val="800080" w:themeColor="followedHyperlink"/>
      <w:u w:val="single"/>
    </w:rPr>
  </w:style>
  <w:style w:type="paragraph" w:customStyle="1" w:styleId="Zkladntext21">
    <w:name w:val="Základní text 21"/>
    <w:basedOn w:val="Normln"/>
    <w:rsid w:val="001844A8"/>
    <w:pPr>
      <w:overflowPunct w:val="0"/>
      <w:autoSpaceDE w:val="0"/>
      <w:autoSpaceDN w:val="0"/>
      <w:adjustRightInd w:val="0"/>
      <w:spacing w:before="0"/>
      <w:ind w:left="1843" w:hanging="1843"/>
      <w:jc w:val="left"/>
      <w:textAlignment w:val="baseline"/>
    </w:pPr>
    <w:rPr>
      <w:sz w:val="22"/>
    </w:rPr>
  </w:style>
  <w:style w:type="paragraph" w:styleId="Normlnweb">
    <w:name w:val="Normal (Web)"/>
    <w:basedOn w:val="Normln"/>
    <w:uiPriority w:val="99"/>
    <w:unhideWhenUsed/>
    <w:rsid w:val="001844A8"/>
    <w:pPr>
      <w:spacing w:before="100" w:beforeAutospacing="1" w:after="100" w:afterAutospacing="1"/>
      <w:jc w:val="left"/>
    </w:pPr>
    <w:rPr>
      <w:rFonts w:ascii="Times New Roman" w:hAnsi="Times New Roman"/>
      <w:sz w:val="24"/>
      <w:szCs w:val="24"/>
    </w:rPr>
  </w:style>
  <w:style w:type="paragraph" w:customStyle="1" w:styleId="06-PSM">
    <w:name w:val="06-PÍSM"/>
    <w:basedOn w:val="Normln"/>
    <w:qFormat/>
    <w:rsid w:val="00844FC7"/>
    <w:pPr>
      <w:tabs>
        <w:tab w:val="num" w:pos="1211"/>
      </w:tabs>
      <w:ind w:left="1211" w:hanging="360"/>
    </w:pPr>
  </w:style>
  <w:style w:type="paragraph" w:customStyle="1" w:styleId="Odrky-rky">
    <w:name w:val="Odrážky - čárky"/>
    <w:basedOn w:val="Normln"/>
    <w:uiPriority w:val="99"/>
    <w:rsid w:val="00095A11"/>
    <w:pPr>
      <w:numPr>
        <w:numId w:val="12"/>
      </w:numPr>
      <w:spacing w:before="0"/>
      <w:ind w:left="680" w:hanging="340"/>
    </w:pPr>
    <w:rPr>
      <w:rFonts w:cs="Arial"/>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095A11"/>
    <w:rPr>
      <w:rFonts w:ascii="Times New Roman" w:hAnsi="Times New Roman"/>
      <w:sz w:val="24"/>
      <w:szCs w:val="24"/>
    </w:rPr>
  </w:style>
  <w:style w:type="character" w:customStyle="1" w:styleId="Nadpis8Char">
    <w:name w:val="Nadpis 8 Char"/>
    <w:basedOn w:val="Standardnpsmoodstavce"/>
    <w:link w:val="Nadpis8"/>
    <w:rsid w:val="002F5A3A"/>
    <w:rPr>
      <w:rFonts w:asciiTheme="majorHAnsi" w:eastAsiaTheme="majorEastAsia" w:hAnsiTheme="majorHAnsi" w:cstheme="majorBidi"/>
      <w:color w:val="272727" w:themeColor="text1" w:themeTint="D8"/>
      <w:sz w:val="21"/>
      <w:szCs w:val="21"/>
    </w:rPr>
  </w:style>
  <w:style w:type="paragraph" w:styleId="Textpoznpodarou">
    <w:name w:val="footnote text"/>
    <w:basedOn w:val="Normln"/>
    <w:link w:val="TextpoznpodarouChar"/>
    <w:unhideWhenUsed/>
    <w:rsid w:val="003158E9"/>
    <w:pPr>
      <w:spacing w:before="0"/>
      <w:jc w:val="left"/>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rsid w:val="003158E9"/>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329330385">
      <w:bodyDiv w:val="1"/>
      <w:marLeft w:val="0"/>
      <w:marRight w:val="0"/>
      <w:marTop w:val="0"/>
      <w:marBottom w:val="0"/>
      <w:divBdr>
        <w:top w:val="none" w:sz="0" w:space="0" w:color="auto"/>
        <w:left w:val="none" w:sz="0" w:space="0" w:color="auto"/>
        <w:bottom w:val="none" w:sz="0" w:space="0" w:color="auto"/>
        <w:right w:val="none" w:sz="0" w:space="0" w:color="auto"/>
      </w:divBdr>
      <w:divsChild>
        <w:div w:id="1719427743">
          <w:marLeft w:val="0"/>
          <w:marRight w:val="0"/>
          <w:marTop w:val="0"/>
          <w:marBottom w:val="0"/>
          <w:divBdr>
            <w:top w:val="none" w:sz="0" w:space="0" w:color="auto"/>
            <w:left w:val="none" w:sz="0" w:space="0" w:color="auto"/>
            <w:bottom w:val="none" w:sz="0" w:space="0" w:color="auto"/>
            <w:right w:val="none" w:sz="0" w:space="0" w:color="auto"/>
          </w:divBdr>
          <w:divsChild>
            <w:div w:id="257909236">
              <w:marLeft w:val="0"/>
              <w:marRight w:val="0"/>
              <w:marTop w:val="0"/>
              <w:marBottom w:val="0"/>
              <w:divBdr>
                <w:top w:val="none" w:sz="0" w:space="0" w:color="auto"/>
                <w:left w:val="none" w:sz="0" w:space="0" w:color="auto"/>
                <w:bottom w:val="none" w:sz="0" w:space="0" w:color="auto"/>
                <w:right w:val="none" w:sz="0" w:space="0" w:color="auto"/>
              </w:divBdr>
              <w:divsChild>
                <w:div w:id="1984459204">
                  <w:marLeft w:val="0"/>
                  <w:marRight w:val="0"/>
                  <w:marTop w:val="0"/>
                  <w:marBottom w:val="0"/>
                  <w:divBdr>
                    <w:top w:val="none" w:sz="0" w:space="0" w:color="auto"/>
                    <w:left w:val="none" w:sz="0" w:space="0" w:color="auto"/>
                    <w:bottom w:val="none" w:sz="0" w:space="0" w:color="auto"/>
                    <w:right w:val="none" w:sz="0" w:space="0" w:color="auto"/>
                  </w:divBdr>
                  <w:divsChild>
                    <w:div w:id="554855918">
                      <w:marLeft w:val="-150"/>
                      <w:marRight w:val="-150"/>
                      <w:marTop w:val="0"/>
                      <w:marBottom w:val="0"/>
                      <w:divBdr>
                        <w:top w:val="none" w:sz="0" w:space="0" w:color="auto"/>
                        <w:left w:val="none" w:sz="0" w:space="0" w:color="auto"/>
                        <w:bottom w:val="none" w:sz="0" w:space="0" w:color="auto"/>
                        <w:right w:val="none" w:sz="0" w:space="0" w:color="auto"/>
                      </w:divBdr>
                      <w:divsChild>
                        <w:div w:id="39597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7028988">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eproas.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eproas.cz/vyberova-rizen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eproas.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Documents\VR%202018\ZD%20vzor\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7" ma:contentTypeDescription="Vytvoří nový dokument" ma:contentTypeScope="" ma:versionID="111548e46a73947187695218039c7a25">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3671c09a34b34d51d0ed7c793b8174a9"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A2525E-988C-49D0-920E-6F506AFAB896}">
  <ds:schemaRefs>
    <ds:schemaRef ds:uri="http://schemas.microsoft.com/sharepoint/v3/contenttype/forms"/>
  </ds:schemaRefs>
</ds:datastoreItem>
</file>

<file path=customXml/itemProps2.xml><?xml version="1.0" encoding="utf-8"?>
<ds:datastoreItem xmlns:ds="http://schemas.openxmlformats.org/officeDocument/2006/customXml" ds:itemID="{4F7E21C8-8ACC-4902-9EC5-CB848C14A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A27801-3621-4091-96A9-1D7852C8A67F}">
  <ds:schemaRefs>
    <ds:schemaRef ds:uri="http://schemas.openxmlformats.org/officeDocument/2006/bibliography"/>
  </ds:schemaRefs>
</ds:datastoreItem>
</file>

<file path=customXml/itemProps4.xml><?xml version="1.0" encoding="utf-8"?>
<ds:datastoreItem xmlns:ds="http://schemas.openxmlformats.org/officeDocument/2006/customXml" ds:itemID="{506E952A-7F75-4CFF-8CBD-DB64CACEF49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Smlouva.dotx</Template>
  <TotalTime>49</TotalTime>
  <Pages>21</Pages>
  <Words>11063</Words>
  <Characters>65277</Characters>
  <Application>Microsoft Office Word</Application>
  <DocSecurity>8</DocSecurity>
  <Lines>543</Lines>
  <Paragraphs>152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Kapsa Radek, RNDr., Ph.D.</dc:creator>
  <cp:lastModifiedBy>Berg Pavel</cp:lastModifiedBy>
  <cp:revision>32</cp:revision>
  <cp:lastPrinted>2023-04-18T08:54:00Z</cp:lastPrinted>
  <dcterms:created xsi:type="dcterms:W3CDTF">2023-11-30T10:09:00Z</dcterms:created>
  <dcterms:modified xsi:type="dcterms:W3CDTF">2023-12-08T08:06:00Z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